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D539" w14:textId="59397E99" w:rsidR="003A7DC3" w:rsidRDefault="0072188D" w:rsidP="005431EE">
      <w:pPr>
        <w:pStyle w:val="Title"/>
      </w:pPr>
      <w:r>
        <w:t xml:space="preserve">Appendix B: </w:t>
      </w:r>
      <w:r w:rsidR="003F1C69">
        <w:t>List of references 16 examples</w:t>
      </w:r>
    </w:p>
    <w:p w14:paraId="2AEEC698" w14:textId="77777777" w:rsidR="003A7DC3" w:rsidRDefault="003A7DC3" w:rsidP="003A7DC3"/>
    <w:p w14:paraId="177D0C41" w14:textId="28FC89F3" w:rsidR="003A7DC3" w:rsidRPr="00A82F7E" w:rsidRDefault="003A7DC3" w:rsidP="003F1C69">
      <w:pPr>
        <w:pStyle w:val="Subtitle"/>
        <w:numPr>
          <w:ilvl w:val="0"/>
          <w:numId w:val="25"/>
        </w:numPr>
        <w:rPr>
          <w:sz w:val="20"/>
          <w:szCs w:val="20"/>
        </w:rPr>
      </w:pPr>
      <w:r w:rsidRPr="00A82F7E">
        <w:rPr>
          <w:sz w:val="20"/>
          <w:szCs w:val="20"/>
        </w:rPr>
        <w:t>Articles, Book Chapters, Written Documents</w:t>
      </w:r>
    </w:p>
    <w:p w14:paraId="587041A0" w14:textId="4DA10E46" w:rsidR="003A7DC3" w:rsidRPr="00A82F7E" w:rsidRDefault="003A7DC3" w:rsidP="003F1C69">
      <w:pPr>
        <w:pStyle w:val="Subtitle"/>
        <w:numPr>
          <w:ilvl w:val="0"/>
          <w:numId w:val="25"/>
        </w:numPr>
        <w:rPr>
          <w:sz w:val="20"/>
          <w:szCs w:val="20"/>
        </w:rPr>
      </w:pPr>
      <w:r w:rsidRPr="00A82F7E">
        <w:rPr>
          <w:sz w:val="20"/>
          <w:szCs w:val="20"/>
        </w:rPr>
        <w:t>Newspaper Articles</w:t>
      </w:r>
    </w:p>
    <w:p w14:paraId="2608C790" w14:textId="2C6C46C9" w:rsidR="003A7DC3" w:rsidRPr="00A82F7E" w:rsidRDefault="003A7DC3" w:rsidP="003F1C69">
      <w:pPr>
        <w:pStyle w:val="Subtitle"/>
        <w:numPr>
          <w:ilvl w:val="0"/>
          <w:numId w:val="25"/>
        </w:numPr>
        <w:rPr>
          <w:sz w:val="20"/>
          <w:szCs w:val="20"/>
        </w:rPr>
      </w:pPr>
      <w:r w:rsidRPr="00A82F7E">
        <w:rPr>
          <w:sz w:val="20"/>
          <w:szCs w:val="20"/>
        </w:rPr>
        <w:t>Webpages and Blogs</w:t>
      </w:r>
    </w:p>
    <w:p w14:paraId="30C507AC" w14:textId="094D556C" w:rsidR="001E6881" w:rsidRPr="00A82F7E" w:rsidRDefault="003A7DC3" w:rsidP="003F1C69">
      <w:pPr>
        <w:pStyle w:val="Subtitle"/>
        <w:numPr>
          <w:ilvl w:val="0"/>
          <w:numId w:val="25"/>
        </w:numPr>
        <w:rPr>
          <w:sz w:val="20"/>
          <w:szCs w:val="20"/>
        </w:rPr>
      </w:pPr>
      <w:r w:rsidRPr="00A82F7E">
        <w:rPr>
          <w:sz w:val="20"/>
          <w:szCs w:val="20"/>
        </w:rPr>
        <w:t>Presentations, Video and Audio Recordings</w:t>
      </w:r>
    </w:p>
    <w:p w14:paraId="774FEE07" w14:textId="77777777" w:rsidR="0072188D" w:rsidRDefault="0072188D" w:rsidP="0072188D">
      <w:pPr>
        <w:autoSpaceDE/>
        <w:autoSpaceDN/>
        <w:adjustRightInd/>
        <w:contextualSpacing w:val="0"/>
      </w:pPr>
    </w:p>
    <w:p w14:paraId="6F59BE4C" w14:textId="77777777" w:rsidR="0072188D" w:rsidRDefault="0072188D" w:rsidP="0072188D">
      <w:pPr>
        <w:autoSpaceDE/>
        <w:autoSpaceDN/>
        <w:adjustRightInd/>
        <w:contextualSpacing w:val="0"/>
        <w:rPr>
          <w:b/>
          <w:bCs/>
          <w:sz w:val="44"/>
          <w:szCs w:val="44"/>
          <w:u w:val="single"/>
        </w:rPr>
      </w:pPr>
    </w:p>
    <w:p w14:paraId="5FF3C8C4" w14:textId="3DA1BDC6" w:rsidR="001E6881" w:rsidRPr="00D11CAD" w:rsidRDefault="001E6881" w:rsidP="00D11CAD">
      <w:pPr>
        <w:autoSpaceDE/>
        <w:autoSpaceDN/>
        <w:adjustRightInd/>
        <w:contextualSpacing w:val="0"/>
        <w:rPr>
          <w:b/>
          <w:bCs/>
          <w:sz w:val="44"/>
          <w:szCs w:val="44"/>
          <w:u w:val="single"/>
        </w:rPr>
      </w:pPr>
      <w:proofErr w:type="spellStart"/>
      <w:r w:rsidRPr="0072188D">
        <w:rPr>
          <w:b/>
          <w:bCs/>
          <w:sz w:val="44"/>
          <w:szCs w:val="44"/>
          <w:u w:val="single"/>
        </w:rPr>
        <w:t>BlueCity</w:t>
      </w:r>
      <w:proofErr w:type="spellEnd"/>
      <w:r w:rsidRPr="0072188D">
        <w:rPr>
          <w:b/>
          <w:bCs/>
          <w:sz w:val="44"/>
          <w:szCs w:val="44"/>
          <w:u w:val="single"/>
        </w:rPr>
        <w:t xml:space="preserve"> (B</w:t>
      </w:r>
      <w:r w:rsidR="0017568D" w:rsidRPr="0072188D">
        <w:rPr>
          <w:b/>
          <w:bCs/>
          <w:sz w:val="44"/>
          <w:szCs w:val="44"/>
          <w:u w:val="single"/>
        </w:rPr>
        <w:t>C</w:t>
      </w:r>
      <w:r w:rsidRPr="0072188D">
        <w:rPr>
          <w:b/>
          <w:bCs/>
          <w:sz w:val="44"/>
          <w:szCs w:val="44"/>
          <w:u w:val="single"/>
        </w:rPr>
        <w:t>)</w:t>
      </w:r>
    </w:p>
    <w:p w14:paraId="2669E76A" w14:textId="77777777" w:rsidR="001E6881" w:rsidRPr="006E69C2" w:rsidRDefault="001E6881" w:rsidP="001E6881">
      <w:pPr>
        <w:pStyle w:val="Subtitle"/>
      </w:pPr>
      <w:r w:rsidRPr="006E69C2">
        <w:t>Articles, Book Chapters, Written Documents</w:t>
      </w:r>
    </w:p>
    <w:p w14:paraId="1074EEB7" w14:textId="4C159025" w:rsidR="00F92E9B" w:rsidRPr="00F92E9B" w:rsidRDefault="00F92E9B" w:rsidP="0069164C">
      <w:pPr>
        <w:pStyle w:val="ListParagraph"/>
        <w:numPr>
          <w:ilvl w:val="0"/>
          <w:numId w:val="5"/>
        </w:numPr>
      </w:pPr>
      <w:proofErr w:type="spellStart"/>
      <w:r w:rsidRPr="00F7406F">
        <w:rPr>
          <w:lang w:val="de-DE"/>
        </w:rPr>
        <w:t>Puerari</w:t>
      </w:r>
      <w:proofErr w:type="spellEnd"/>
      <w:r w:rsidRPr="00F7406F">
        <w:rPr>
          <w:lang w:val="de-DE"/>
        </w:rPr>
        <w:t xml:space="preserve">, E., de Koning, J., von Wirth, T., </w:t>
      </w:r>
      <w:proofErr w:type="spellStart"/>
      <w:r w:rsidRPr="00F7406F">
        <w:rPr>
          <w:lang w:val="de-DE"/>
        </w:rPr>
        <w:t>Karré</w:t>
      </w:r>
      <w:proofErr w:type="spellEnd"/>
      <w:r w:rsidRPr="00F7406F">
        <w:rPr>
          <w:lang w:val="de-DE"/>
        </w:rPr>
        <w:t xml:space="preserve">, P., Mulder, I., &amp; </w:t>
      </w:r>
      <w:proofErr w:type="spellStart"/>
      <w:r w:rsidRPr="00F7406F">
        <w:rPr>
          <w:lang w:val="de-DE"/>
        </w:rPr>
        <w:t>Loorbach</w:t>
      </w:r>
      <w:proofErr w:type="spellEnd"/>
      <w:r w:rsidRPr="00F7406F">
        <w:rPr>
          <w:lang w:val="de-DE"/>
        </w:rPr>
        <w:t xml:space="preserve">, D. (2018). </w:t>
      </w:r>
      <w:r w:rsidRPr="00F92E9B">
        <w:t xml:space="preserve">Co-Creation Dynamics in Urban Living Labs. </w:t>
      </w:r>
      <w:r w:rsidRPr="00F7406F">
        <w:rPr>
          <w:i/>
          <w:iCs/>
        </w:rPr>
        <w:t>Sustainability</w:t>
      </w:r>
      <w:r w:rsidRPr="00F92E9B">
        <w:t>,</w:t>
      </w:r>
      <w:r w:rsidRPr="00F7406F">
        <w:rPr>
          <w:i/>
          <w:iCs/>
        </w:rPr>
        <w:t xml:space="preserve"> 10</w:t>
      </w:r>
      <w:r w:rsidRPr="00F92E9B">
        <w:t xml:space="preserve">(6). </w:t>
      </w:r>
      <w:hyperlink r:id="rId7" w:history="1">
        <w:r w:rsidRPr="00F92E9B">
          <w:rPr>
            <w:rStyle w:val="Hyperlink"/>
          </w:rPr>
          <w:t>https://doi.org/10.3390/su10061893</w:t>
        </w:r>
      </w:hyperlink>
      <w:r w:rsidRPr="00F92E9B">
        <w:t xml:space="preserve"> </w:t>
      </w:r>
    </w:p>
    <w:p w14:paraId="65B18637" w14:textId="023487C5" w:rsidR="001E6881" w:rsidRPr="00F92E9B" w:rsidRDefault="00F92E9B" w:rsidP="0069164C">
      <w:pPr>
        <w:pStyle w:val="ListParagraph"/>
        <w:numPr>
          <w:ilvl w:val="0"/>
          <w:numId w:val="5"/>
        </w:numPr>
      </w:pPr>
      <w:r w:rsidRPr="00F7406F">
        <w:rPr>
          <w:lang w:val="de-DE"/>
        </w:rPr>
        <w:t xml:space="preserve">von Wirth, T., </w:t>
      </w:r>
      <w:proofErr w:type="spellStart"/>
      <w:r w:rsidRPr="00F7406F">
        <w:rPr>
          <w:lang w:val="de-DE"/>
        </w:rPr>
        <w:t>Fuenfschilling</w:t>
      </w:r>
      <w:proofErr w:type="spellEnd"/>
      <w:r w:rsidRPr="00F7406F">
        <w:rPr>
          <w:lang w:val="de-DE"/>
        </w:rPr>
        <w:t xml:space="preserve">, L., </w:t>
      </w:r>
      <w:proofErr w:type="spellStart"/>
      <w:r w:rsidRPr="00F7406F">
        <w:rPr>
          <w:lang w:val="de-DE"/>
        </w:rPr>
        <w:t>Frantzeskaki</w:t>
      </w:r>
      <w:proofErr w:type="spellEnd"/>
      <w:r w:rsidRPr="00F7406F">
        <w:rPr>
          <w:lang w:val="de-DE"/>
        </w:rPr>
        <w:t xml:space="preserve">, N., &amp; Coenen, L. (2018). </w:t>
      </w:r>
      <w:r w:rsidRPr="00F92E9B">
        <w:t xml:space="preserve">Impacts of urban living labs on sustainability transitions: mechanisms and strategies for systemic change through experimentation. </w:t>
      </w:r>
      <w:r w:rsidRPr="00F7406F">
        <w:rPr>
          <w:i/>
          <w:iCs/>
        </w:rPr>
        <w:t>European Planning Studies</w:t>
      </w:r>
      <w:r w:rsidRPr="00F92E9B">
        <w:t>,</w:t>
      </w:r>
      <w:r w:rsidRPr="00F7406F">
        <w:rPr>
          <w:i/>
          <w:iCs/>
        </w:rPr>
        <w:t xml:space="preserve"> 27</w:t>
      </w:r>
      <w:r w:rsidRPr="00F92E9B">
        <w:t xml:space="preserve">(2), 229-257. </w:t>
      </w:r>
      <w:hyperlink r:id="rId8" w:history="1">
        <w:r w:rsidRPr="00F92E9B">
          <w:rPr>
            <w:rStyle w:val="Hyperlink"/>
          </w:rPr>
          <w:t>https://doi.org/10.1080/09654313.2018.1504895</w:t>
        </w:r>
      </w:hyperlink>
    </w:p>
    <w:p w14:paraId="7913973C" w14:textId="77777777" w:rsidR="001E6881" w:rsidRPr="006E69C2" w:rsidRDefault="001E6881" w:rsidP="00F7406F"/>
    <w:p w14:paraId="7F9DBF85" w14:textId="77777777" w:rsidR="001E6881" w:rsidRDefault="001E6881" w:rsidP="001E6881">
      <w:pPr>
        <w:pStyle w:val="Subtitle"/>
      </w:pPr>
      <w:r>
        <w:t>Webpages and Blogs</w:t>
      </w:r>
    </w:p>
    <w:p w14:paraId="11A0C097" w14:textId="27E91C0C" w:rsidR="0072188D" w:rsidRPr="003321B3" w:rsidRDefault="003321B3" w:rsidP="0072188D">
      <w:pPr>
        <w:pStyle w:val="ListParagraph"/>
        <w:numPr>
          <w:ilvl w:val="0"/>
          <w:numId w:val="5"/>
        </w:numPr>
      </w:pPr>
      <w:proofErr w:type="spellStart"/>
      <w:r w:rsidRPr="003321B3">
        <w:t>Bluecity</w:t>
      </w:r>
      <w:proofErr w:type="spellEnd"/>
      <w:r w:rsidRPr="003321B3">
        <w:t xml:space="preserve"> gets a green scarf. </w:t>
      </w:r>
      <w:hyperlink r:id="rId9" w:history="1">
        <w:r w:rsidRPr="0072188D">
          <w:rPr>
            <w:rStyle w:val="Hyperlink"/>
          </w:rPr>
          <w:t>https://www.bluecity.nl/blog/bluecity-krijgt-een-groene-sjaal/</w:t>
        </w:r>
      </w:hyperlink>
    </w:p>
    <w:p w14:paraId="2E0E7B12" w14:textId="77777777" w:rsidR="003321B3" w:rsidRPr="003321B3" w:rsidRDefault="003321B3" w:rsidP="0069164C">
      <w:pPr>
        <w:pStyle w:val="ListParagraph"/>
        <w:numPr>
          <w:ilvl w:val="0"/>
          <w:numId w:val="5"/>
        </w:numPr>
      </w:pPr>
      <w:proofErr w:type="spellStart"/>
      <w:r w:rsidRPr="003321B3">
        <w:t>BlueCity</w:t>
      </w:r>
      <w:proofErr w:type="spellEnd"/>
      <w:r w:rsidRPr="003321B3">
        <w:t xml:space="preserve">: from a swimming pool to the circular entrepreneurs’ workspace. </w:t>
      </w:r>
      <w:hyperlink r:id="rId10" w:history="1">
        <w:r w:rsidRPr="003321B3">
          <w:rPr>
            <w:rStyle w:val="Hyperlink"/>
          </w:rPr>
          <w:t>https://medium.com/@we_share_ventures/bluecity-from-a-swimming-pool-to-the-circular-entrepreneurs-workspace-b0be9f20e9da</w:t>
        </w:r>
      </w:hyperlink>
    </w:p>
    <w:p w14:paraId="7C943DFF" w14:textId="77777777" w:rsidR="003321B3" w:rsidRPr="003321B3" w:rsidRDefault="003321B3" w:rsidP="0069164C">
      <w:pPr>
        <w:pStyle w:val="ListParagraph"/>
        <w:numPr>
          <w:ilvl w:val="0"/>
          <w:numId w:val="5"/>
        </w:numPr>
      </w:pPr>
      <w:proofErr w:type="spellStart"/>
      <w:r w:rsidRPr="003321B3">
        <w:t>BlueCity</w:t>
      </w:r>
      <w:proofErr w:type="spellEnd"/>
      <w:r w:rsidRPr="003321B3">
        <w:t xml:space="preserve">. </w:t>
      </w:r>
      <w:hyperlink r:id="rId11" w:history="1">
        <w:r w:rsidRPr="0072188D">
          <w:rPr>
            <w:rStyle w:val="Hyperlink"/>
          </w:rPr>
          <w:t>https://www.bluecity.nl/circulaire-bouw/</w:t>
        </w:r>
      </w:hyperlink>
      <w:r w:rsidRPr="003321B3">
        <w:t xml:space="preserve"> </w:t>
      </w:r>
    </w:p>
    <w:p w14:paraId="5E1B6562" w14:textId="77777777" w:rsidR="003321B3" w:rsidRPr="003321B3" w:rsidRDefault="003321B3" w:rsidP="0069164C">
      <w:pPr>
        <w:pStyle w:val="ListParagraph"/>
        <w:numPr>
          <w:ilvl w:val="0"/>
          <w:numId w:val="5"/>
        </w:numPr>
      </w:pPr>
      <w:r w:rsidRPr="003321B3">
        <w:t xml:space="preserve">Concrete and drilling sludge in the basements of </w:t>
      </w:r>
      <w:proofErr w:type="spellStart"/>
      <w:r w:rsidRPr="003321B3">
        <w:t>BlueCity</w:t>
      </w:r>
      <w:proofErr w:type="spellEnd"/>
      <w:r w:rsidRPr="003321B3">
        <w:t xml:space="preserve">. </w:t>
      </w:r>
      <w:hyperlink r:id="rId12" w:history="1">
        <w:r w:rsidRPr="0072188D">
          <w:rPr>
            <w:rStyle w:val="Hyperlink"/>
          </w:rPr>
          <w:t>https://www.bluecity.nl/blog/beton-en-boorslib-in-kelder-bluecity/</w:t>
        </w:r>
      </w:hyperlink>
    </w:p>
    <w:p w14:paraId="59BB9A43" w14:textId="77777777" w:rsidR="00777E4F" w:rsidRPr="003321B3" w:rsidRDefault="00777E4F" w:rsidP="00777E4F"/>
    <w:p w14:paraId="0DB93D6D" w14:textId="77777777" w:rsidR="001E6881" w:rsidRDefault="001E6881" w:rsidP="005E001D">
      <w:pPr>
        <w:pStyle w:val="Subtitle"/>
      </w:pPr>
      <w:r>
        <w:t xml:space="preserve">Presentations, </w:t>
      </w:r>
      <w:r w:rsidRPr="006E69C2">
        <w:t>Video and Audio Recordings</w:t>
      </w:r>
    </w:p>
    <w:p w14:paraId="5F298537" w14:textId="06B9D27E" w:rsidR="00A15118" w:rsidRDefault="000747CB" w:rsidP="00A15118">
      <w:pPr>
        <w:pStyle w:val="ListParagraph"/>
        <w:numPr>
          <w:ilvl w:val="0"/>
          <w:numId w:val="5"/>
        </w:numPr>
      </w:pPr>
      <w:proofErr w:type="spellStart"/>
      <w:r>
        <w:t>BlueCity</w:t>
      </w:r>
      <w:proofErr w:type="spellEnd"/>
      <w:r>
        <w:t xml:space="preserve"> Podcast (in Dutch). </w:t>
      </w:r>
      <w:hyperlink r:id="rId13" w:history="1">
        <w:r w:rsidRPr="00236753">
          <w:rPr>
            <w:rStyle w:val="Hyperlink"/>
          </w:rPr>
          <w:t>https://open.spotify.com/show/2hgQyfEQ1aPgb0bDmoKqDT</w:t>
        </w:r>
      </w:hyperlink>
    </w:p>
    <w:p w14:paraId="69440592" w14:textId="77777777" w:rsidR="000747CB" w:rsidRDefault="000747CB" w:rsidP="0069164C">
      <w:pPr>
        <w:pStyle w:val="ListParagraph"/>
        <w:numPr>
          <w:ilvl w:val="0"/>
          <w:numId w:val="5"/>
        </w:numPr>
      </w:pPr>
      <w:r>
        <w:t xml:space="preserve">Interview with Flores </w:t>
      </w:r>
      <w:proofErr w:type="spellStart"/>
      <w:r>
        <w:t>Schiferli</w:t>
      </w:r>
      <w:proofErr w:type="spellEnd"/>
      <w:r>
        <w:t xml:space="preserve">. </w:t>
      </w:r>
      <w:hyperlink r:id="rId14" w:history="1">
        <w:r w:rsidRPr="00236753">
          <w:rPr>
            <w:rStyle w:val="Hyperlink"/>
          </w:rPr>
          <w:t>https://www.youtube.com/watch?v=e12l4LmvXT4</w:t>
        </w:r>
      </w:hyperlink>
    </w:p>
    <w:p w14:paraId="7114AFD2" w14:textId="77777777" w:rsidR="002A46CD" w:rsidRPr="002A46CD" w:rsidRDefault="000747CB" w:rsidP="002A46CD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Interview with Floris </w:t>
      </w:r>
      <w:proofErr w:type="spellStart"/>
      <w:r>
        <w:t>Schiferli</w:t>
      </w:r>
      <w:proofErr w:type="spellEnd"/>
      <w:r>
        <w:t xml:space="preserve"> (architect, </w:t>
      </w:r>
      <w:proofErr w:type="spellStart"/>
      <w:r>
        <w:t>Superuse</w:t>
      </w:r>
      <w:proofErr w:type="spellEnd"/>
      <w:r>
        <w:t xml:space="preserve">). Dreaming of the ultimate Dôme.  </w:t>
      </w:r>
      <w:hyperlink r:id="rId15" w:history="1">
        <w:r w:rsidRPr="00236753">
          <w:rPr>
            <w:rStyle w:val="Hyperlink"/>
          </w:rPr>
          <w:t>https://www.bluecity.nl/blog/dromen-van-de-ultieme-dome-interview-met-floris-schiferli/</w:t>
        </w:r>
      </w:hyperlink>
    </w:p>
    <w:p w14:paraId="2295C72B" w14:textId="40E37538" w:rsidR="000747CB" w:rsidRPr="002A46CD" w:rsidRDefault="000747CB" w:rsidP="002A46CD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Interview with Jan </w:t>
      </w:r>
      <w:proofErr w:type="spellStart"/>
      <w:r>
        <w:t>Jongert</w:t>
      </w:r>
      <w:proofErr w:type="spellEnd"/>
      <w:r>
        <w:t xml:space="preserve"> (architect, </w:t>
      </w:r>
      <w:proofErr w:type="spellStart"/>
      <w:r>
        <w:t>Superuse</w:t>
      </w:r>
      <w:proofErr w:type="spellEnd"/>
      <w:r>
        <w:t xml:space="preserve">). </w:t>
      </w:r>
      <w:hyperlink r:id="rId16" w:history="1">
        <w:r w:rsidRPr="00AF4452">
          <w:rPr>
            <w:rStyle w:val="Hyperlink"/>
          </w:rPr>
          <w:t>https://www.bluecity.nl/blog/interiew-jan-jongert-superuse/</w:t>
        </w:r>
      </w:hyperlink>
    </w:p>
    <w:p w14:paraId="670677AA" w14:textId="77777777" w:rsidR="000747CB" w:rsidRDefault="000747CB" w:rsidP="0069164C">
      <w:pPr>
        <w:pStyle w:val="ListParagraph"/>
        <w:numPr>
          <w:ilvl w:val="0"/>
          <w:numId w:val="5"/>
        </w:numPr>
      </w:pPr>
      <w:r>
        <w:t xml:space="preserve">Interview with Jasper </w:t>
      </w:r>
      <w:proofErr w:type="spellStart"/>
      <w:r>
        <w:t>Sluimer</w:t>
      </w:r>
      <w:proofErr w:type="spellEnd"/>
      <w:r>
        <w:t xml:space="preserve"> (contractor, BIK Bouw). Circular building in a flow. </w:t>
      </w:r>
      <w:hyperlink r:id="rId17" w:history="1">
        <w:r w:rsidRPr="00AF4452">
          <w:rPr>
            <w:rStyle w:val="Hyperlink"/>
          </w:rPr>
          <w:t>https://www.bluecity.nl/blog/circulair-bouwen-in-een-flow-interview-met-jasper-sluimer-bik-bouw/</w:t>
        </w:r>
      </w:hyperlink>
    </w:p>
    <w:p w14:paraId="4F21CF74" w14:textId="77777777" w:rsidR="002A46CD" w:rsidRPr="002A46CD" w:rsidRDefault="000747CB" w:rsidP="002A46CD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Interview with Karola (material spotter and collector, Harvest Map). Build with a story. </w:t>
      </w:r>
      <w:hyperlink r:id="rId18" w:history="1">
        <w:r w:rsidRPr="001F681E">
          <w:rPr>
            <w:rStyle w:val="Hyperlink"/>
          </w:rPr>
          <w:t>https://www.bluecity.nl/blog/bouwen-met-een-verhaal-interview-met-karola-van-rooyen-oogstkaart/</w:t>
        </w:r>
      </w:hyperlink>
    </w:p>
    <w:p w14:paraId="1C13CC76" w14:textId="4C7F6A67" w:rsidR="000747CB" w:rsidRPr="002A46CD" w:rsidRDefault="000747CB" w:rsidP="002A46CD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 w:rsidRPr="002A46CD">
        <w:t xml:space="preserve">Interview with Lennard </w:t>
      </w:r>
      <w:proofErr w:type="spellStart"/>
      <w:r w:rsidRPr="002A46CD">
        <w:t>Mooyman</w:t>
      </w:r>
      <w:proofErr w:type="spellEnd"/>
      <w:r w:rsidRPr="002A46CD">
        <w:t xml:space="preserve"> (climate and installation expert).</w:t>
      </w:r>
      <w:r>
        <w:t xml:space="preserve"> </w:t>
      </w:r>
      <w:hyperlink r:id="rId19" w:history="1">
        <w:r w:rsidRPr="00AF4452">
          <w:rPr>
            <w:rStyle w:val="Hyperlink"/>
          </w:rPr>
          <w:t>https://www.bluecity.nl/blog/airco-als-klimatologisch-geheim-interview-met-lennard-mooyman/</w:t>
        </w:r>
      </w:hyperlink>
    </w:p>
    <w:p w14:paraId="3E9798B8" w14:textId="77777777" w:rsidR="000747CB" w:rsidRDefault="000747CB" w:rsidP="0069164C">
      <w:pPr>
        <w:pStyle w:val="ListParagraph"/>
        <w:numPr>
          <w:ilvl w:val="0"/>
          <w:numId w:val="5"/>
        </w:numPr>
      </w:pPr>
      <w:r>
        <w:t xml:space="preserve">Interview with Maarten van </w:t>
      </w:r>
      <w:proofErr w:type="spellStart"/>
      <w:r>
        <w:t>Elsen</w:t>
      </w:r>
      <w:proofErr w:type="spellEnd"/>
      <w:r>
        <w:t xml:space="preserve"> (circular construction manager). This project continues to put a new pair of glasses </w:t>
      </w:r>
      <w:r w:rsidRPr="00AF4452">
        <w:rPr>
          <w:rStyle w:val="Hyperlink"/>
        </w:rPr>
        <w:t xml:space="preserve">on me. </w:t>
      </w:r>
      <w:hyperlink r:id="rId20" w:history="1">
        <w:r w:rsidRPr="00AF4452">
          <w:rPr>
            <w:rStyle w:val="Hyperlink"/>
          </w:rPr>
          <w:t>https://www.bluecity.nl/blog/circulaire-bouw-interview-maarten-elsen/</w:t>
        </w:r>
      </w:hyperlink>
    </w:p>
    <w:p w14:paraId="58CA9A1E" w14:textId="77777777" w:rsidR="000747CB" w:rsidRDefault="000747CB" w:rsidP="0069164C">
      <w:pPr>
        <w:pStyle w:val="ListParagraph"/>
        <w:numPr>
          <w:ilvl w:val="0"/>
          <w:numId w:val="5"/>
        </w:numPr>
      </w:pPr>
      <w:r>
        <w:t xml:space="preserve">Interview with Yvette </w:t>
      </w:r>
      <w:proofErr w:type="spellStart"/>
      <w:r>
        <w:t>Govaart</w:t>
      </w:r>
      <w:proofErr w:type="spellEnd"/>
      <w:r>
        <w:t xml:space="preserve"> (project coordinator, COUP). </w:t>
      </w:r>
      <w:hyperlink r:id="rId21" w:history="1">
        <w:r w:rsidRPr="00AF4452">
          <w:rPr>
            <w:rStyle w:val="Hyperlink"/>
          </w:rPr>
          <w:t>https://www.bluecity.nl/blog/torenhoge-ambities-en-trouw-bij-transformatie-interview-met-yvette-govaart/</w:t>
        </w:r>
      </w:hyperlink>
    </w:p>
    <w:p w14:paraId="6F87517A" w14:textId="77777777" w:rsidR="000747CB" w:rsidRDefault="000747CB" w:rsidP="0069164C">
      <w:pPr>
        <w:pStyle w:val="ListParagraph"/>
        <w:numPr>
          <w:ilvl w:val="0"/>
          <w:numId w:val="5"/>
        </w:numPr>
      </w:pPr>
      <w:r>
        <w:t>Mini-</w:t>
      </w:r>
      <w:proofErr w:type="spellStart"/>
      <w:r>
        <w:t>Docu</w:t>
      </w:r>
      <w:proofErr w:type="spellEnd"/>
      <w:r>
        <w:t xml:space="preserve"> </w:t>
      </w:r>
      <w:proofErr w:type="spellStart"/>
      <w:r>
        <w:t>BlueCity</w:t>
      </w:r>
      <w:proofErr w:type="spellEnd"/>
      <w:r>
        <w:t xml:space="preserve">. </w:t>
      </w:r>
      <w:hyperlink r:id="rId22" w:history="1">
        <w:r w:rsidRPr="00AF4452">
          <w:rPr>
            <w:rStyle w:val="Hyperlink"/>
          </w:rPr>
          <w:t>https://www.youtube.com/watch?v=4NPgaHlda_o&amp;t=287s</w:t>
        </w:r>
      </w:hyperlink>
    </w:p>
    <w:p w14:paraId="25CB405D" w14:textId="3A7B0C54" w:rsidR="005431EE" w:rsidRDefault="000747CB" w:rsidP="005431EE">
      <w:pPr>
        <w:pStyle w:val="ListParagraph"/>
        <w:numPr>
          <w:ilvl w:val="0"/>
          <w:numId w:val="5"/>
        </w:numPr>
      </w:pPr>
      <w:proofErr w:type="spellStart"/>
      <w:r>
        <w:t>Pioneersplekken</w:t>
      </w:r>
      <w:proofErr w:type="spellEnd"/>
      <w:r>
        <w:t xml:space="preserve"> (in Dutch). </w:t>
      </w:r>
      <w:hyperlink r:id="rId23" w:history="1">
        <w:r w:rsidRPr="00AF4452">
          <w:rPr>
            <w:rStyle w:val="Hyperlink"/>
          </w:rPr>
          <w:t>https://www.youtube.com/watch?v=JhFyr4lQZd0&amp;t=16s</w:t>
        </w:r>
      </w:hyperlink>
    </w:p>
    <w:p w14:paraId="71F77F24" w14:textId="77777777" w:rsidR="00AF4452" w:rsidRDefault="00AF4452" w:rsidP="005431EE">
      <w:pPr>
        <w:pStyle w:val="Title"/>
      </w:pPr>
    </w:p>
    <w:p w14:paraId="68CC3AA2" w14:textId="10746193" w:rsidR="006D772A" w:rsidRPr="00D11CAD" w:rsidRDefault="006D772A" w:rsidP="00D11CAD">
      <w:pPr>
        <w:pStyle w:val="Title"/>
        <w:rPr>
          <w:sz w:val="36"/>
          <w:szCs w:val="36"/>
        </w:rPr>
      </w:pPr>
      <w:proofErr w:type="spellStart"/>
      <w:r>
        <w:t>Baukarussel</w:t>
      </w:r>
      <w:r w:rsidR="002A135D">
        <w:t>l</w:t>
      </w:r>
      <w:proofErr w:type="spellEnd"/>
      <w:r>
        <w:t xml:space="preserve"> (BK)</w:t>
      </w:r>
    </w:p>
    <w:p w14:paraId="7DF237EF" w14:textId="77777777" w:rsidR="006D772A" w:rsidRPr="006E69C2" w:rsidRDefault="006D772A" w:rsidP="006D772A">
      <w:pPr>
        <w:pStyle w:val="Subtitle"/>
      </w:pPr>
      <w:r w:rsidRPr="006E69C2">
        <w:t>Articles, Book Chapters, Written Documents</w:t>
      </w:r>
    </w:p>
    <w:p w14:paraId="7B4C1EC7" w14:textId="77777777" w:rsidR="009148D5" w:rsidRPr="009148D5" w:rsidRDefault="00C25D08" w:rsidP="0069164C">
      <w:pPr>
        <w:pStyle w:val="ListParagraph"/>
        <w:numPr>
          <w:ilvl w:val="0"/>
          <w:numId w:val="6"/>
        </w:numPr>
        <w:rPr>
          <w:lang w:val="de-DE"/>
        </w:rPr>
      </w:pPr>
      <w:proofErr w:type="spellStart"/>
      <w:r w:rsidRPr="009148D5">
        <w:rPr>
          <w:lang w:val="de-DE"/>
        </w:rPr>
        <w:t>Schanda</w:t>
      </w:r>
      <w:proofErr w:type="spellEnd"/>
      <w:r w:rsidRPr="009148D5">
        <w:rPr>
          <w:lang w:val="de-DE"/>
        </w:rPr>
        <w:t xml:space="preserve">, I. (2021). </w:t>
      </w:r>
      <w:proofErr w:type="spellStart"/>
      <w:r w:rsidRPr="009148D5">
        <w:rPr>
          <w:lang w:val="de-DE"/>
        </w:rPr>
        <w:t>BauKarussell</w:t>
      </w:r>
      <w:proofErr w:type="spellEnd"/>
      <w:r w:rsidRPr="009148D5">
        <w:rPr>
          <w:lang w:val="de-DE"/>
        </w:rPr>
        <w:t xml:space="preserve">: Mit </w:t>
      </w:r>
      <w:proofErr w:type="spellStart"/>
      <w:r w:rsidRPr="009148D5">
        <w:rPr>
          <w:lang w:val="de-DE"/>
        </w:rPr>
        <w:t>Social</w:t>
      </w:r>
      <w:proofErr w:type="spellEnd"/>
      <w:r w:rsidRPr="009148D5">
        <w:rPr>
          <w:lang w:val="de-DE"/>
        </w:rPr>
        <w:t xml:space="preserve"> Urban Mining zu einer nachhaltigen, sozialen und zukunftsfähigen Baubranche. </w:t>
      </w:r>
      <w:r w:rsidRPr="009148D5">
        <w:rPr>
          <w:i/>
          <w:iCs/>
          <w:lang w:val="de-DE"/>
        </w:rPr>
        <w:t>Österreichischer Wasser- und Abfallwirtschaftsverband (ÖWAV</w:t>
      </w:r>
      <w:r w:rsidRPr="009148D5">
        <w:rPr>
          <w:lang w:val="de-DE"/>
        </w:rPr>
        <w:t xml:space="preserve">. </w:t>
      </w:r>
      <w:hyperlink r:id="rId24" w:history="1">
        <w:r w:rsidRPr="009148D5">
          <w:rPr>
            <w:rStyle w:val="Hyperlink"/>
            <w:lang w:val="de-DE"/>
          </w:rPr>
          <w:t>https://doi.org/10.1007/s00506-020-00741-1</w:t>
        </w:r>
      </w:hyperlink>
    </w:p>
    <w:p w14:paraId="76BAFB31" w14:textId="0F02D904" w:rsidR="006D772A" w:rsidRPr="009148D5" w:rsidRDefault="00C25D08" w:rsidP="0069164C">
      <w:pPr>
        <w:pStyle w:val="ListParagraph"/>
        <w:numPr>
          <w:ilvl w:val="0"/>
          <w:numId w:val="6"/>
        </w:numPr>
        <w:rPr>
          <w:lang w:val="de-DE"/>
        </w:rPr>
      </w:pPr>
      <w:r w:rsidRPr="009148D5">
        <w:rPr>
          <w:lang w:val="de-DE"/>
        </w:rPr>
        <w:lastRenderedPageBreak/>
        <w:t xml:space="preserve">Wieser, H., Bachinger, K., </w:t>
      </w:r>
      <w:proofErr w:type="spellStart"/>
      <w:r w:rsidRPr="009148D5">
        <w:rPr>
          <w:lang w:val="de-DE"/>
        </w:rPr>
        <w:t>Hosner</w:t>
      </w:r>
      <w:proofErr w:type="spellEnd"/>
      <w:r w:rsidRPr="009148D5">
        <w:rPr>
          <w:lang w:val="de-DE"/>
        </w:rPr>
        <w:t xml:space="preserve">, D., Kofler, J., &amp; </w:t>
      </w:r>
      <w:proofErr w:type="spellStart"/>
      <w:r w:rsidRPr="009148D5">
        <w:rPr>
          <w:lang w:val="de-DE"/>
        </w:rPr>
        <w:t>Wich</w:t>
      </w:r>
      <w:proofErr w:type="spellEnd"/>
      <w:r w:rsidRPr="009148D5">
        <w:rPr>
          <w:lang w:val="de-DE"/>
        </w:rPr>
        <w:t xml:space="preserve">, V. (2022). </w:t>
      </w:r>
      <w:r w:rsidRPr="009148D5">
        <w:t xml:space="preserve">New Business Ventures for a Circular Economy: A Policy Guide to Rethinking Entrepreneurship Ecosystems. </w:t>
      </w:r>
      <w:r w:rsidRPr="009148D5">
        <w:rPr>
          <w:i/>
          <w:iCs/>
        </w:rPr>
        <w:t>SSNR</w:t>
      </w:r>
      <w:r w:rsidRPr="009148D5">
        <w:t xml:space="preserve">. </w:t>
      </w:r>
      <w:hyperlink r:id="rId25" w:history="1">
        <w:r w:rsidRPr="009148D5">
          <w:rPr>
            <w:rStyle w:val="Hyperlink"/>
          </w:rPr>
          <w:t>https://doi.org/http://dx.doi.org/10.2139/ssrn.4292443</w:t>
        </w:r>
      </w:hyperlink>
    </w:p>
    <w:p w14:paraId="768F745A" w14:textId="77777777" w:rsidR="00C25D08" w:rsidRPr="006E69C2" w:rsidRDefault="00C25D08" w:rsidP="00C25D08"/>
    <w:p w14:paraId="7E436F3F" w14:textId="77777777" w:rsidR="006D772A" w:rsidRDefault="006D772A" w:rsidP="006D772A">
      <w:pPr>
        <w:pStyle w:val="Subtitle"/>
      </w:pPr>
      <w:r>
        <w:t>Newspaper Articles</w:t>
      </w:r>
    </w:p>
    <w:p w14:paraId="7A33EE33" w14:textId="5D3B8735" w:rsidR="00EF0A66" w:rsidRPr="005431EE" w:rsidRDefault="00EF0A66" w:rsidP="0069164C">
      <w:pPr>
        <w:pStyle w:val="ListParagraph"/>
        <w:numPr>
          <w:ilvl w:val="0"/>
          <w:numId w:val="6"/>
        </w:numPr>
        <w:rPr>
          <w:lang w:val="de-DE"/>
        </w:rPr>
      </w:pPr>
      <w:proofErr w:type="spellStart"/>
      <w:r w:rsidRPr="0017568D">
        <w:rPr>
          <w:lang w:val="de-DE"/>
        </w:rPr>
        <w:t>Beirer</w:t>
      </w:r>
      <w:proofErr w:type="spellEnd"/>
      <w:r w:rsidRPr="0017568D">
        <w:rPr>
          <w:lang w:val="de-DE"/>
        </w:rPr>
        <w:t xml:space="preserve">, J. (2021). </w:t>
      </w:r>
      <w:r w:rsidRPr="005431EE">
        <w:rPr>
          <w:lang w:val="de-DE"/>
        </w:rPr>
        <w:t>Wie Urban Mining Jobs für Langzeitarbeitslose schafft.</w:t>
      </w:r>
      <w:r w:rsidRPr="005431EE">
        <w:rPr>
          <w:i/>
          <w:iCs/>
          <w:lang w:val="de-DE"/>
        </w:rPr>
        <w:t xml:space="preserve"> Der Standard</w:t>
      </w:r>
      <w:r w:rsidRPr="005431EE">
        <w:rPr>
          <w:lang w:val="de-DE"/>
        </w:rPr>
        <w:t>,</w:t>
      </w:r>
      <w:r w:rsidRPr="005431EE">
        <w:rPr>
          <w:i/>
          <w:iCs/>
          <w:lang w:val="de-DE"/>
        </w:rPr>
        <w:t xml:space="preserve"> </w:t>
      </w:r>
      <w:r w:rsidRPr="006B042B">
        <w:rPr>
          <w:rStyle w:val="Hyperlink"/>
          <w:lang w:val="de-DE"/>
        </w:rPr>
        <w:t>https://www.derstandard.at/story/2000131645999/wie-urban-mining-jobs-fuer-langzeitarbeitslose-schafft</w:t>
      </w:r>
    </w:p>
    <w:p w14:paraId="0518EA24" w14:textId="77777777" w:rsidR="006D772A" w:rsidRPr="00EF0A66" w:rsidRDefault="006D772A" w:rsidP="006D772A">
      <w:pPr>
        <w:rPr>
          <w:lang w:val="de-DE"/>
        </w:rPr>
      </w:pPr>
    </w:p>
    <w:p w14:paraId="27DB0A12" w14:textId="77777777" w:rsidR="006D772A" w:rsidRDefault="006D772A" w:rsidP="006D772A">
      <w:pPr>
        <w:pStyle w:val="Subtitle"/>
      </w:pPr>
      <w:r>
        <w:t>Webpages and Blogs</w:t>
      </w:r>
    </w:p>
    <w:p w14:paraId="25FA1C25" w14:textId="77777777" w:rsidR="00E274EF" w:rsidRPr="00E274EF" w:rsidRDefault="00E00923" w:rsidP="00E274EF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</w:rPr>
      </w:pPr>
      <w:proofErr w:type="spellStart"/>
      <w:r>
        <w:t>Baukarussell</w:t>
      </w:r>
      <w:proofErr w:type="spellEnd"/>
      <w:r>
        <w:t xml:space="preserve">. </w:t>
      </w:r>
      <w:hyperlink r:id="rId26" w:history="1">
        <w:r w:rsidRPr="00E274EF">
          <w:rPr>
            <w:rStyle w:val="Hyperlink"/>
          </w:rPr>
          <w:t>https://www.baukarussell.at</w:t>
        </w:r>
      </w:hyperlink>
    </w:p>
    <w:p w14:paraId="20AB70FD" w14:textId="363B8F6D" w:rsidR="00E00923" w:rsidRPr="00E274EF" w:rsidRDefault="00E00923" w:rsidP="00E274EF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</w:rPr>
      </w:pPr>
      <w:r>
        <w:t xml:space="preserve">Climate Action Stories. </w:t>
      </w:r>
      <w:proofErr w:type="spellStart"/>
      <w:r>
        <w:t>Baukarussell</w:t>
      </w:r>
      <w:proofErr w:type="spellEnd"/>
      <w:r>
        <w:t xml:space="preserve">. </w:t>
      </w:r>
      <w:hyperlink r:id="rId27" w:history="1">
        <w:r w:rsidRPr="00E274EF">
          <w:rPr>
            <w:rStyle w:val="Hyperlink"/>
          </w:rPr>
          <w:t>https://www.climateactionstories.com/circular-economy/baukarussell</w:t>
        </w:r>
      </w:hyperlink>
    </w:p>
    <w:p w14:paraId="6C1A6DFA" w14:textId="77777777" w:rsidR="00E00923" w:rsidRPr="005431EE" w:rsidRDefault="00E00923" w:rsidP="0069164C">
      <w:pPr>
        <w:pStyle w:val="ListParagraph"/>
        <w:numPr>
          <w:ilvl w:val="0"/>
          <w:numId w:val="6"/>
        </w:numPr>
        <w:rPr>
          <w:lang w:val="de-DE"/>
        </w:rPr>
      </w:pPr>
      <w:r w:rsidRPr="005431EE">
        <w:rPr>
          <w:lang w:val="de-DE"/>
        </w:rPr>
        <w:t>Ferry-</w:t>
      </w:r>
      <w:proofErr w:type="spellStart"/>
      <w:r w:rsidRPr="005431EE">
        <w:rPr>
          <w:lang w:val="de-DE"/>
        </w:rPr>
        <w:t>Dusika</w:t>
      </w:r>
      <w:proofErr w:type="spellEnd"/>
      <w:r w:rsidRPr="005431EE">
        <w:rPr>
          <w:lang w:val="de-DE"/>
        </w:rPr>
        <w:t xml:space="preserve">-Stadion. </w:t>
      </w:r>
      <w:hyperlink r:id="rId28" w:history="1">
        <w:r w:rsidRPr="00E274EF">
          <w:rPr>
            <w:rStyle w:val="Hyperlink"/>
          </w:rPr>
          <w:t>https://viecycle.wien.gv.at/ferry-dusika-stadion</w:t>
        </w:r>
      </w:hyperlink>
    </w:p>
    <w:p w14:paraId="4CFA0861" w14:textId="77777777" w:rsidR="00E00923" w:rsidRPr="0017568D" w:rsidRDefault="00E00923" w:rsidP="0069164C">
      <w:pPr>
        <w:pStyle w:val="ListParagraph"/>
        <w:numPr>
          <w:ilvl w:val="0"/>
          <w:numId w:val="6"/>
        </w:numPr>
        <w:rPr>
          <w:lang w:val="de-DE"/>
        </w:rPr>
      </w:pPr>
      <w:proofErr w:type="spellStart"/>
      <w:r w:rsidRPr="005431EE">
        <w:rPr>
          <w:lang w:val="de-DE"/>
        </w:rPr>
        <w:t>Social</w:t>
      </w:r>
      <w:proofErr w:type="spellEnd"/>
      <w:r w:rsidRPr="005431EE">
        <w:rPr>
          <w:lang w:val="de-DE"/>
        </w:rPr>
        <w:t xml:space="preserve"> Urban Mining Erfolg im Ferry-</w:t>
      </w:r>
      <w:proofErr w:type="spellStart"/>
      <w:r w:rsidRPr="005431EE">
        <w:rPr>
          <w:lang w:val="de-DE"/>
        </w:rPr>
        <w:t>Dusika</w:t>
      </w:r>
      <w:proofErr w:type="spellEnd"/>
      <w:r w:rsidRPr="005431EE">
        <w:rPr>
          <w:lang w:val="de-DE"/>
        </w:rPr>
        <w:t xml:space="preserve">-Stadion. </w:t>
      </w:r>
      <w:r w:rsidRPr="0017568D">
        <w:rPr>
          <w:lang w:val="de-DE"/>
        </w:rPr>
        <w:t>Re-</w:t>
      </w:r>
      <w:proofErr w:type="spellStart"/>
      <w:r w:rsidRPr="0017568D">
        <w:rPr>
          <w:lang w:val="de-DE"/>
        </w:rPr>
        <w:t>use</w:t>
      </w:r>
      <w:proofErr w:type="spellEnd"/>
      <w:r w:rsidRPr="0017568D">
        <w:rPr>
          <w:lang w:val="de-DE"/>
        </w:rPr>
        <w:t xml:space="preserve"> Austria. </w:t>
      </w:r>
      <w:hyperlink r:id="rId29" w:history="1">
        <w:r w:rsidRPr="006B042B">
          <w:rPr>
            <w:rStyle w:val="Hyperlink"/>
            <w:lang w:val="de-DE"/>
          </w:rPr>
          <w:t>https://www.repanet.at/social-urban-mining-erfolg-im-ferry-dusika-stadion/</w:t>
        </w:r>
      </w:hyperlink>
    </w:p>
    <w:p w14:paraId="40882226" w14:textId="77777777" w:rsidR="00E00923" w:rsidRPr="0017568D" w:rsidRDefault="00E00923" w:rsidP="00E00923">
      <w:pPr>
        <w:rPr>
          <w:lang w:val="de-DE"/>
        </w:rPr>
      </w:pPr>
    </w:p>
    <w:p w14:paraId="7FA8C3C3" w14:textId="77777777" w:rsidR="006D772A" w:rsidRDefault="006D772A" w:rsidP="006D772A">
      <w:pPr>
        <w:pStyle w:val="Subtitle"/>
      </w:pPr>
      <w:r>
        <w:t xml:space="preserve">Presentations, </w:t>
      </w:r>
      <w:r w:rsidRPr="006E69C2">
        <w:t>Video and Audio Recordings</w:t>
      </w:r>
    </w:p>
    <w:p w14:paraId="09F2435A" w14:textId="66A1CFBD" w:rsidR="00587C54" w:rsidRPr="005431EE" w:rsidRDefault="00587C54" w:rsidP="0069164C">
      <w:pPr>
        <w:pStyle w:val="ListParagraph"/>
        <w:numPr>
          <w:ilvl w:val="0"/>
          <w:numId w:val="6"/>
        </w:numPr>
        <w:rPr>
          <w:lang w:val="de-DE"/>
        </w:rPr>
      </w:pPr>
      <w:proofErr w:type="spellStart"/>
      <w:r>
        <w:t>Forschen</w:t>
      </w:r>
      <w:proofErr w:type="spellEnd"/>
      <w:r>
        <w:t xml:space="preserve"> </w:t>
      </w:r>
      <w:proofErr w:type="spellStart"/>
      <w:r>
        <w:t>planen</w:t>
      </w:r>
      <w:proofErr w:type="spellEnd"/>
      <w:r>
        <w:t xml:space="preserve"> </w:t>
      </w:r>
      <w:proofErr w:type="spellStart"/>
      <w:r>
        <w:t>bauen</w:t>
      </w:r>
      <w:proofErr w:type="spellEnd"/>
      <w:r>
        <w:t xml:space="preserve"> - circular architecture - onsite resources. </w:t>
      </w:r>
      <w:proofErr w:type="spellStart"/>
      <w:r w:rsidRPr="005431EE">
        <w:rPr>
          <w:lang w:val="de-DE"/>
        </w:rPr>
        <w:t>Lecture</w:t>
      </w:r>
      <w:proofErr w:type="spellEnd"/>
      <w:r w:rsidRPr="005431EE">
        <w:rPr>
          <w:lang w:val="de-DE"/>
        </w:rPr>
        <w:t xml:space="preserve"> Thomas Romm. </w:t>
      </w:r>
      <w:hyperlink r:id="rId30" w:history="1">
        <w:r w:rsidRPr="00E274EF">
          <w:rPr>
            <w:rStyle w:val="Hyperlink"/>
          </w:rPr>
          <w:t>https://www.youtube.com/watch?v=SNJ8SOvc3Ac</w:t>
        </w:r>
      </w:hyperlink>
    </w:p>
    <w:p w14:paraId="6657AA25" w14:textId="7F375E2D" w:rsidR="005431EE" w:rsidRPr="00E274EF" w:rsidRDefault="00587C54" w:rsidP="00587C54">
      <w:pPr>
        <w:pStyle w:val="ListParagraph"/>
        <w:numPr>
          <w:ilvl w:val="0"/>
          <w:numId w:val="6"/>
        </w:numPr>
        <w:rPr>
          <w:lang w:val="de-DE"/>
        </w:rPr>
      </w:pPr>
      <w:r w:rsidRPr="005431EE">
        <w:rPr>
          <w:lang w:val="de-DE"/>
        </w:rPr>
        <w:t>Rückbau und Baufeldfreimachung des ehem. Ferry-</w:t>
      </w:r>
      <w:proofErr w:type="spellStart"/>
      <w:r w:rsidRPr="005431EE">
        <w:rPr>
          <w:lang w:val="de-DE"/>
        </w:rPr>
        <w:t>Dusika</w:t>
      </w:r>
      <w:proofErr w:type="spellEnd"/>
      <w:r w:rsidRPr="005431EE">
        <w:rPr>
          <w:lang w:val="de-DE"/>
        </w:rPr>
        <w:t xml:space="preserve">-Stadion Wien - </w:t>
      </w:r>
      <w:proofErr w:type="spellStart"/>
      <w:r w:rsidRPr="005431EE">
        <w:rPr>
          <w:lang w:val="de-DE"/>
        </w:rPr>
        <w:t>Zöchling</w:t>
      </w:r>
      <w:proofErr w:type="spellEnd"/>
      <w:r w:rsidRPr="005431EE">
        <w:rPr>
          <w:lang w:val="de-DE"/>
        </w:rPr>
        <w:t xml:space="preserve"> Hainfeld. </w:t>
      </w:r>
      <w:hyperlink r:id="rId31" w:history="1">
        <w:r w:rsidRPr="00E274EF">
          <w:rPr>
            <w:rStyle w:val="Hyperlink"/>
          </w:rPr>
          <w:t>https://www.youtube.com/watch?v=ibAicNYBcPI</w:t>
        </w:r>
      </w:hyperlink>
    </w:p>
    <w:p w14:paraId="41670951" w14:textId="77777777" w:rsidR="00E274EF" w:rsidRDefault="00E274EF" w:rsidP="00A755A3">
      <w:pPr>
        <w:pStyle w:val="Title"/>
      </w:pPr>
    </w:p>
    <w:p w14:paraId="1730C018" w14:textId="2C2A39BF" w:rsidR="00A755A3" w:rsidRDefault="00D03282" w:rsidP="00D11CAD">
      <w:pPr>
        <w:pStyle w:val="Title"/>
      </w:pPr>
      <w:proofErr w:type="spellStart"/>
      <w:r>
        <w:t>Buurman</w:t>
      </w:r>
      <w:proofErr w:type="spellEnd"/>
      <w:r w:rsidR="00A755A3">
        <w:t xml:space="preserve"> (</w:t>
      </w:r>
      <w:r>
        <w:t>BU</w:t>
      </w:r>
      <w:r w:rsidR="00A755A3">
        <w:t>)</w:t>
      </w:r>
    </w:p>
    <w:p w14:paraId="44460467" w14:textId="77777777" w:rsidR="00A755A3" w:rsidRPr="006E69C2" w:rsidRDefault="00A755A3" w:rsidP="00A755A3">
      <w:pPr>
        <w:pStyle w:val="Subtitle"/>
      </w:pPr>
      <w:r w:rsidRPr="006E69C2">
        <w:t>Articles, Book Chapters, Written Documents</w:t>
      </w:r>
    </w:p>
    <w:p w14:paraId="57FBB905" w14:textId="1837B84E" w:rsidR="00ED39E3" w:rsidRDefault="00ED39E3" w:rsidP="0069164C">
      <w:pPr>
        <w:pStyle w:val="ListParagraph"/>
        <w:numPr>
          <w:ilvl w:val="0"/>
          <w:numId w:val="7"/>
        </w:numPr>
      </w:pPr>
      <w:r>
        <w:t xml:space="preserve">Helmer, N. (2019). </w:t>
      </w:r>
      <w:r w:rsidRPr="0084547B">
        <w:rPr>
          <w:i/>
          <w:iCs/>
        </w:rPr>
        <w:t xml:space="preserve">Making and City development. A case study of makerspace the </w:t>
      </w:r>
      <w:proofErr w:type="spellStart"/>
      <w:r w:rsidRPr="0084547B">
        <w:rPr>
          <w:i/>
          <w:iCs/>
        </w:rPr>
        <w:t>Keilewerf</w:t>
      </w:r>
      <w:proofErr w:type="spellEnd"/>
      <w:r w:rsidRPr="0084547B">
        <w:rPr>
          <w:i/>
          <w:iCs/>
        </w:rPr>
        <w:t xml:space="preserve"> in Rotterdam, the Netherlands.</w:t>
      </w:r>
      <w:r>
        <w:t xml:space="preserve"> Making and City development. A case study of makerspace the </w:t>
      </w:r>
      <w:proofErr w:type="spellStart"/>
      <w:r>
        <w:t>Keilewerf</w:t>
      </w:r>
      <w:proofErr w:type="spellEnd"/>
      <w:r>
        <w:t xml:space="preserve"> in Rotterdam, the Netherlands.</w:t>
      </w:r>
    </w:p>
    <w:p w14:paraId="2353E4F4" w14:textId="330E244A" w:rsidR="00ED39E3" w:rsidRDefault="00ED39E3" w:rsidP="0069164C">
      <w:pPr>
        <w:pStyle w:val="ListParagraph"/>
        <w:numPr>
          <w:ilvl w:val="0"/>
          <w:numId w:val="7"/>
        </w:numPr>
      </w:pPr>
      <w:r w:rsidRPr="0084547B">
        <w:rPr>
          <w:lang w:val="de-DE"/>
        </w:rPr>
        <w:t xml:space="preserve">Prins, A. (2022). </w:t>
      </w:r>
      <w:proofErr w:type="spellStart"/>
      <w:r w:rsidRPr="0084547B">
        <w:rPr>
          <w:i/>
          <w:iCs/>
          <w:lang w:val="de-DE"/>
        </w:rPr>
        <w:t>Maakbedrijven</w:t>
      </w:r>
      <w:proofErr w:type="spellEnd"/>
      <w:r w:rsidRPr="0084547B">
        <w:rPr>
          <w:i/>
          <w:iCs/>
          <w:lang w:val="de-DE"/>
        </w:rPr>
        <w:t xml:space="preserve"> </w:t>
      </w:r>
      <w:proofErr w:type="spellStart"/>
      <w:r w:rsidRPr="0084547B">
        <w:rPr>
          <w:i/>
          <w:iCs/>
          <w:lang w:val="de-DE"/>
        </w:rPr>
        <w:t>brengen</w:t>
      </w:r>
      <w:proofErr w:type="spellEnd"/>
      <w:r w:rsidRPr="0084547B">
        <w:rPr>
          <w:i/>
          <w:iCs/>
          <w:lang w:val="de-DE"/>
        </w:rPr>
        <w:t xml:space="preserve"> </w:t>
      </w:r>
      <w:proofErr w:type="spellStart"/>
      <w:r w:rsidRPr="0084547B">
        <w:rPr>
          <w:i/>
          <w:iCs/>
          <w:lang w:val="de-DE"/>
        </w:rPr>
        <w:t>creativiteit</w:t>
      </w:r>
      <w:proofErr w:type="spellEnd"/>
      <w:r w:rsidRPr="0084547B">
        <w:rPr>
          <w:i/>
          <w:iCs/>
          <w:lang w:val="de-DE"/>
        </w:rPr>
        <w:t xml:space="preserve"> en </w:t>
      </w:r>
      <w:proofErr w:type="spellStart"/>
      <w:r w:rsidRPr="0084547B">
        <w:rPr>
          <w:i/>
          <w:iCs/>
          <w:lang w:val="de-DE"/>
        </w:rPr>
        <w:t>circulariteit</w:t>
      </w:r>
      <w:proofErr w:type="spellEnd"/>
      <w:r w:rsidRPr="0084547B">
        <w:rPr>
          <w:i/>
          <w:iCs/>
          <w:lang w:val="de-DE"/>
        </w:rPr>
        <w:t xml:space="preserve"> </w:t>
      </w:r>
      <w:proofErr w:type="spellStart"/>
      <w:r w:rsidRPr="0084547B">
        <w:rPr>
          <w:i/>
          <w:iCs/>
          <w:lang w:val="de-DE"/>
        </w:rPr>
        <w:t>naar</w:t>
      </w:r>
      <w:proofErr w:type="spellEnd"/>
      <w:r w:rsidRPr="0084547B">
        <w:rPr>
          <w:i/>
          <w:iCs/>
          <w:lang w:val="de-DE"/>
        </w:rPr>
        <w:t xml:space="preserve"> de stad, </w:t>
      </w:r>
      <w:proofErr w:type="spellStart"/>
      <w:r w:rsidRPr="0084547B">
        <w:rPr>
          <w:i/>
          <w:iCs/>
          <w:lang w:val="de-DE"/>
        </w:rPr>
        <w:t>maar</w:t>
      </w:r>
      <w:proofErr w:type="spellEnd"/>
      <w:r w:rsidRPr="0084547B">
        <w:rPr>
          <w:i/>
          <w:iCs/>
          <w:lang w:val="de-DE"/>
        </w:rPr>
        <w:t xml:space="preserve"> </w:t>
      </w:r>
      <w:proofErr w:type="spellStart"/>
      <w:r w:rsidRPr="0084547B">
        <w:rPr>
          <w:i/>
          <w:iCs/>
          <w:lang w:val="de-DE"/>
        </w:rPr>
        <w:t>hoelang</w:t>
      </w:r>
      <w:proofErr w:type="spellEnd"/>
      <w:r w:rsidRPr="0084547B">
        <w:rPr>
          <w:i/>
          <w:iCs/>
          <w:lang w:val="de-DE"/>
        </w:rPr>
        <w:t xml:space="preserve"> </w:t>
      </w:r>
      <w:proofErr w:type="spellStart"/>
      <w:r w:rsidRPr="0084547B">
        <w:rPr>
          <w:i/>
          <w:iCs/>
          <w:lang w:val="de-DE"/>
        </w:rPr>
        <w:t>nog</w:t>
      </w:r>
      <w:proofErr w:type="spellEnd"/>
      <w:r w:rsidRPr="0084547B">
        <w:rPr>
          <w:i/>
          <w:iCs/>
          <w:lang w:val="de-DE"/>
        </w:rPr>
        <w:t>?</w:t>
      </w:r>
      <w:r w:rsidRPr="0084547B">
        <w:rPr>
          <w:lang w:val="de-DE"/>
        </w:rPr>
        <w:t xml:space="preserve"> </w:t>
      </w:r>
      <w:hyperlink r:id="rId32" w:history="1">
        <w:r w:rsidRPr="00E274EF">
          <w:rPr>
            <w:rStyle w:val="Hyperlink"/>
          </w:rPr>
          <w:t>https://www.gebiedsontwikkeling.nu/artikelen/maakbedrijven-brengen-creativiteit-en-circulariteit-naar-de-stad-maar-hoelang-nog/</w:t>
        </w:r>
      </w:hyperlink>
    </w:p>
    <w:p w14:paraId="6009E2D4" w14:textId="77777777" w:rsidR="00136155" w:rsidRPr="006E69C2" w:rsidRDefault="00136155" w:rsidP="00ED39E3"/>
    <w:p w14:paraId="310834D7" w14:textId="77777777" w:rsidR="0084547B" w:rsidRDefault="00A755A3" w:rsidP="0084547B">
      <w:pPr>
        <w:pStyle w:val="Subtitle"/>
      </w:pPr>
      <w:r>
        <w:t>Newspaper Articles</w:t>
      </w:r>
    </w:p>
    <w:p w14:paraId="10E32C0F" w14:textId="17C66C84" w:rsidR="0084547B" w:rsidRPr="006B042B" w:rsidRDefault="00521F4C" w:rsidP="0069164C">
      <w:pPr>
        <w:pStyle w:val="ListParagraph"/>
        <w:numPr>
          <w:ilvl w:val="0"/>
          <w:numId w:val="7"/>
        </w:numPr>
        <w:rPr>
          <w:lang w:val="de-DE"/>
        </w:rPr>
      </w:pPr>
      <w:r>
        <w:t xml:space="preserve">De </w:t>
      </w:r>
      <w:proofErr w:type="spellStart"/>
      <w:r>
        <w:t>Weyer</w:t>
      </w:r>
      <w:proofErr w:type="spellEnd"/>
      <w:r>
        <w:t xml:space="preserve">, G. (2023). </w:t>
      </w:r>
      <w:proofErr w:type="spellStart"/>
      <w:r>
        <w:t>Bij</w:t>
      </w:r>
      <w:proofErr w:type="spellEnd"/>
      <w:r>
        <w:t xml:space="preserve"> </w:t>
      </w:r>
      <w:proofErr w:type="spellStart"/>
      <w:r>
        <w:t>Buurman</w:t>
      </w:r>
      <w:proofErr w:type="spellEnd"/>
      <w:r>
        <w:t xml:space="preserve"> is </w:t>
      </w:r>
      <w:proofErr w:type="spellStart"/>
      <w:r>
        <w:t>hout</w:t>
      </w:r>
      <w:proofErr w:type="spellEnd"/>
      <w:r>
        <w:t xml:space="preserve"> nooit </w:t>
      </w:r>
      <w:proofErr w:type="spellStart"/>
      <w:r>
        <w:t>afval</w:t>
      </w:r>
      <w:proofErr w:type="spellEnd"/>
      <w:r>
        <w:t xml:space="preserve"> maar </w:t>
      </w:r>
      <w:proofErr w:type="spellStart"/>
      <w:r>
        <w:t>altijd</w:t>
      </w:r>
      <w:proofErr w:type="spellEnd"/>
      <w:r>
        <w:t xml:space="preserve"> </w:t>
      </w:r>
      <w:proofErr w:type="spellStart"/>
      <w:r>
        <w:t>grondstof</w:t>
      </w:r>
      <w:proofErr w:type="spellEnd"/>
      <w:r>
        <w:t>: ‘</w:t>
      </w:r>
      <w:proofErr w:type="spellStart"/>
      <w:r>
        <w:t>Bedrijven</w:t>
      </w:r>
      <w:proofErr w:type="spellEnd"/>
      <w:r>
        <w:t xml:space="preserve"> </w:t>
      </w:r>
      <w:proofErr w:type="spellStart"/>
      <w:r>
        <w:t>onderdompelen</w:t>
      </w:r>
      <w:proofErr w:type="spellEnd"/>
      <w:r>
        <w:t xml:space="preserve"> in </w:t>
      </w:r>
      <w:proofErr w:type="spellStart"/>
      <w:r>
        <w:t>circulaire</w:t>
      </w:r>
      <w:proofErr w:type="spellEnd"/>
      <w:r>
        <w:t xml:space="preserve"> </w:t>
      </w:r>
      <w:proofErr w:type="spellStart"/>
      <w:r>
        <w:t>economie</w:t>
      </w:r>
      <w:proofErr w:type="spellEnd"/>
      <w:r>
        <w:t>’.</w:t>
      </w:r>
      <w:r w:rsidRPr="00521F4C">
        <w:t xml:space="preserve"> </w:t>
      </w:r>
      <w:proofErr w:type="spellStart"/>
      <w:r w:rsidRPr="00765BB0">
        <w:rPr>
          <w:lang w:val="de-DE"/>
        </w:rPr>
        <w:t>DeMorgen</w:t>
      </w:r>
      <w:proofErr w:type="spellEnd"/>
      <w:r w:rsidRPr="00765BB0">
        <w:rPr>
          <w:lang w:val="de-DE"/>
        </w:rPr>
        <w:t xml:space="preserve">. </w:t>
      </w:r>
      <w:hyperlink r:id="rId33" w:history="1">
        <w:r w:rsidR="00E274EF" w:rsidRPr="006B042B">
          <w:rPr>
            <w:rStyle w:val="Hyperlink"/>
            <w:lang w:val="de-DE"/>
          </w:rPr>
          <w:t>https://www.demorgen.be/beter-leven/bij-buurman-is-hout-nooit-afval-maar-altijd-grondstof-bedrijven-onderdompelen-in-circulaire-economie~b712945f/?referrer=https%3A%2F%2Fwww.google.com%2F</w:t>
        </w:r>
      </w:hyperlink>
    </w:p>
    <w:p w14:paraId="5C3CA9E8" w14:textId="2B5FAFAC" w:rsidR="00692975" w:rsidRPr="0017568D" w:rsidRDefault="00692975" w:rsidP="0069164C">
      <w:pPr>
        <w:pStyle w:val="ListParagraph"/>
        <w:numPr>
          <w:ilvl w:val="0"/>
          <w:numId w:val="7"/>
        </w:numPr>
        <w:rPr>
          <w:lang w:val="de-DE"/>
        </w:rPr>
      </w:pPr>
      <w:proofErr w:type="spellStart"/>
      <w:r w:rsidRPr="0017568D">
        <w:rPr>
          <w:lang w:val="de-DE"/>
        </w:rPr>
        <w:t>Westeng</w:t>
      </w:r>
      <w:proofErr w:type="spellEnd"/>
      <w:r w:rsidRPr="0017568D">
        <w:rPr>
          <w:lang w:val="de-DE"/>
        </w:rPr>
        <w:t xml:space="preserve">, A. (2017, June). </w:t>
      </w:r>
      <w:proofErr w:type="spellStart"/>
      <w:r w:rsidRPr="0017568D">
        <w:rPr>
          <w:lang w:val="de-DE"/>
        </w:rPr>
        <w:t>Afgedankt</w:t>
      </w:r>
      <w:proofErr w:type="spellEnd"/>
      <w:r w:rsidRPr="0017568D">
        <w:rPr>
          <w:lang w:val="de-DE"/>
        </w:rPr>
        <w:t xml:space="preserve"> </w:t>
      </w:r>
      <w:proofErr w:type="spellStart"/>
      <w:r w:rsidRPr="0017568D">
        <w:rPr>
          <w:lang w:val="de-DE"/>
        </w:rPr>
        <w:t>hout</w:t>
      </w:r>
      <w:proofErr w:type="spellEnd"/>
      <w:r w:rsidRPr="0017568D">
        <w:rPr>
          <w:lang w:val="de-DE"/>
        </w:rPr>
        <w:t xml:space="preserve"> </w:t>
      </w:r>
      <w:proofErr w:type="spellStart"/>
      <w:r w:rsidRPr="0017568D">
        <w:rPr>
          <w:lang w:val="de-DE"/>
        </w:rPr>
        <w:t>gaat</w:t>
      </w:r>
      <w:proofErr w:type="spellEnd"/>
      <w:r w:rsidRPr="0017568D">
        <w:rPr>
          <w:lang w:val="de-DE"/>
        </w:rPr>
        <w:t xml:space="preserve"> nu </w:t>
      </w:r>
      <w:proofErr w:type="spellStart"/>
      <w:r w:rsidRPr="0017568D">
        <w:rPr>
          <w:lang w:val="de-DE"/>
        </w:rPr>
        <w:t>eens</w:t>
      </w:r>
      <w:proofErr w:type="spellEnd"/>
      <w:r w:rsidRPr="0017568D">
        <w:rPr>
          <w:lang w:val="de-DE"/>
        </w:rPr>
        <w:t xml:space="preserve"> </w:t>
      </w:r>
      <w:proofErr w:type="spellStart"/>
      <w:r w:rsidRPr="0017568D">
        <w:rPr>
          <w:lang w:val="de-DE"/>
        </w:rPr>
        <w:t>níet</w:t>
      </w:r>
      <w:proofErr w:type="spellEnd"/>
      <w:r w:rsidRPr="0017568D">
        <w:rPr>
          <w:lang w:val="de-DE"/>
        </w:rPr>
        <w:t xml:space="preserve"> </w:t>
      </w:r>
      <w:proofErr w:type="spellStart"/>
      <w:r w:rsidRPr="0017568D">
        <w:rPr>
          <w:lang w:val="de-DE"/>
        </w:rPr>
        <w:t>met</w:t>
      </w:r>
      <w:proofErr w:type="spellEnd"/>
      <w:r w:rsidRPr="0017568D">
        <w:rPr>
          <w:lang w:val="de-DE"/>
        </w:rPr>
        <w:t xml:space="preserve"> </w:t>
      </w:r>
      <w:proofErr w:type="spellStart"/>
      <w:r w:rsidRPr="0017568D">
        <w:rPr>
          <w:lang w:val="de-DE"/>
        </w:rPr>
        <w:t>subsidie</w:t>
      </w:r>
      <w:proofErr w:type="spellEnd"/>
      <w:r w:rsidRPr="0017568D">
        <w:rPr>
          <w:lang w:val="de-DE"/>
        </w:rPr>
        <w:t xml:space="preserve"> de </w:t>
      </w:r>
      <w:proofErr w:type="spellStart"/>
      <w:r w:rsidRPr="0017568D">
        <w:rPr>
          <w:lang w:val="de-DE"/>
        </w:rPr>
        <w:t>versnipperaar</w:t>
      </w:r>
      <w:proofErr w:type="spellEnd"/>
      <w:r w:rsidRPr="0017568D">
        <w:rPr>
          <w:lang w:val="de-DE"/>
        </w:rPr>
        <w:t xml:space="preserve"> in. </w:t>
      </w:r>
      <w:proofErr w:type="spellStart"/>
      <w:r w:rsidRPr="0017568D">
        <w:rPr>
          <w:lang w:val="de-DE"/>
        </w:rPr>
        <w:t>Financieele</w:t>
      </w:r>
      <w:proofErr w:type="spellEnd"/>
      <w:r w:rsidRPr="0017568D">
        <w:rPr>
          <w:lang w:val="de-DE"/>
        </w:rPr>
        <w:t xml:space="preserve"> Dagblad. </w:t>
      </w:r>
      <w:hyperlink r:id="rId34" w:history="1">
        <w:r w:rsidRPr="006B042B">
          <w:rPr>
            <w:rStyle w:val="Hyperlink"/>
            <w:lang w:val="de-DE"/>
          </w:rPr>
          <w:t>https://fd.nl/ondernemen/1204522/afgedankt-hout-gaat-nu-eens-niet-met-subsidie-de-versnipperaar-in</w:t>
        </w:r>
      </w:hyperlink>
    </w:p>
    <w:p w14:paraId="58C18E11" w14:textId="77777777" w:rsidR="00692975" w:rsidRPr="00692975" w:rsidRDefault="00692975" w:rsidP="00692975">
      <w:pPr>
        <w:rPr>
          <w:lang w:val="de-DE"/>
        </w:rPr>
      </w:pPr>
    </w:p>
    <w:p w14:paraId="6E21A8EF" w14:textId="77777777" w:rsidR="00A755A3" w:rsidRDefault="00A755A3" w:rsidP="00A755A3">
      <w:pPr>
        <w:pStyle w:val="Subtitle"/>
      </w:pPr>
      <w:r>
        <w:t>Webpages and Blogs</w:t>
      </w:r>
    </w:p>
    <w:p w14:paraId="3F28DF24" w14:textId="77777777" w:rsidR="00AB7291" w:rsidRPr="0017568D" w:rsidRDefault="00AB7291" w:rsidP="0069164C">
      <w:pPr>
        <w:pStyle w:val="ListParagraph"/>
        <w:numPr>
          <w:ilvl w:val="0"/>
          <w:numId w:val="7"/>
        </w:numPr>
        <w:rPr>
          <w:lang w:val="de-DE"/>
        </w:rPr>
      </w:pPr>
      <w:proofErr w:type="spellStart"/>
      <w:r w:rsidRPr="0017568D">
        <w:rPr>
          <w:lang w:val="de-DE"/>
        </w:rPr>
        <w:t>Buurman</w:t>
      </w:r>
      <w:proofErr w:type="spellEnd"/>
      <w:r w:rsidRPr="0017568D">
        <w:rPr>
          <w:lang w:val="de-DE"/>
        </w:rPr>
        <w:t xml:space="preserve"> </w:t>
      </w:r>
      <w:hyperlink r:id="rId35" w:history="1">
        <w:r w:rsidRPr="006B042B">
          <w:rPr>
            <w:rStyle w:val="Hyperlink"/>
            <w:lang w:val="de-DE"/>
          </w:rPr>
          <w:t>https://www.buurman.in/</w:t>
        </w:r>
      </w:hyperlink>
    </w:p>
    <w:p w14:paraId="1E053063" w14:textId="77777777" w:rsidR="00AB7291" w:rsidRPr="00E274EF" w:rsidRDefault="00AB7291" w:rsidP="0069164C">
      <w:pPr>
        <w:pStyle w:val="ListParagraph"/>
        <w:numPr>
          <w:ilvl w:val="0"/>
          <w:numId w:val="7"/>
        </w:numPr>
        <w:rPr>
          <w:rStyle w:val="Hyperlink"/>
        </w:rPr>
      </w:pPr>
      <w:proofErr w:type="spellStart"/>
      <w:r>
        <w:t>Buurman</w:t>
      </w:r>
      <w:proofErr w:type="spellEnd"/>
      <w:r>
        <w:t xml:space="preserve"> Rotterdam </w:t>
      </w:r>
      <w:hyperlink r:id="rId36" w:history="1">
        <w:r w:rsidRPr="00E274EF">
          <w:rPr>
            <w:rStyle w:val="Hyperlink"/>
          </w:rPr>
          <w:t>https://www.buurmanrotterdam.nl/</w:t>
        </w:r>
      </w:hyperlink>
    </w:p>
    <w:p w14:paraId="481E044E" w14:textId="77777777" w:rsidR="00AB7291" w:rsidRDefault="00AB7291" w:rsidP="0069164C">
      <w:pPr>
        <w:pStyle w:val="ListParagraph"/>
        <w:numPr>
          <w:ilvl w:val="0"/>
          <w:numId w:val="7"/>
        </w:numPr>
      </w:pPr>
      <w:proofErr w:type="spellStart"/>
      <w:r>
        <w:t>Buurvrouw</w:t>
      </w:r>
      <w:proofErr w:type="spellEnd"/>
      <w:r>
        <w:t xml:space="preserve">. </w:t>
      </w:r>
      <w:hyperlink r:id="rId37" w:history="1">
        <w:r w:rsidRPr="00E274EF">
          <w:rPr>
            <w:rStyle w:val="Hyperlink"/>
          </w:rPr>
          <w:t>https://www.buurvrouw.org</w:t>
        </w:r>
      </w:hyperlink>
    </w:p>
    <w:p w14:paraId="429802F8" w14:textId="77777777" w:rsidR="00AB7291" w:rsidRPr="0017568D" w:rsidRDefault="00AB7291" w:rsidP="0069164C">
      <w:pPr>
        <w:pStyle w:val="ListParagraph"/>
        <w:numPr>
          <w:ilvl w:val="0"/>
          <w:numId w:val="7"/>
        </w:numPr>
        <w:rPr>
          <w:lang w:val="de-DE"/>
        </w:rPr>
      </w:pPr>
      <w:proofErr w:type="spellStart"/>
      <w:r w:rsidRPr="0017568D">
        <w:rPr>
          <w:lang w:val="de-DE"/>
        </w:rPr>
        <w:t>Keilewerf</w:t>
      </w:r>
      <w:proofErr w:type="spellEnd"/>
      <w:r w:rsidRPr="0017568D">
        <w:rPr>
          <w:lang w:val="de-DE"/>
        </w:rPr>
        <w:t xml:space="preserve"> </w:t>
      </w:r>
      <w:hyperlink r:id="rId38" w:history="1">
        <w:r w:rsidRPr="006B042B">
          <w:rPr>
            <w:rStyle w:val="Hyperlink"/>
            <w:lang w:val="de-DE"/>
          </w:rPr>
          <w:t>https://www.keilewerf.nl/</w:t>
        </w:r>
      </w:hyperlink>
    </w:p>
    <w:p w14:paraId="5CB6CDBE" w14:textId="77777777" w:rsidR="00AB7291" w:rsidRDefault="00AB7291" w:rsidP="0069164C">
      <w:pPr>
        <w:pStyle w:val="ListParagraph"/>
        <w:numPr>
          <w:ilvl w:val="0"/>
          <w:numId w:val="7"/>
        </w:numPr>
      </w:pPr>
      <w:r>
        <w:t xml:space="preserve">M4H </w:t>
      </w:r>
      <w:hyperlink r:id="rId39" w:history="1">
        <w:r w:rsidRPr="00E274EF">
          <w:rPr>
            <w:rStyle w:val="Hyperlink"/>
          </w:rPr>
          <w:t>https://m4hrotterdam.nl/over-m4h/</w:t>
        </w:r>
      </w:hyperlink>
    </w:p>
    <w:p w14:paraId="21E7D223" w14:textId="77777777" w:rsidR="00692975" w:rsidRPr="006E69C2" w:rsidRDefault="00692975" w:rsidP="00692975"/>
    <w:p w14:paraId="5E8E9EE3" w14:textId="77777777" w:rsidR="00A755A3" w:rsidRDefault="00A755A3" w:rsidP="00A755A3">
      <w:pPr>
        <w:pStyle w:val="Subtitle"/>
      </w:pPr>
      <w:r>
        <w:t xml:space="preserve">Presentations, </w:t>
      </w:r>
      <w:r w:rsidRPr="006E69C2">
        <w:t>Video and Audio Recordings</w:t>
      </w:r>
    </w:p>
    <w:p w14:paraId="12B2513A" w14:textId="77777777" w:rsidR="00AB7291" w:rsidRDefault="00AB7291" w:rsidP="0069164C">
      <w:pPr>
        <w:pStyle w:val="ListParagraph"/>
        <w:numPr>
          <w:ilvl w:val="0"/>
          <w:numId w:val="7"/>
        </w:numPr>
      </w:pPr>
      <w:proofErr w:type="spellStart"/>
      <w:r>
        <w:t>Filmportret</w:t>
      </w:r>
      <w:proofErr w:type="spellEnd"/>
      <w:r>
        <w:t xml:space="preserve"> </w:t>
      </w:r>
      <w:proofErr w:type="spellStart"/>
      <w:r>
        <w:t>Keilewerf</w:t>
      </w:r>
      <w:proofErr w:type="spellEnd"/>
      <w:r>
        <w:t xml:space="preserve"> Rotterdam Makers District </w:t>
      </w:r>
      <w:hyperlink r:id="rId40" w:history="1">
        <w:r w:rsidRPr="00E274EF">
          <w:rPr>
            <w:rStyle w:val="Hyperlink"/>
          </w:rPr>
          <w:t>https://www.youtube.com/watch?v=WOx8sjUYah4</w:t>
        </w:r>
      </w:hyperlink>
    </w:p>
    <w:p w14:paraId="5DE2E1A7" w14:textId="77777777" w:rsidR="00AB7291" w:rsidRDefault="00AB7291" w:rsidP="0069164C">
      <w:pPr>
        <w:pStyle w:val="ListParagraph"/>
        <w:numPr>
          <w:ilvl w:val="0"/>
          <w:numId w:val="7"/>
        </w:numPr>
      </w:pPr>
      <w:r>
        <w:t xml:space="preserve">Interview Laura Rosen Jacobsen </w:t>
      </w:r>
      <w:hyperlink r:id="rId41" w:history="1">
        <w:r w:rsidRPr="00E274EF">
          <w:rPr>
            <w:rStyle w:val="Hyperlink"/>
          </w:rPr>
          <w:t>https://www.keilewerf.nl/keilewerver/buurman/</w:t>
        </w:r>
      </w:hyperlink>
    </w:p>
    <w:p w14:paraId="63F7BDB9" w14:textId="75EDDE51" w:rsidR="00AB7291" w:rsidRDefault="00AB7291" w:rsidP="0069164C">
      <w:pPr>
        <w:pStyle w:val="ListParagraph"/>
        <w:numPr>
          <w:ilvl w:val="0"/>
          <w:numId w:val="7"/>
        </w:numPr>
      </w:pPr>
      <w:r>
        <w:t xml:space="preserve">M4H Spatial Framework </w:t>
      </w:r>
      <w:hyperlink r:id="rId42" w:history="1">
        <w:r w:rsidRPr="00E274EF">
          <w:rPr>
            <w:rStyle w:val="Hyperlink"/>
          </w:rPr>
          <w:t>https://www.youtube.com/watch?v=OB3o8iPEO_A</w:t>
        </w:r>
      </w:hyperlink>
      <w:r w:rsidR="00E274EF">
        <w:t xml:space="preserve"> </w:t>
      </w:r>
    </w:p>
    <w:p w14:paraId="32365E4A" w14:textId="77777777" w:rsidR="00AB7291" w:rsidRDefault="00AB7291" w:rsidP="0069164C">
      <w:pPr>
        <w:pStyle w:val="ListParagraph"/>
        <w:numPr>
          <w:ilvl w:val="0"/>
          <w:numId w:val="7"/>
        </w:numPr>
      </w:pPr>
      <w:r>
        <w:t xml:space="preserve">Rotterdam Makers District </w:t>
      </w:r>
      <w:hyperlink r:id="rId43" w:history="1">
        <w:r w:rsidRPr="00E274EF">
          <w:rPr>
            <w:rStyle w:val="Hyperlink"/>
          </w:rPr>
          <w:t>https://www.youtube.com/watch?v=m4V5UkmFJWA</w:t>
        </w:r>
      </w:hyperlink>
    </w:p>
    <w:p w14:paraId="247EB840" w14:textId="77777777" w:rsidR="00DF751A" w:rsidRPr="00692975" w:rsidRDefault="00DF751A" w:rsidP="00DF751A"/>
    <w:p w14:paraId="430D546E" w14:textId="71B756CE" w:rsidR="00B90622" w:rsidRDefault="00B90622" w:rsidP="00D11CAD">
      <w:pPr>
        <w:pStyle w:val="Title"/>
      </w:pPr>
      <w:r>
        <w:t>Cartoneros (CA)</w:t>
      </w:r>
    </w:p>
    <w:p w14:paraId="716CD899" w14:textId="77777777" w:rsidR="00B90622" w:rsidRPr="006E69C2" w:rsidRDefault="00B90622" w:rsidP="00B90622">
      <w:pPr>
        <w:pStyle w:val="Subtitle"/>
      </w:pPr>
      <w:r w:rsidRPr="006E69C2">
        <w:lastRenderedPageBreak/>
        <w:t>Articles, Book Chapters, Written Documents</w:t>
      </w:r>
    </w:p>
    <w:p w14:paraId="5D135426" w14:textId="77777777" w:rsidR="00EF3A2E" w:rsidRDefault="00EF3A2E" w:rsidP="0069164C">
      <w:pPr>
        <w:pStyle w:val="ListParagraph"/>
        <w:numPr>
          <w:ilvl w:val="0"/>
          <w:numId w:val="8"/>
        </w:numPr>
        <w:rPr>
          <w:lang w:val="de-DE"/>
        </w:rPr>
      </w:pPr>
      <w:proofErr w:type="spellStart"/>
      <w:r w:rsidRPr="00A53007">
        <w:rPr>
          <w:lang w:val="es-ES"/>
        </w:rPr>
        <w:t>Dimarco</w:t>
      </w:r>
      <w:proofErr w:type="spellEnd"/>
      <w:r w:rsidRPr="00A53007">
        <w:rPr>
          <w:lang w:val="es-ES"/>
        </w:rPr>
        <w:t>, S. (</w:t>
      </w:r>
      <w:proofErr w:type="gramStart"/>
      <w:r w:rsidRPr="00A53007">
        <w:rPr>
          <w:lang w:val="es-ES"/>
        </w:rPr>
        <w:t>2006 )</w:t>
      </w:r>
      <w:proofErr w:type="gramEnd"/>
      <w:r w:rsidRPr="00A53007">
        <w:rPr>
          <w:lang w:val="es-ES"/>
        </w:rPr>
        <w:t xml:space="preserve">. Experiencias de autoorganización en cartoneros: Un acercamiento a la configuración de vínculos laborales y sociales en contextos de exclusión social. </w:t>
      </w:r>
      <w:proofErr w:type="spellStart"/>
      <w:r w:rsidRPr="00431343">
        <w:rPr>
          <w:lang w:val="de-DE"/>
        </w:rPr>
        <w:t>Questión</w:t>
      </w:r>
      <w:proofErr w:type="spellEnd"/>
      <w:r w:rsidRPr="00431343">
        <w:rPr>
          <w:lang w:val="de-DE"/>
        </w:rPr>
        <w:t>, 1(10).</w:t>
      </w:r>
    </w:p>
    <w:p w14:paraId="4990266C" w14:textId="70BC3A90" w:rsidR="00EF3A2E" w:rsidRDefault="00EF3A2E" w:rsidP="0069164C">
      <w:pPr>
        <w:pStyle w:val="ListParagraph"/>
        <w:numPr>
          <w:ilvl w:val="0"/>
          <w:numId w:val="8"/>
        </w:numPr>
        <w:rPr>
          <w:lang w:val="de-DE"/>
        </w:rPr>
      </w:pPr>
      <w:proofErr w:type="spellStart"/>
      <w:r w:rsidRPr="00A53007">
        <w:t>Durington</w:t>
      </w:r>
      <w:proofErr w:type="spellEnd"/>
      <w:r w:rsidRPr="00A53007">
        <w:t xml:space="preserve">, M. (2011). Cartoneros and Neoliberal Garbage. An Interview with Ernesto </w:t>
      </w:r>
      <w:proofErr w:type="spellStart"/>
      <w:r w:rsidRPr="00A53007">
        <w:t>Livon-Grosman</w:t>
      </w:r>
      <w:proofErr w:type="spellEnd"/>
      <w:r w:rsidRPr="00A53007">
        <w:t xml:space="preserve">. </w:t>
      </w:r>
      <w:r w:rsidRPr="00431343">
        <w:rPr>
          <w:lang w:val="de-DE"/>
        </w:rPr>
        <w:t xml:space="preserve">Anthropology </w:t>
      </w:r>
      <w:proofErr w:type="spellStart"/>
      <w:r w:rsidRPr="00431343">
        <w:rPr>
          <w:lang w:val="de-DE"/>
        </w:rPr>
        <w:t>Now</w:t>
      </w:r>
      <w:proofErr w:type="spellEnd"/>
      <w:r w:rsidRPr="00431343">
        <w:rPr>
          <w:lang w:val="de-DE"/>
        </w:rPr>
        <w:t xml:space="preserve">, 3(1). </w:t>
      </w:r>
      <w:hyperlink r:id="rId44" w:history="1">
        <w:r w:rsidR="00AC5227" w:rsidRPr="00CA2CE7">
          <w:rPr>
            <w:rStyle w:val="Hyperlink"/>
            <w:lang w:val="de-DE"/>
          </w:rPr>
          <w:t>https://doi.org/https://doi.org/10.1080/19428200.2011.11869132</w:t>
        </w:r>
      </w:hyperlink>
    </w:p>
    <w:p w14:paraId="3A1ED74D" w14:textId="77777777" w:rsidR="00EF3A2E" w:rsidRPr="00AC5227" w:rsidRDefault="00EF3A2E" w:rsidP="00AC5227">
      <w:pPr>
        <w:pStyle w:val="ListParagraph"/>
        <w:numPr>
          <w:ilvl w:val="0"/>
          <w:numId w:val="8"/>
        </w:numPr>
        <w:rPr>
          <w:lang w:val="de-DE"/>
        </w:rPr>
      </w:pPr>
      <w:proofErr w:type="spellStart"/>
      <w:r w:rsidRPr="00AC5227">
        <w:rPr>
          <w:lang w:val="es-ES"/>
        </w:rPr>
        <w:t>Schamber</w:t>
      </w:r>
      <w:proofErr w:type="spellEnd"/>
      <w:r w:rsidRPr="00AC5227">
        <w:rPr>
          <w:lang w:val="es-ES"/>
        </w:rPr>
        <w:t xml:space="preserve">, P. J. (2008). De los desechos a las </w:t>
      </w:r>
      <w:proofErr w:type="spellStart"/>
      <w:r w:rsidRPr="00AC5227">
        <w:rPr>
          <w:lang w:val="es-ES"/>
        </w:rPr>
        <w:t>mercancias</w:t>
      </w:r>
      <w:proofErr w:type="spellEnd"/>
      <w:r w:rsidRPr="00AC5227">
        <w:rPr>
          <w:lang w:val="es-ES"/>
        </w:rPr>
        <w:t xml:space="preserve">. Una etnografía de los cartoneros. </w:t>
      </w:r>
      <w:r w:rsidRPr="00AC5227">
        <w:rPr>
          <w:lang w:val="de-DE"/>
        </w:rPr>
        <w:t xml:space="preserve">Editorial SB. </w:t>
      </w:r>
    </w:p>
    <w:p w14:paraId="4C366530" w14:textId="77777777" w:rsidR="00EF3A2E" w:rsidRPr="00431343" w:rsidRDefault="00EF3A2E" w:rsidP="0069164C">
      <w:pPr>
        <w:pStyle w:val="ListParagraph"/>
        <w:numPr>
          <w:ilvl w:val="0"/>
          <w:numId w:val="8"/>
        </w:numPr>
        <w:rPr>
          <w:lang w:val="de-DE"/>
        </w:rPr>
      </w:pPr>
      <w:proofErr w:type="spellStart"/>
      <w:r w:rsidRPr="00A53007">
        <w:rPr>
          <w:lang w:val="es-ES"/>
        </w:rPr>
        <w:t>Schamber</w:t>
      </w:r>
      <w:proofErr w:type="spellEnd"/>
      <w:r w:rsidRPr="00A53007">
        <w:rPr>
          <w:lang w:val="es-ES"/>
        </w:rPr>
        <w:t xml:space="preserve">, P. J., &amp; Suárez, F. M. (2002). Actores sociales y Cirujeo y gestión de residuos. Una mirada sobre el circuito informal del reciclaje en el conurbano bonaerense. </w:t>
      </w:r>
      <w:proofErr w:type="spellStart"/>
      <w:r w:rsidRPr="00431343">
        <w:rPr>
          <w:lang w:val="de-DE"/>
        </w:rPr>
        <w:t>Revista</w:t>
      </w:r>
      <w:proofErr w:type="spellEnd"/>
      <w:r w:rsidRPr="00431343">
        <w:rPr>
          <w:lang w:val="de-DE"/>
        </w:rPr>
        <w:t xml:space="preserve"> </w:t>
      </w:r>
      <w:proofErr w:type="spellStart"/>
      <w:r w:rsidRPr="00431343">
        <w:rPr>
          <w:lang w:val="de-DE"/>
        </w:rPr>
        <w:t>Realidad</w:t>
      </w:r>
      <w:proofErr w:type="spellEnd"/>
      <w:r w:rsidRPr="00431343">
        <w:rPr>
          <w:lang w:val="de-DE"/>
        </w:rPr>
        <w:t xml:space="preserve"> </w:t>
      </w:r>
      <w:proofErr w:type="spellStart"/>
      <w:r w:rsidRPr="00431343">
        <w:rPr>
          <w:lang w:val="de-DE"/>
        </w:rPr>
        <w:t>Económica</w:t>
      </w:r>
      <w:proofErr w:type="spellEnd"/>
      <w:r w:rsidRPr="00431343">
        <w:rPr>
          <w:lang w:val="de-DE"/>
        </w:rPr>
        <w:t xml:space="preserve"> Buenos Aires. </w:t>
      </w:r>
    </w:p>
    <w:p w14:paraId="5DD4AF76" w14:textId="007B0752" w:rsidR="00EF3A2E" w:rsidRDefault="00EF3A2E" w:rsidP="0069164C">
      <w:pPr>
        <w:pStyle w:val="ListParagraph"/>
        <w:numPr>
          <w:ilvl w:val="0"/>
          <w:numId w:val="8"/>
        </w:numPr>
        <w:rPr>
          <w:lang w:val="de-DE"/>
        </w:rPr>
      </w:pPr>
      <w:r w:rsidRPr="00A53007">
        <w:t>Sternberg, C. A. (2013). From “cartoneros” to “</w:t>
      </w:r>
      <w:proofErr w:type="spellStart"/>
      <w:r w:rsidRPr="00A53007">
        <w:t>recolectores</w:t>
      </w:r>
      <w:proofErr w:type="spellEnd"/>
      <w:r w:rsidRPr="00A53007">
        <w:t xml:space="preserve"> </w:t>
      </w:r>
      <w:proofErr w:type="spellStart"/>
      <w:r w:rsidRPr="00A53007">
        <w:t>urbanos</w:t>
      </w:r>
      <w:proofErr w:type="spellEnd"/>
      <w:r w:rsidRPr="00A53007">
        <w:t xml:space="preserve">”. The changing rhetoric and urban waste management policies in neoliberal Buenos Aires. </w:t>
      </w:r>
      <w:proofErr w:type="spellStart"/>
      <w:r w:rsidRPr="00431343">
        <w:rPr>
          <w:lang w:val="de-DE"/>
        </w:rPr>
        <w:t>Geoforum</w:t>
      </w:r>
      <w:proofErr w:type="spellEnd"/>
      <w:r w:rsidRPr="00431343">
        <w:rPr>
          <w:lang w:val="de-DE"/>
        </w:rPr>
        <w:t xml:space="preserve">, 48, 187-195. </w:t>
      </w:r>
      <w:hyperlink r:id="rId45" w:history="1">
        <w:r w:rsidR="00AC5227" w:rsidRPr="00CA2CE7">
          <w:rPr>
            <w:rStyle w:val="Hyperlink"/>
            <w:lang w:val="de-DE"/>
          </w:rPr>
          <w:t>https://doi.org/10.1016/j.geoforum.2013.04.029</w:t>
        </w:r>
      </w:hyperlink>
    </w:p>
    <w:p w14:paraId="4EA68D3D" w14:textId="77777777" w:rsidR="007E5EA5" w:rsidRPr="00EF3A2E" w:rsidRDefault="007E5EA5" w:rsidP="00EF3A2E">
      <w:pPr>
        <w:rPr>
          <w:lang w:val="de-DE"/>
        </w:rPr>
      </w:pPr>
    </w:p>
    <w:p w14:paraId="02AD612E" w14:textId="77777777" w:rsidR="00B90622" w:rsidRDefault="00B90622" w:rsidP="00B90622">
      <w:pPr>
        <w:pStyle w:val="Subtitle"/>
      </w:pPr>
      <w:r>
        <w:t>Newspaper Articles</w:t>
      </w:r>
    </w:p>
    <w:p w14:paraId="729D4D68" w14:textId="77777777" w:rsidR="00EF3A2E" w:rsidRPr="00A501DC" w:rsidRDefault="00EF3A2E" w:rsidP="0069164C">
      <w:pPr>
        <w:pStyle w:val="ListParagraph"/>
        <w:numPr>
          <w:ilvl w:val="0"/>
          <w:numId w:val="8"/>
        </w:numPr>
      </w:pPr>
      <w:r w:rsidRPr="00A501DC">
        <w:t xml:space="preserve">Balch, O. (2016). The new generation of Buenos Aires trash pickers reenergizing recycling in the capital. The Guardian. </w:t>
      </w:r>
      <w:hyperlink r:id="rId46" w:history="1">
        <w:r w:rsidRPr="00AC5227">
          <w:rPr>
            <w:rStyle w:val="Hyperlink"/>
          </w:rPr>
          <w:t>https://www.theguardian.com/environment/2016/jan/20/buenos-aires-litter-pickers-cartoneros-recycling-argentina-environment</w:t>
        </w:r>
      </w:hyperlink>
    </w:p>
    <w:p w14:paraId="17AF7583" w14:textId="77777777" w:rsidR="00EF3A2E" w:rsidRPr="00A501DC" w:rsidRDefault="00EF3A2E" w:rsidP="0069164C">
      <w:pPr>
        <w:pStyle w:val="ListParagraph"/>
        <w:numPr>
          <w:ilvl w:val="0"/>
          <w:numId w:val="8"/>
        </w:numPr>
        <w:rPr>
          <w:lang w:val="es-ES"/>
        </w:rPr>
      </w:pPr>
      <w:proofErr w:type="spellStart"/>
      <w:r w:rsidRPr="00A501DC">
        <w:rPr>
          <w:lang w:val="es-ES"/>
        </w:rPr>
        <w:t>Bernes-Lasserre</w:t>
      </w:r>
      <w:proofErr w:type="spellEnd"/>
      <w:r w:rsidRPr="00A501DC">
        <w:rPr>
          <w:lang w:val="es-ES"/>
        </w:rPr>
        <w:t xml:space="preserve">, P., &amp; </w:t>
      </w:r>
      <w:proofErr w:type="spellStart"/>
      <w:r w:rsidRPr="00A501DC">
        <w:rPr>
          <w:lang w:val="es-ES"/>
        </w:rPr>
        <w:t>Negron</w:t>
      </w:r>
      <w:proofErr w:type="spellEnd"/>
      <w:r w:rsidRPr="00A501DC">
        <w:rPr>
          <w:lang w:val="es-ES"/>
        </w:rPr>
        <w:t xml:space="preserve">, N. (2023). Cómo buscarse la vida en una Argentina en crisis: el regreso de los eternos cartoneros. El Debate. </w:t>
      </w:r>
      <w:hyperlink r:id="rId47" w:history="1">
        <w:r w:rsidRPr="00A501DC">
          <w:rPr>
            <w:rStyle w:val="Hyperlink"/>
            <w:lang w:val="es-ES"/>
          </w:rPr>
          <w:t>https://www.eldebate.com/internacional/20231021/como-buscarse-vida-argentina-crisis-regreso-eternos-cartoneros_147724.html</w:t>
        </w:r>
      </w:hyperlink>
    </w:p>
    <w:p w14:paraId="413BD744" w14:textId="77777777" w:rsidR="00EF3A2E" w:rsidRDefault="00EF3A2E" w:rsidP="0069164C">
      <w:pPr>
        <w:pStyle w:val="ListParagraph"/>
        <w:numPr>
          <w:ilvl w:val="0"/>
          <w:numId w:val="8"/>
        </w:numPr>
        <w:rPr>
          <w:lang w:val="de-DE"/>
        </w:rPr>
      </w:pPr>
      <w:r w:rsidRPr="00A501DC">
        <w:rPr>
          <w:lang w:val="es-ES"/>
        </w:rPr>
        <w:t xml:space="preserve">Marina, R. (2019). Vivir de lo que otros tiran: una noche con los menores cartoneros de Buenos Aires. elDiario.es. </w:t>
      </w:r>
      <w:hyperlink r:id="rId48" w:history="1">
        <w:r w:rsidRPr="008D437A">
          <w:rPr>
            <w:rStyle w:val="Hyperlink"/>
            <w:lang w:val="de-DE"/>
          </w:rPr>
          <w:t>https://www.eldiario.es/desalambre/viaje-elias-vivir-tiran_1_1341019.html</w:t>
        </w:r>
      </w:hyperlink>
    </w:p>
    <w:p w14:paraId="2FBE19C8" w14:textId="77777777" w:rsidR="00EF3A2E" w:rsidRPr="00AC5227" w:rsidRDefault="00EF3A2E" w:rsidP="0069164C">
      <w:pPr>
        <w:pStyle w:val="ListParagraph"/>
        <w:numPr>
          <w:ilvl w:val="0"/>
          <w:numId w:val="8"/>
        </w:numPr>
        <w:rPr>
          <w:rStyle w:val="Hyperlink"/>
          <w:lang w:val="es-ES"/>
        </w:rPr>
      </w:pPr>
      <w:proofErr w:type="spellStart"/>
      <w:r w:rsidRPr="00A501DC">
        <w:rPr>
          <w:lang w:val="es-ES"/>
        </w:rPr>
        <w:t>Tuchin</w:t>
      </w:r>
      <w:proofErr w:type="spellEnd"/>
      <w:r w:rsidRPr="00A501DC">
        <w:rPr>
          <w:lang w:val="es-ES"/>
        </w:rPr>
        <w:t xml:space="preserve">, F. (2023). Cómo se ha consolidado el modelo de reciclaje inclusivo de Buenos Aires. Revista haz. </w:t>
      </w:r>
      <w:r w:rsidRPr="00AC5227">
        <w:rPr>
          <w:rStyle w:val="Hyperlink"/>
          <w:lang w:val="es-ES"/>
        </w:rPr>
        <w:t>https://hazrevista.org/soluciones/2023/10/como-consolidado-modelo-reciclaje-inclusivo-buenos-aires/</w:t>
      </w:r>
    </w:p>
    <w:p w14:paraId="0E0CCE05" w14:textId="77777777" w:rsidR="00431343" w:rsidRPr="000D6F64" w:rsidRDefault="00431343" w:rsidP="00B90622">
      <w:pPr>
        <w:pStyle w:val="Subtitle"/>
        <w:rPr>
          <w:lang w:val="es-ES"/>
        </w:rPr>
      </w:pPr>
    </w:p>
    <w:p w14:paraId="132DF0BE" w14:textId="6E42A6FB" w:rsidR="00B90622" w:rsidRDefault="00B90622" w:rsidP="00B90622">
      <w:pPr>
        <w:pStyle w:val="Subtitle"/>
      </w:pPr>
      <w:r>
        <w:t>Webpages and Blogs</w:t>
      </w:r>
    </w:p>
    <w:p w14:paraId="029D44DC" w14:textId="77777777" w:rsidR="00EF3A2E" w:rsidRPr="0075351E" w:rsidRDefault="00EF3A2E" w:rsidP="0069164C">
      <w:pPr>
        <w:pStyle w:val="ListParagraph"/>
        <w:numPr>
          <w:ilvl w:val="0"/>
          <w:numId w:val="8"/>
        </w:numPr>
        <w:rPr>
          <w:lang w:val="es-ES"/>
        </w:rPr>
      </w:pPr>
      <w:proofErr w:type="spellStart"/>
      <w:r w:rsidRPr="00815A38">
        <w:rPr>
          <w:lang w:val="es-ES"/>
        </w:rPr>
        <w:t>AIianza</w:t>
      </w:r>
      <w:proofErr w:type="spellEnd"/>
      <w:r w:rsidRPr="00815A38">
        <w:rPr>
          <w:lang w:val="es-ES"/>
        </w:rPr>
        <w:t xml:space="preserve"> Internacional de Recicladores. </w:t>
      </w:r>
      <w:hyperlink r:id="rId49" w:history="1">
        <w:r w:rsidRPr="006B042B">
          <w:rPr>
            <w:rStyle w:val="Hyperlink"/>
            <w:lang w:val="es-ES"/>
          </w:rPr>
          <w:t>https://globalrec.org/es/</w:t>
        </w:r>
      </w:hyperlink>
      <w:r w:rsidRPr="00EF3A2E">
        <w:rPr>
          <w:lang w:val="es-ES"/>
        </w:rPr>
        <w:t xml:space="preserve"> </w:t>
      </w:r>
    </w:p>
    <w:p w14:paraId="666759B3" w14:textId="77777777" w:rsidR="00EF3A2E" w:rsidRPr="006B042B" w:rsidRDefault="00EF3A2E" w:rsidP="0069164C">
      <w:pPr>
        <w:pStyle w:val="ListParagraph"/>
        <w:numPr>
          <w:ilvl w:val="0"/>
          <w:numId w:val="8"/>
        </w:numPr>
        <w:rPr>
          <w:rStyle w:val="Hyperlink"/>
          <w:lang w:val="es-ES"/>
        </w:rPr>
      </w:pPr>
      <w:r w:rsidRPr="00375D7F">
        <w:rPr>
          <w:lang w:val="es-ES"/>
        </w:rPr>
        <w:t xml:space="preserve">Buenos Aires, junto a las cooperativas de recicladores urbanos. Gobierno de Buenos Aires. </w:t>
      </w:r>
      <w:hyperlink r:id="rId50" w:history="1">
        <w:r w:rsidRPr="006B042B">
          <w:rPr>
            <w:rStyle w:val="Hyperlink"/>
            <w:lang w:val="es-ES"/>
          </w:rPr>
          <w:t>https://buenosaires.gob.ar/noticias/la-ciudad-junto-las-cooperativas-de-recicladores-urbanos</w:t>
        </w:r>
      </w:hyperlink>
    </w:p>
    <w:p w14:paraId="25E9278F" w14:textId="77777777" w:rsidR="00EF3A2E" w:rsidRDefault="00EF3A2E" w:rsidP="0069164C">
      <w:pPr>
        <w:pStyle w:val="ListParagraph"/>
        <w:numPr>
          <w:ilvl w:val="0"/>
          <w:numId w:val="8"/>
        </w:numPr>
        <w:rPr>
          <w:lang w:val="es-ES"/>
        </w:rPr>
      </w:pPr>
      <w:r w:rsidRPr="00375D7F">
        <w:rPr>
          <w:lang w:val="es-ES"/>
        </w:rPr>
        <w:t xml:space="preserve">Movimiento de Trabajadores Excluidos. </w:t>
      </w:r>
      <w:proofErr w:type="gramStart"/>
      <w:r w:rsidRPr="00375D7F">
        <w:rPr>
          <w:lang w:val="es-ES"/>
        </w:rPr>
        <w:t>Cartoneros y Cartoneras</w:t>
      </w:r>
      <w:proofErr w:type="gramEnd"/>
      <w:r w:rsidRPr="00375D7F">
        <w:rPr>
          <w:lang w:val="es-ES"/>
        </w:rPr>
        <w:t xml:space="preserve">. </w:t>
      </w:r>
      <w:hyperlink r:id="rId51" w:history="1">
        <w:r w:rsidRPr="00AC5227">
          <w:rPr>
            <w:rStyle w:val="Hyperlink"/>
          </w:rPr>
          <w:t>https://mteargentina.org.ar/ramas-cartoneros-cartoneras/</w:t>
        </w:r>
      </w:hyperlink>
    </w:p>
    <w:p w14:paraId="7C9F6945" w14:textId="77777777" w:rsidR="00EF3A2E" w:rsidRPr="00375D7F" w:rsidRDefault="00EF3A2E" w:rsidP="0069164C">
      <w:pPr>
        <w:pStyle w:val="ListParagraph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RUS Buenos Aires. Todos somos Cartoneros. RUS Libro del Proyecto Residuos Urbanos Solidos. </w:t>
      </w:r>
      <w:r w:rsidRPr="006B042B">
        <w:rPr>
          <w:rStyle w:val="Hyperlink"/>
          <w:lang w:val="es-ES"/>
        </w:rPr>
        <w:t>https://basurama.org/rus/capitulo/proyectos/rus-buenos-aires/</w:t>
      </w:r>
    </w:p>
    <w:p w14:paraId="6E1DC853" w14:textId="77777777" w:rsidR="00431343" w:rsidRPr="00815A38" w:rsidRDefault="00431343" w:rsidP="00B90622">
      <w:pPr>
        <w:pStyle w:val="Subtitle"/>
        <w:rPr>
          <w:lang w:val="es-ES"/>
        </w:rPr>
      </w:pPr>
    </w:p>
    <w:p w14:paraId="5420E66A" w14:textId="257755A8" w:rsidR="00B90622" w:rsidRDefault="00B90622" w:rsidP="00B90622">
      <w:pPr>
        <w:pStyle w:val="Subtitle"/>
      </w:pPr>
      <w:r>
        <w:t xml:space="preserve">Presentations, </w:t>
      </w:r>
      <w:r w:rsidRPr="006E69C2">
        <w:t>Video and Audio Recordings</w:t>
      </w:r>
    </w:p>
    <w:p w14:paraId="2259D6B1" w14:textId="277F4133" w:rsidR="00364EE2" w:rsidRPr="00A53007" w:rsidRDefault="00364EE2" w:rsidP="0069164C">
      <w:pPr>
        <w:pStyle w:val="ListParagraph"/>
        <w:numPr>
          <w:ilvl w:val="0"/>
          <w:numId w:val="8"/>
        </w:numPr>
        <w:rPr>
          <w:lang w:val="es-ES"/>
        </w:rPr>
      </w:pPr>
      <w:proofErr w:type="spellStart"/>
      <w:r w:rsidRPr="00A53007">
        <w:rPr>
          <w:lang w:val="es-ES"/>
        </w:rPr>
        <w:t>Garcia</w:t>
      </w:r>
      <w:proofErr w:type="spellEnd"/>
      <w:r w:rsidRPr="00A53007">
        <w:rPr>
          <w:lang w:val="es-ES"/>
        </w:rPr>
        <w:t xml:space="preserve">, N., </w:t>
      </w:r>
      <w:proofErr w:type="spellStart"/>
      <w:r w:rsidRPr="00A53007">
        <w:rPr>
          <w:lang w:val="es-ES"/>
        </w:rPr>
        <w:t>Perez</w:t>
      </w:r>
      <w:proofErr w:type="spellEnd"/>
      <w:r w:rsidRPr="00A53007">
        <w:rPr>
          <w:lang w:val="es-ES"/>
        </w:rPr>
        <w:t xml:space="preserve">, S., &amp; </w:t>
      </w:r>
      <w:proofErr w:type="spellStart"/>
      <w:r w:rsidRPr="00A53007">
        <w:rPr>
          <w:lang w:val="es-ES"/>
        </w:rPr>
        <w:t>Garcia</w:t>
      </w:r>
      <w:proofErr w:type="spellEnd"/>
      <w:r w:rsidRPr="00A53007">
        <w:rPr>
          <w:lang w:val="es-ES"/>
        </w:rPr>
        <w:t xml:space="preserve">, R. (2004). El Tren Blanco </w:t>
      </w:r>
      <w:hyperlink r:id="rId52" w:history="1">
        <w:r w:rsidRPr="00A710A5">
          <w:rPr>
            <w:rStyle w:val="Hyperlink"/>
            <w:lang w:val="es-ES"/>
          </w:rPr>
          <w:t>https://www.youtube.com/watch?v=7wbXB63snbY</w:t>
        </w:r>
      </w:hyperlink>
    </w:p>
    <w:p w14:paraId="57BB60C2" w14:textId="77777777" w:rsidR="00364EE2" w:rsidRPr="00431343" w:rsidRDefault="00364EE2" w:rsidP="0069164C">
      <w:pPr>
        <w:pStyle w:val="ListParagraph"/>
        <w:numPr>
          <w:ilvl w:val="0"/>
          <w:numId w:val="8"/>
        </w:numPr>
        <w:rPr>
          <w:lang w:val="de-DE"/>
        </w:rPr>
      </w:pPr>
      <w:proofErr w:type="spellStart"/>
      <w:r w:rsidRPr="00431343">
        <w:rPr>
          <w:lang w:val="de-DE"/>
        </w:rPr>
        <w:t>Livon-Grosman</w:t>
      </w:r>
      <w:proofErr w:type="spellEnd"/>
      <w:r w:rsidRPr="00431343">
        <w:rPr>
          <w:lang w:val="de-DE"/>
        </w:rPr>
        <w:t xml:space="preserve">, E. (2009). Cartoneros </w:t>
      </w:r>
    </w:p>
    <w:p w14:paraId="14828D0E" w14:textId="5BDE90CA" w:rsidR="009B4731" w:rsidRPr="009B4731" w:rsidRDefault="00EC3BA7" w:rsidP="0069164C">
      <w:pPr>
        <w:pStyle w:val="ListParagraph"/>
        <w:numPr>
          <w:ilvl w:val="0"/>
          <w:numId w:val="8"/>
        </w:numPr>
        <w:rPr>
          <w:lang w:val="de-DE"/>
        </w:rPr>
      </w:pPr>
      <w:r w:rsidRPr="00A53007">
        <w:rPr>
          <w:lang w:val="es-ES"/>
        </w:rPr>
        <w:t xml:space="preserve">Télam. (2023). Cartoneros y recicladores se movilizaron al Obelisco en reclamo de mejoras laborales. </w:t>
      </w:r>
      <w:hyperlink r:id="rId53" w:history="1">
        <w:r w:rsidR="00AB6AE4" w:rsidRPr="00AC5227">
          <w:rPr>
            <w:rStyle w:val="Hyperlink"/>
          </w:rPr>
          <w:t>https://www.youtube.com/watch?v=CtcrscAXdGo</w:t>
        </w:r>
      </w:hyperlink>
    </w:p>
    <w:p w14:paraId="09A6612A" w14:textId="4613DAD4" w:rsidR="009D7E63" w:rsidRDefault="00535E6C" w:rsidP="0069164C">
      <w:pPr>
        <w:pStyle w:val="ListParagraph"/>
        <w:numPr>
          <w:ilvl w:val="0"/>
          <w:numId w:val="8"/>
        </w:numPr>
        <w:rPr>
          <w:lang w:val="de-DE"/>
        </w:rPr>
      </w:pPr>
      <w:r w:rsidRPr="00A53007">
        <w:rPr>
          <w:lang w:val="es-ES"/>
        </w:rPr>
        <w:t xml:space="preserve">TV, B. (2024). Cartoneros de todo el mundo se reunieron en Buenos Aires. </w:t>
      </w:r>
      <w:hyperlink r:id="rId54" w:history="1">
        <w:r w:rsidR="00431343" w:rsidRPr="008D437A">
          <w:rPr>
            <w:rStyle w:val="Hyperlink"/>
            <w:lang w:val="de-DE"/>
          </w:rPr>
          <w:t>https://www.youtube.com/watch?v=RIiJC8S_y3U</w:t>
        </w:r>
      </w:hyperlink>
    </w:p>
    <w:p w14:paraId="4313FC1A" w14:textId="77777777" w:rsidR="00431343" w:rsidRPr="00431343" w:rsidRDefault="00431343" w:rsidP="00431343">
      <w:pPr>
        <w:rPr>
          <w:lang w:val="de-DE"/>
        </w:rPr>
      </w:pPr>
    </w:p>
    <w:p w14:paraId="71989071" w14:textId="2E8F9BCA" w:rsidR="006C4C8D" w:rsidRDefault="006C4C8D" w:rsidP="00D11CAD">
      <w:pPr>
        <w:pStyle w:val="Title"/>
      </w:pPr>
      <w:r>
        <w:t>De Ceuvel (DC)</w:t>
      </w:r>
    </w:p>
    <w:p w14:paraId="04EA2389" w14:textId="77777777" w:rsidR="006C4C8D" w:rsidRPr="006E69C2" w:rsidRDefault="006C4C8D" w:rsidP="006C4C8D">
      <w:pPr>
        <w:pStyle w:val="Subtitle"/>
      </w:pPr>
      <w:r w:rsidRPr="006E69C2">
        <w:t>Articles, Book Chapters, Written Documents</w:t>
      </w:r>
    </w:p>
    <w:p w14:paraId="3730083C" w14:textId="652F4FDE" w:rsidR="006C4C8D" w:rsidRPr="002B056F" w:rsidRDefault="001656E6" w:rsidP="0069164C">
      <w:pPr>
        <w:pStyle w:val="ListParagraph"/>
        <w:numPr>
          <w:ilvl w:val="0"/>
          <w:numId w:val="9"/>
        </w:numPr>
        <w:rPr>
          <w:lang w:val="es-ES"/>
        </w:rPr>
      </w:pPr>
      <w:r w:rsidRPr="006B042B">
        <w:t xml:space="preserve">Metabolic. (2013). CLEANTECH PLAYGROUND. A cleantech utility in Amsterdam North. </w:t>
      </w:r>
      <w:hyperlink r:id="rId55" w:history="1">
        <w:r w:rsidRPr="00A710A5">
          <w:rPr>
            <w:rStyle w:val="Hyperlink"/>
            <w:lang w:val="es-ES"/>
          </w:rPr>
          <w:t>https://www.metabolic.nl/publications/cleantech-playground/</w:t>
        </w:r>
      </w:hyperlink>
    </w:p>
    <w:p w14:paraId="02E7C536" w14:textId="77777777" w:rsidR="0091424B" w:rsidRPr="006B042B" w:rsidRDefault="0091424B" w:rsidP="0069164C">
      <w:pPr>
        <w:pStyle w:val="ListParagraph"/>
        <w:numPr>
          <w:ilvl w:val="0"/>
          <w:numId w:val="9"/>
        </w:numPr>
      </w:pPr>
      <w:r w:rsidRPr="002B056F">
        <w:rPr>
          <w:lang w:val="es-ES"/>
        </w:rPr>
        <w:t xml:space="preserve">Barba Lata, I., &amp; </w:t>
      </w:r>
      <w:proofErr w:type="spellStart"/>
      <w:r w:rsidRPr="002B056F">
        <w:rPr>
          <w:lang w:val="es-ES"/>
        </w:rPr>
        <w:t>Duineveld</w:t>
      </w:r>
      <w:proofErr w:type="spellEnd"/>
      <w:r w:rsidRPr="002B056F">
        <w:rPr>
          <w:lang w:val="es-ES"/>
        </w:rPr>
        <w:t xml:space="preserve">, M. (2019). </w:t>
      </w:r>
      <w:r w:rsidRPr="006B042B">
        <w:t xml:space="preserve">A </w:t>
      </w:r>
      <w:proofErr w:type="spellStart"/>
      <w:r w:rsidRPr="006B042B">
        <w:t>harbour</w:t>
      </w:r>
      <w:proofErr w:type="spellEnd"/>
      <w:r w:rsidRPr="006B042B">
        <w:t xml:space="preserve"> on land: De Ceuvel’s topologies of creative reuse. Environment and Planning A: Economy and Space, 51(8), 1758-1774. </w:t>
      </w:r>
      <w:r w:rsidRPr="006B042B">
        <w:rPr>
          <w:rStyle w:val="Hyperlink"/>
        </w:rPr>
        <w:t>https://doi.org/10.1177/0308518x19860540</w:t>
      </w:r>
      <w:r w:rsidRPr="006B042B">
        <w:t xml:space="preserve"> </w:t>
      </w:r>
    </w:p>
    <w:p w14:paraId="4051D96D" w14:textId="77777777" w:rsidR="00F25395" w:rsidRPr="002B056F" w:rsidRDefault="00F25395" w:rsidP="0069164C">
      <w:pPr>
        <w:pStyle w:val="ListParagraph"/>
        <w:numPr>
          <w:ilvl w:val="0"/>
          <w:numId w:val="9"/>
        </w:numPr>
        <w:rPr>
          <w:lang w:val="es-ES"/>
        </w:rPr>
      </w:pPr>
      <w:r w:rsidRPr="006B042B">
        <w:t xml:space="preserve">Grayson, E. L. (2018). The Future of sustainable communities: A comparative study between Lancaster </w:t>
      </w:r>
      <w:proofErr w:type="spellStart"/>
      <w:r w:rsidRPr="006B042B">
        <w:t>CoHousing</w:t>
      </w:r>
      <w:proofErr w:type="spellEnd"/>
      <w:r w:rsidRPr="006B042B">
        <w:t xml:space="preserve"> and Amsterdam De Ceuvel. </w:t>
      </w:r>
      <w:r w:rsidRPr="002B056F">
        <w:rPr>
          <w:lang w:val="es-ES"/>
        </w:rPr>
        <w:t xml:space="preserve">Global </w:t>
      </w:r>
      <w:proofErr w:type="spellStart"/>
      <w:r w:rsidRPr="002B056F">
        <w:rPr>
          <w:lang w:val="es-ES"/>
        </w:rPr>
        <w:t>Built</w:t>
      </w:r>
      <w:proofErr w:type="spellEnd"/>
      <w:r w:rsidRPr="002B056F">
        <w:rPr>
          <w:lang w:val="es-ES"/>
        </w:rPr>
        <w:t xml:space="preserve"> </w:t>
      </w:r>
      <w:proofErr w:type="spellStart"/>
      <w:r w:rsidRPr="002B056F">
        <w:rPr>
          <w:lang w:val="es-ES"/>
        </w:rPr>
        <w:t>Environment</w:t>
      </w:r>
      <w:proofErr w:type="spellEnd"/>
      <w:r w:rsidRPr="002B056F">
        <w:rPr>
          <w:lang w:val="es-ES"/>
        </w:rPr>
        <w:t xml:space="preserve"> </w:t>
      </w:r>
      <w:proofErr w:type="spellStart"/>
      <w:r w:rsidRPr="002B056F">
        <w:rPr>
          <w:lang w:val="es-ES"/>
        </w:rPr>
        <w:t>Review</w:t>
      </w:r>
      <w:proofErr w:type="spellEnd"/>
      <w:r w:rsidRPr="002B056F">
        <w:rPr>
          <w:lang w:val="es-ES"/>
        </w:rPr>
        <w:t xml:space="preserve">. </w:t>
      </w:r>
    </w:p>
    <w:p w14:paraId="7B15E1BB" w14:textId="77777777" w:rsidR="00D74926" w:rsidRPr="006B042B" w:rsidRDefault="00D74926" w:rsidP="0069164C">
      <w:pPr>
        <w:pStyle w:val="ListParagraph"/>
        <w:numPr>
          <w:ilvl w:val="0"/>
          <w:numId w:val="9"/>
        </w:numPr>
      </w:pPr>
      <w:proofErr w:type="spellStart"/>
      <w:r w:rsidRPr="006B042B">
        <w:t>Bekhuis</w:t>
      </w:r>
      <w:proofErr w:type="spellEnd"/>
      <w:r w:rsidRPr="006B042B">
        <w:t xml:space="preserve">, K. (2018). The transition towards a sustainable way of living: an evaluation of the energy system at De Ceuvel University of Utrecht]. </w:t>
      </w:r>
    </w:p>
    <w:p w14:paraId="1A682EE8" w14:textId="251F409D" w:rsidR="0091424B" w:rsidRPr="002B056F" w:rsidRDefault="002B056F" w:rsidP="0069164C">
      <w:pPr>
        <w:pStyle w:val="ListParagraph"/>
        <w:numPr>
          <w:ilvl w:val="0"/>
          <w:numId w:val="9"/>
        </w:numPr>
        <w:rPr>
          <w:lang w:val="es-ES"/>
        </w:rPr>
      </w:pPr>
      <w:r w:rsidRPr="002B056F">
        <w:rPr>
          <w:lang w:val="es-ES"/>
        </w:rPr>
        <w:t xml:space="preserve">Ersoy, A., &amp; Van </w:t>
      </w:r>
      <w:proofErr w:type="spellStart"/>
      <w:r w:rsidRPr="002B056F">
        <w:rPr>
          <w:lang w:val="es-ES"/>
        </w:rPr>
        <w:t>Bueren</w:t>
      </w:r>
      <w:proofErr w:type="spellEnd"/>
      <w:r w:rsidRPr="002B056F">
        <w:rPr>
          <w:lang w:val="es-ES"/>
        </w:rPr>
        <w:t xml:space="preserve">, E. (2020). </w:t>
      </w:r>
      <w:r w:rsidRPr="006B042B">
        <w:t xml:space="preserve">Challenges of Urban Living Labs towards the Future of Local Innovation. </w:t>
      </w:r>
      <w:r w:rsidRPr="002B056F">
        <w:rPr>
          <w:lang w:val="es-ES"/>
        </w:rPr>
        <w:t xml:space="preserve">Urban </w:t>
      </w:r>
      <w:proofErr w:type="spellStart"/>
      <w:r w:rsidRPr="002B056F">
        <w:rPr>
          <w:lang w:val="es-ES"/>
        </w:rPr>
        <w:t>Planning</w:t>
      </w:r>
      <w:proofErr w:type="spellEnd"/>
      <w:r w:rsidRPr="002B056F">
        <w:rPr>
          <w:lang w:val="es-ES"/>
        </w:rPr>
        <w:t xml:space="preserve">, 5(4), 89-100. </w:t>
      </w:r>
      <w:hyperlink r:id="rId56" w:history="1">
        <w:r w:rsidRPr="002C7E36">
          <w:rPr>
            <w:rStyle w:val="Hyperlink"/>
            <w:lang w:val="es-ES"/>
          </w:rPr>
          <w:t>https://doi.org/10.17645/up.v5i4.3226</w:t>
        </w:r>
      </w:hyperlink>
    </w:p>
    <w:p w14:paraId="332A7205" w14:textId="77777777" w:rsidR="001656E6" w:rsidRPr="002B056F" w:rsidRDefault="001656E6" w:rsidP="002B056F">
      <w:pPr>
        <w:ind w:right="-720"/>
        <w:contextualSpacing w:val="0"/>
        <w:rPr>
          <w:rFonts w:ascii="Helvetica Neue" w:hAnsi="Helvetica Neue" w:cs="Helvetica Neue"/>
          <w:sz w:val="28"/>
          <w:szCs w:val="28"/>
          <w:lang w:val="es-ES"/>
        </w:rPr>
      </w:pPr>
    </w:p>
    <w:p w14:paraId="48B8BEBD" w14:textId="77777777" w:rsidR="006C4C8D" w:rsidRDefault="006C4C8D" w:rsidP="006C4C8D">
      <w:pPr>
        <w:pStyle w:val="Subtitle"/>
      </w:pPr>
      <w:r>
        <w:lastRenderedPageBreak/>
        <w:t>Newspaper Articles</w:t>
      </w:r>
    </w:p>
    <w:p w14:paraId="0CF12F14" w14:textId="24131B35" w:rsidR="002C7E36" w:rsidRPr="006B042B" w:rsidRDefault="00C82C64" w:rsidP="002C7E36">
      <w:pPr>
        <w:pStyle w:val="ListParagraph"/>
        <w:numPr>
          <w:ilvl w:val="0"/>
          <w:numId w:val="9"/>
        </w:numPr>
      </w:pPr>
      <w:proofErr w:type="spellStart"/>
      <w:r w:rsidRPr="006B042B">
        <w:t>Schuetze</w:t>
      </w:r>
      <w:proofErr w:type="spellEnd"/>
      <w:r w:rsidRPr="006B042B">
        <w:t xml:space="preserve">, C. (2014). Building a Community on Polluted Land. New York Times. </w:t>
      </w:r>
      <w:hyperlink r:id="rId57" w:history="1">
        <w:r w:rsidRPr="006B042B">
          <w:rPr>
            <w:rStyle w:val="Hyperlink"/>
          </w:rPr>
          <w:t>https://www.nytimes.com/2014/11/20/business/energy-environment/ex-shipyard-in-amsterdam-houses-shops-and-offices.html</w:t>
        </w:r>
      </w:hyperlink>
    </w:p>
    <w:p w14:paraId="52AD71DA" w14:textId="77777777" w:rsidR="002C7E36" w:rsidRPr="002C7E36" w:rsidRDefault="00C82C64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r w:rsidRPr="006B042B">
        <w:rPr>
          <w:lang w:val="de-DE"/>
        </w:rPr>
        <w:t xml:space="preserve">Schwantje, G. (2015). Die Verknüpfung der Elemente. Ein anderes Wohnen und Arbeiten: Auf dem Gelände einer ehemaligen Schiffswerft in Amsterdam ist ein Experimentierfeld entstanden. </w:t>
      </w:r>
      <w:r w:rsidRPr="002B056F">
        <w:rPr>
          <w:lang w:val="es-ES"/>
        </w:rPr>
        <w:t xml:space="preserve">TAZ. </w:t>
      </w:r>
      <w:hyperlink r:id="rId58" w:history="1">
        <w:r w:rsidRPr="002C7E36">
          <w:rPr>
            <w:rStyle w:val="Hyperlink"/>
            <w:lang w:val="es-ES"/>
          </w:rPr>
          <w:t>https://taz.de/Alternative-Stadtplanung/!5218419/</w:t>
        </w:r>
      </w:hyperlink>
    </w:p>
    <w:p w14:paraId="722AA284" w14:textId="0037EBCD" w:rsidR="002C7E36" w:rsidRPr="002C7E36" w:rsidRDefault="0040770A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proofErr w:type="spellStart"/>
      <w:r w:rsidRPr="006B042B">
        <w:t>Heilmeyer</w:t>
      </w:r>
      <w:proofErr w:type="spellEnd"/>
      <w:r w:rsidRPr="006B042B">
        <w:t xml:space="preserve">, F. (2021). 6 Projects That Made the Netherlands a World Capital of Adaptive Reuse. </w:t>
      </w:r>
      <w:proofErr w:type="spellStart"/>
      <w:r w:rsidRPr="002C7E36">
        <w:rPr>
          <w:lang w:val="es-ES"/>
        </w:rPr>
        <w:t>Metropolis</w:t>
      </w:r>
      <w:proofErr w:type="spellEnd"/>
      <w:r w:rsidRPr="002C7E36">
        <w:rPr>
          <w:lang w:val="es-ES"/>
        </w:rPr>
        <w:t xml:space="preserve">. </w:t>
      </w:r>
      <w:hyperlink r:id="rId59" w:history="1">
        <w:r w:rsidR="002C7E36" w:rsidRPr="00CA2CE7">
          <w:rPr>
            <w:rStyle w:val="Hyperlink"/>
            <w:lang w:val="es-ES"/>
          </w:rPr>
          <w:t>https://metropolismag.com/projects/netherlands-adaptive-reuse/</w:t>
        </w:r>
      </w:hyperlink>
    </w:p>
    <w:p w14:paraId="6D1294F9" w14:textId="77777777" w:rsidR="002C7E36" w:rsidRPr="002C7E36" w:rsidRDefault="003F6065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r w:rsidRPr="006B042B">
        <w:t xml:space="preserve">Hinson, T. (2019). Why Noord is Amsterdam’s hottest hood right now. </w:t>
      </w:r>
      <w:proofErr w:type="spellStart"/>
      <w:r w:rsidRPr="002C7E36">
        <w:rPr>
          <w:lang w:val="es-ES"/>
        </w:rPr>
        <w:t>Independent</w:t>
      </w:r>
      <w:proofErr w:type="spellEnd"/>
      <w:r w:rsidRPr="002C7E36">
        <w:rPr>
          <w:lang w:val="es-ES"/>
        </w:rPr>
        <w:t xml:space="preserve">. </w:t>
      </w:r>
      <w:hyperlink r:id="rId60" w:history="1">
        <w:r w:rsidR="002C7E36" w:rsidRPr="002C7E36">
          <w:rPr>
            <w:rStyle w:val="Hyperlink"/>
            <w:lang w:val="es-ES"/>
          </w:rPr>
          <w:t>https://www.independent.co.uk/travel/europe/amsterdam-travel-noord-city-break-netherlands-a8828221.html</w:t>
        </w:r>
      </w:hyperlink>
    </w:p>
    <w:p w14:paraId="399A04E6" w14:textId="2D067DBD" w:rsidR="00644F5E" w:rsidRPr="002C7E36" w:rsidRDefault="00644F5E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r w:rsidRPr="006B042B">
        <w:t xml:space="preserve">Estes, A. C. (2018). This Rusty Old Shipyard Might Be the Greenest Place in Europe. </w:t>
      </w:r>
      <w:proofErr w:type="spellStart"/>
      <w:r w:rsidRPr="002C7E36">
        <w:rPr>
          <w:lang w:val="es-ES"/>
        </w:rPr>
        <w:t>Gizmodo</w:t>
      </w:r>
      <w:proofErr w:type="spellEnd"/>
      <w:r w:rsidRPr="002C7E36">
        <w:rPr>
          <w:lang w:val="es-ES"/>
        </w:rPr>
        <w:t xml:space="preserve">. </w:t>
      </w:r>
      <w:r w:rsidRPr="002C7E36">
        <w:rPr>
          <w:rStyle w:val="Hyperlink"/>
          <w:lang w:val="es-ES"/>
        </w:rPr>
        <w:t>https://gizmodo.com/this-rusty-old-shipyard-might-be-the-cleanest-place-in-1824184011</w:t>
      </w:r>
    </w:p>
    <w:p w14:paraId="74C308F9" w14:textId="0BC5947D" w:rsidR="002C7E36" w:rsidRPr="002C7E36" w:rsidRDefault="00CC4A55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proofErr w:type="spellStart"/>
      <w:r w:rsidRPr="002B056F">
        <w:rPr>
          <w:lang w:val="es-ES"/>
        </w:rPr>
        <w:t>Gourdon</w:t>
      </w:r>
      <w:proofErr w:type="spellEnd"/>
      <w:r w:rsidRPr="002B056F">
        <w:rPr>
          <w:lang w:val="es-ES"/>
        </w:rPr>
        <w:t xml:space="preserve">, J. (2018). A </w:t>
      </w:r>
      <w:proofErr w:type="spellStart"/>
      <w:r w:rsidRPr="002B056F">
        <w:rPr>
          <w:lang w:val="es-ES"/>
        </w:rPr>
        <w:t>Amsterdam</w:t>
      </w:r>
      <w:proofErr w:type="spellEnd"/>
      <w:r w:rsidRPr="002B056F">
        <w:rPr>
          <w:lang w:val="es-ES"/>
        </w:rPr>
        <w:t xml:space="preserve">, le </w:t>
      </w:r>
      <w:proofErr w:type="spellStart"/>
      <w:r w:rsidRPr="002B056F">
        <w:rPr>
          <w:lang w:val="es-ES"/>
        </w:rPr>
        <w:t>quartier</w:t>
      </w:r>
      <w:proofErr w:type="spellEnd"/>
      <w:r w:rsidRPr="002B056F">
        <w:rPr>
          <w:lang w:val="es-ES"/>
        </w:rPr>
        <w:t xml:space="preserve"> qui </w:t>
      </w:r>
      <w:proofErr w:type="spellStart"/>
      <w:r w:rsidRPr="002B056F">
        <w:rPr>
          <w:lang w:val="es-ES"/>
        </w:rPr>
        <w:t>veut</w:t>
      </w:r>
      <w:proofErr w:type="spellEnd"/>
      <w:r w:rsidRPr="002B056F">
        <w:rPr>
          <w:lang w:val="es-ES"/>
        </w:rPr>
        <w:t xml:space="preserve"> </w:t>
      </w:r>
      <w:proofErr w:type="gramStart"/>
      <w:r w:rsidRPr="002B056F">
        <w:rPr>
          <w:lang w:val="es-ES"/>
        </w:rPr>
        <w:t xml:space="preserve">« </w:t>
      </w:r>
      <w:proofErr w:type="spellStart"/>
      <w:r w:rsidRPr="002B056F">
        <w:rPr>
          <w:lang w:val="es-ES"/>
        </w:rPr>
        <w:t>pirater</w:t>
      </w:r>
      <w:proofErr w:type="spellEnd"/>
      <w:proofErr w:type="gramEnd"/>
      <w:r w:rsidRPr="002B056F">
        <w:rPr>
          <w:lang w:val="es-ES"/>
        </w:rPr>
        <w:t xml:space="preserve"> la </w:t>
      </w:r>
      <w:proofErr w:type="spellStart"/>
      <w:r w:rsidRPr="002B056F">
        <w:rPr>
          <w:lang w:val="es-ES"/>
        </w:rPr>
        <w:t>ville</w:t>
      </w:r>
      <w:proofErr w:type="spellEnd"/>
      <w:r w:rsidRPr="002B056F">
        <w:rPr>
          <w:lang w:val="es-ES"/>
        </w:rPr>
        <w:t xml:space="preserve"> ». Le Monde. </w:t>
      </w:r>
      <w:hyperlink r:id="rId61" w:history="1">
        <w:r w:rsidR="002C7E36" w:rsidRPr="00CA2CE7">
          <w:rPr>
            <w:rStyle w:val="Hyperlink"/>
            <w:lang w:val="es-ES"/>
          </w:rPr>
          <w:t>https://www.lemonde.fr/smart-cities/article/2018/01/25/a-amsterdam-le-quartier-qui-veut-pirater-la-ville_5247071_4811534.html</w:t>
        </w:r>
      </w:hyperlink>
    </w:p>
    <w:p w14:paraId="5CB69E2B" w14:textId="1CE0BD18" w:rsidR="00C7713D" w:rsidRPr="002C7E36" w:rsidRDefault="00C7713D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proofErr w:type="spellStart"/>
      <w:r w:rsidRPr="002C7E36">
        <w:rPr>
          <w:lang w:val="es-ES"/>
        </w:rPr>
        <w:t>Hoeke</w:t>
      </w:r>
      <w:proofErr w:type="spellEnd"/>
      <w:r w:rsidRPr="002C7E36">
        <w:rPr>
          <w:lang w:val="es-ES"/>
        </w:rPr>
        <w:t xml:space="preserve">, E., &amp; </w:t>
      </w:r>
      <w:proofErr w:type="spellStart"/>
      <w:r w:rsidRPr="002C7E36">
        <w:rPr>
          <w:lang w:val="es-ES"/>
        </w:rPr>
        <w:t>Possel</w:t>
      </w:r>
      <w:proofErr w:type="spellEnd"/>
      <w:r w:rsidRPr="002C7E36">
        <w:rPr>
          <w:lang w:val="es-ES"/>
        </w:rPr>
        <w:t xml:space="preserve">, P. (2014). De Ceuvel. de </w:t>
      </w:r>
      <w:proofErr w:type="spellStart"/>
      <w:r w:rsidRPr="002C7E36">
        <w:rPr>
          <w:lang w:val="es-ES"/>
        </w:rPr>
        <w:t>Volkskrant</w:t>
      </w:r>
      <w:proofErr w:type="spellEnd"/>
      <w:r w:rsidRPr="002C7E36">
        <w:rPr>
          <w:lang w:val="es-ES"/>
        </w:rPr>
        <w:t xml:space="preserve">. </w:t>
      </w:r>
      <w:r w:rsidRPr="002C7E36">
        <w:rPr>
          <w:rStyle w:val="Hyperlink"/>
          <w:lang w:val="es-ES"/>
        </w:rPr>
        <w:t>https://www.volkskrant.nl/mensen/de-ceuvel~ba89c5f8/</w:t>
      </w:r>
    </w:p>
    <w:p w14:paraId="7D857C9E" w14:textId="08664389" w:rsidR="002C7E36" w:rsidRPr="002C7E36" w:rsidRDefault="0007124C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proofErr w:type="spellStart"/>
      <w:r w:rsidRPr="006B042B">
        <w:rPr>
          <w:lang w:val="de-DE"/>
        </w:rPr>
        <w:t>Leeflang</w:t>
      </w:r>
      <w:proofErr w:type="spellEnd"/>
      <w:r w:rsidRPr="006B042B">
        <w:rPr>
          <w:lang w:val="de-DE"/>
        </w:rPr>
        <w:t xml:space="preserve">, G. (1994). </w:t>
      </w:r>
      <w:proofErr w:type="spellStart"/>
      <w:r w:rsidRPr="006B042B">
        <w:rPr>
          <w:lang w:val="de-DE"/>
        </w:rPr>
        <w:t>Scheepsmotor</w:t>
      </w:r>
      <w:proofErr w:type="spellEnd"/>
      <w:r w:rsidRPr="006B042B">
        <w:rPr>
          <w:lang w:val="de-DE"/>
        </w:rPr>
        <w:t xml:space="preserve"> </w:t>
      </w:r>
      <w:proofErr w:type="spellStart"/>
      <w:r w:rsidRPr="006B042B">
        <w:rPr>
          <w:lang w:val="de-DE"/>
        </w:rPr>
        <w:t>komt</w:t>
      </w:r>
      <w:proofErr w:type="spellEnd"/>
      <w:r w:rsidRPr="006B042B">
        <w:rPr>
          <w:lang w:val="de-DE"/>
        </w:rPr>
        <w:t xml:space="preserve"> tot </w:t>
      </w:r>
      <w:proofErr w:type="spellStart"/>
      <w:r w:rsidRPr="006B042B">
        <w:rPr>
          <w:lang w:val="de-DE"/>
        </w:rPr>
        <w:t>bloei</w:t>
      </w:r>
      <w:proofErr w:type="spellEnd"/>
      <w:r w:rsidRPr="006B042B">
        <w:rPr>
          <w:lang w:val="de-DE"/>
        </w:rPr>
        <w:t xml:space="preserve">. </w:t>
      </w:r>
      <w:r w:rsidRPr="002B056F">
        <w:rPr>
          <w:lang w:val="es-ES"/>
        </w:rPr>
        <w:t xml:space="preserve">De </w:t>
      </w:r>
      <w:proofErr w:type="spellStart"/>
      <w:r w:rsidRPr="002B056F">
        <w:rPr>
          <w:lang w:val="es-ES"/>
        </w:rPr>
        <w:t>Telegraaf</w:t>
      </w:r>
      <w:proofErr w:type="spellEnd"/>
      <w:r w:rsidRPr="002B056F">
        <w:rPr>
          <w:lang w:val="es-ES"/>
        </w:rPr>
        <w:t xml:space="preserve">. </w:t>
      </w:r>
      <w:hyperlink r:id="rId62" w:history="1">
        <w:r w:rsidR="002C7E36" w:rsidRPr="00CA2CE7">
          <w:rPr>
            <w:rStyle w:val="Hyperlink"/>
            <w:lang w:val="es-ES"/>
          </w:rPr>
          <w:t>https://68.media.tumblr.com/tumblr_m5tu0hhh2C1rwi1ito1_1280.jpg</w:t>
        </w:r>
      </w:hyperlink>
    </w:p>
    <w:p w14:paraId="234BD9EA" w14:textId="4973FC20" w:rsidR="002C7E36" w:rsidRPr="006B042B" w:rsidRDefault="005C17F4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</w:rPr>
      </w:pPr>
      <w:proofErr w:type="spellStart"/>
      <w:r w:rsidRPr="002C7E36">
        <w:rPr>
          <w:lang w:val="es-ES"/>
        </w:rPr>
        <w:t>Zoelen</w:t>
      </w:r>
      <w:proofErr w:type="spellEnd"/>
      <w:r w:rsidRPr="002C7E36">
        <w:rPr>
          <w:lang w:val="es-ES"/>
        </w:rPr>
        <w:t xml:space="preserve">, B. v. (2017). </w:t>
      </w:r>
      <w:proofErr w:type="spellStart"/>
      <w:r w:rsidRPr="002C7E36">
        <w:rPr>
          <w:lang w:val="es-ES"/>
        </w:rPr>
        <w:t>Bij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duurzame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proeftuin</w:t>
      </w:r>
      <w:proofErr w:type="spellEnd"/>
      <w:r w:rsidRPr="002C7E36">
        <w:rPr>
          <w:lang w:val="es-ES"/>
        </w:rPr>
        <w:t xml:space="preserve"> De </w:t>
      </w:r>
      <w:proofErr w:type="spellStart"/>
      <w:r w:rsidRPr="002C7E36">
        <w:rPr>
          <w:lang w:val="es-ES"/>
        </w:rPr>
        <w:t>Ceuvel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betaal</w:t>
      </w:r>
      <w:proofErr w:type="spellEnd"/>
      <w:r w:rsidRPr="002C7E36">
        <w:rPr>
          <w:lang w:val="es-ES"/>
        </w:rPr>
        <w:t xml:space="preserve"> je </w:t>
      </w:r>
      <w:proofErr w:type="spellStart"/>
      <w:r w:rsidRPr="002C7E36">
        <w:rPr>
          <w:lang w:val="es-ES"/>
        </w:rPr>
        <w:t>met</w:t>
      </w:r>
      <w:proofErr w:type="spellEnd"/>
      <w:r w:rsidRPr="002C7E36">
        <w:rPr>
          <w:lang w:val="es-ES"/>
        </w:rPr>
        <w:t xml:space="preserve"> 'bitcoin </w:t>
      </w:r>
      <w:proofErr w:type="spellStart"/>
      <w:r w:rsidRPr="002C7E36">
        <w:rPr>
          <w:lang w:val="es-ES"/>
        </w:rPr>
        <w:t>voor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energie</w:t>
      </w:r>
      <w:proofErr w:type="spellEnd"/>
      <w:r w:rsidRPr="002C7E36">
        <w:rPr>
          <w:lang w:val="es-ES"/>
        </w:rPr>
        <w:t xml:space="preserve">'. </w:t>
      </w:r>
      <w:r w:rsidRPr="006B042B">
        <w:t xml:space="preserve">Het </w:t>
      </w:r>
      <w:proofErr w:type="spellStart"/>
      <w:r w:rsidRPr="006B042B">
        <w:t>Parool</w:t>
      </w:r>
      <w:proofErr w:type="spellEnd"/>
      <w:r w:rsidRPr="006B042B">
        <w:t xml:space="preserve">. </w:t>
      </w:r>
      <w:hyperlink r:id="rId63" w:history="1">
        <w:r w:rsidR="002C7E36" w:rsidRPr="006B042B">
          <w:rPr>
            <w:rStyle w:val="Hyperlink"/>
          </w:rPr>
          <w:t>https://www.parool.nl/nieuws/bij-duurzame-proeftuin-de-ceuvel-betaal-je-met-bitcoin-voor-energie~b2b4c84d2/</w:t>
        </w:r>
      </w:hyperlink>
    </w:p>
    <w:p w14:paraId="1A0849DB" w14:textId="36A9987E" w:rsidR="0058119B" w:rsidRPr="006B042B" w:rsidRDefault="0058119B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</w:rPr>
      </w:pPr>
      <w:proofErr w:type="spellStart"/>
      <w:r w:rsidRPr="002C7E36">
        <w:rPr>
          <w:lang w:val="es-ES"/>
        </w:rPr>
        <w:t>Zoelen</w:t>
      </w:r>
      <w:proofErr w:type="spellEnd"/>
      <w:r w:rsidRPr="002C7E36">
        <w:rPr>
          <w:lang w:val="es-ES"/>
        </w:rPr>
        <w:t xml:space="preserve">, B. v. (2017). De </w:t>
      </w:r>
      <w:proofErr w:type="spellStart"/>
      <w:r w:rsidRPr="002C7E36">
        <w:rPr>
          <w:lang w:val="es-ES"/>
        </w:rPr>
        <w:t>Ceuvel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is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het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visitekaartje</w:t>
      </w:r>
      <w:proofErr w:type="spellEnd"/>
      <w:r w:rsidRPr="002C7E36">
        <w:rPr>
          <w:lang w:val="es-ES"/>
        </w:rPr>
        <w:t xml:space="preserve"> van de </w:t>
      </w:r>
      <w:proofErr w:type="spellStart"/>
      <w:r w:rsidRPr="002C7E36">
        <w:rPr>
          <w:lang w:val="es-ES"/>
        </w:rPr>
        <w:t>circulaire</w:t>
      </w:r>
      <w:proofErr w:type="spellEnd"/>
      <w:r w:rsidRPr="002C7E36">
        <w:rPr>
          <w:lang w:val="es-ES"/>
        </w:rPr>
        <w:t xml:space="preserve"> </w:t>
      </w:r>
      <w:proofErr w:type="spellStart"/>
      <w:r w:rsidRPr="002C7E36">
        <w:rPr>
          <w:lang w:val="es-ES"/>
        </w:rPr>
        <w:t>economie</w:t>
      </w:r>
      <w:proofErr w:type="spellEnd"/>
      <w:r w:rsidRPr="002C7E36">
        <w:rPr>
          <w:lang w:val="es-ES"/>
        </w:rPr>
        <w:t xml:space="preserve">. </w:t>
      </w:r>
      <w:r w:rsidRPr="006B042B">
        <w:t xml:space="preserve">Het </w:t>
      </w:r>
      <w:proofErr w:type="spellStart"/>
      <w:r w:rsidRPr="006B042B">
        <w:t>Parool</w:t>
      </w:r>
      <w:proofErr w:type="spellEnd"/>
      <w:r w:rsidRPr="006B042B">
        <w:t xml:space="preserve">. </w:t>
      </w:r>
      <w:r w:rsidRPr="006B042B">
        <w:rPr>
          <w:rStyle w:val="Hyperlink"/>
        </w:rPr>
        <w:t>https://www.parool.nl/nieuws/de-ceuvel-is-het-visitekaartje-van-de-circulaire-economie~bb26c5d8/</w:t>
      </w:r>
    </w:p>
    <w:p w14:paraId="52AE642A" w14:textId="77777777" w:rsidR="006C4C8D" w:rsidRPr="0058119B" w:rsidRDefault="006C4C8D" w:rsidP="006C4C8D"/>
    <w:p w14:paraId="07458F6E" w14:textId="77777777" w:rsidR="006C4C8D" w:rsidRDefault="006C4C8D" w:rsidP="006C4C8D">
      <w:pPr>
        <w:pStyle w:val="Subtitle"/>
      </w:pPr>
      <w:r>
        <w:t>Webpages and Blogs</w:t>
      </w:r>
    </w:p>
    <w:p w14:paraId="129C1F38" w14:textId="0DEDF754" w:rsidR="006C4C8D" w:rsidRPr="002B056F" w:rsidRDefault="00A53007" w:rsidP="0069164C">
      <w:pPr>
        <w:pStyle w:val="ListParagraph"/>
        <w:numPr>
          <w:ilvl w:val="0"/>
          <w:numId w:val="9"/>
        </w:numPr>
        <w:rPr>
          <w:lang w:val="es-ES"/>
        </w:rPr>
      </w:pPr>
      <w:r>
        <w:t>Z</w:t>
      </w:r>
      <w:proofErr w:type="spellStart"/>
      <w:r w:rsidRPr="002B056F">
        <w:rPr>
          <w:lang w:val="es-ES"/>
        </w:rPr>
        <w:t>oop</w:t>
      </w:r>
      <w:proofErr w:type="spellEnd"/>
      <w:r w:rsidRPr="002B056F">
        <w:rPr>
          <w:lang w:val="es-ES"/>
        </w:rPr>
        <w:t xml:space="preserve"> </w:t>
      </w:r>
      <w:proofErr w:type="spellStart"/>
      <w:r w:rsidRPr="002B056F">
        <w:rPr>
          <w:lang w:val="es-ES"/>
        </w:rPr>
        <w:t>Earth</w:t>
      </w:r>
      <w:proofErr w:type="spellEnd"/>
      <w:r w:rsidRPr="002B056F">
        <w:rPr>
          <w:lang w:val="es-ES"/>
        </w:rPr>
        <w:t xml:space="preserve">. </w:t>
      </w:r>
      <w:hyperlink r:id="rId64" w:history="1">
        <w:r w:rsidRPr="002C7E36">
          <w:rPr>
            <w:rStyle w:val="Hyperlink"/>
            <w:lang w:val="es-ES"/>
          </w:rPr>
          <w:t>https://zoop.earth</w:t>
        </w:r>
      </w:hyperlink>
    </w:p>
    <w:p w14:paraId="12791759" w14:textId="77777777" w:rsidR="002C7E36" w:rsidRPr="002C7E36" w:rsidRDefault="00A501DC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  <w:lang w:val="es-ES"/>
        </w:rPr>
      </w:pPr>
      <w:r w:rsidRPr="00A501DC">
        <w:rPr>
          <w:lang w:val="es-ES"/>
        </w:rPr>
        <w:t xml:space="preserve">De </w:t>
      </w:r>
      <w:proofErr w:type="spellStart"/>
      <w:r w:rsidRPr="00A501DC">
        <w:rPr>
          <w:lang w:val="es-ES"/>
        </w:rPr>
        <w:t>Ceuvel</w:t>
      </w:r>
      <w:proofErr w:type="spellEnd"/>
      <w:r w:rsidRPr="00A501DC">
        <w:rPr>
          <w:lang w:val="es-ES"/>
        </w:rPr>
        <w:t xml:space="preserve">. </w:t>
      </w:r>
      <w:hyperlink r:id="rId65" w:history="1">
        <w:r w:rsidR="009C6FF9" w:rsidRPr="002C7E36">
          <w:rPr>
            <w:rStyle w:val="Hyperlink"/>
            <w:lang w:val="es-ES"/>
          </w:rPr>
          <w:t>https://deceuvel.nl/en/</w:t>
        </w:r>
      </w:hyperlink>
    </w:p>
    <w:p w14:paraId="3C77EFED" w14:textId="2549922A" w:rsidR="003A25CD" w:rsidRPr="006B042B" w:rsidRDefault="003A25CD" w:rsidP="002C7E36">
      <w:pPr>
        <w:pStyle w:val="ListParagraph"/>
        <w:numPr>
          <w:ilvl w:val="0"/>
          <w:numId w:val="9"/>
        </w:numPr>
        <w:rPr>
          <w:rStyle w:val="Hyperlink"/>
          <w:color w:val="auto"/>
          <w:u w:val="none"/>
        </w:rPr>
      </w:pPr>
      <w:r w:rsidRPr="002C7E36">
        <w:t xml:space="preserve">De Ceuvel: A cleantech playground. </w:t>
      </w:r>
      <w:r w:rsidRPr="006B042B">
        <w:t xml:space="preserve">Metabolic. </w:t>
      </w:r>
      <w:hyperlink r:id="rId66" w:history="1">
        <w:r w:rsidRPr="006B042B">
          <w:rPr>
            <w:rStyle w:val="Hyperlink"/>
          </w:rPr>
          <w:t>https://www.metabolic.nl/projects/de-ceuvel/</w:t>
        </w:r>
      </w:hyperlink>
    </w:p>
    <w:p w14:paraId="0A6659ED" w14:textId="77777777" w:rsidR="006C4C8D" w:rsidRPr="003A25CD" w:rsidRDefault="006C4C8D" w:rsidP="006C4C8D"/>
    <w:p w14:paraId="13947D84" w14:textId="77777777" w:rsidR="006C4C8D" w:rsidRDefault="006C4C8D" w:rsidP="006C4C8D">
      <w:pPr>
        <w:pStyle w:val="Subtitle"/>
      </w:pPr>
      <w:r>
        <w:t xml:space="preserve">Presentations, </w:t>
      </w:r>
      <w:r w:rsidRPr="006E69C2">
        <w:t>Video and Audio Recordings</w:t>
      </w:r>
    </w:p>
    <w:p w14:paraId="5A4C472C" w14:textId="2CE87A80" w:rsidR="00D5109D" w:rsidRDefault="00E50CE2" w:rsidP="0069164C">
      <w:pPr>
        <w:pStyle w:val="ListParagraph"/>
        <w:numPr>
          <w:ilvl w:val="0"/>
          <w:numId w:val="9"/>
        </w:numPr>
      </w:pPr>
      <w:r w:rsidRPr="00E50CE2">
        <w:t xml:space="preserve">Centre for </w:t>
      </w:r>
      <w:proofErr w:type="spellStart"/>
      <w:r w:rsidRPr="00E50CE2">
        <w:t>Liveable</w:t>
      </w:r>
      <w:proofErr w:type="spellEnd"/>
      <w:r w:rsidRPr="00E50CE2">
        <w:t xml:space="preserve"> Cities</w:t>
      </w:r>
      <w:r w:rsidR="00D5109D" w:rsidRPr="00D5109D">
        <w:t xml:space="preserve">. (2019). Eva </w:t>
      </w:r>
      <w:proofErr w:type="spellStart"/>
      <w:r w:rsidR="00D5109D" w:rsidRPr="00D5109D">
        <w:t>Gladek</w:t>
      </w:r>
      <w:proofErr w:type="spellEnd"/>
      <w:r w:rsidR="00D5109D" w:rsidRPr="00D5109D">
        <w:t xml:space="preserve">: Sustainable Urban Systems and Circular Cities of the Future. </w:t>
      </w:r>
      <w:hyperlink r:id="rId67" w:history="1">
        <w:r w:rsidR="00691DB6" w:rsidRPr="002C7E36">
          <w:rPr>
            <w:rStyle w:val="Hyperlink"/>
          </w:rPr>
          <w:t>https://www.youtube.com/watch?v=7o0qpe0vDwk&amp;t=1401s</w:t>
        </w:r>
      </w:hyperlink>
    </w:p>
    <w:p w14:paraId="251BFD05" w14:textId="78F4D444" w:rsidR="00E50CE2" w:rsidRPr="00E50CE2" w:rsidRDefault="00E50CE2" w:rsidP="0069164C">
      <w:pPr>
        <w:pStyle w:val="ListParagraph"/>
        <w:numPr>
          <w:ilvl w:val="0"/>
          <w:numId w:val="9"/>
        </w:numPr>
        <w:rPr>
          <w:lang w:val="es-ES"/>
        </w:rPr>
      </w:pPr>
      <w:r w:rsidRPr="00E50CE2">
        <w:rPr>
          <w:lang w:val="es-ES"/>
        </w:rPr>
        <w:t xml:space="preserve">De </w:t>
      </w:r>
      <w:proofErr w:type="spellStart"/>
      <w:r w:rsidRPr="00E50CE2">
        <w:rPr>
          <w:lang w:val="es-ES"/>
        </w:rPr>
        <w:t>Ceuvel</w:t>
      </w:r>
      <w:proofErr w:type="spellEnd"/>
      <w:r w:rsidRPr="00E50CE2">
        <w:rPr>
          <w:lang w:val="es-ES"/>
        </w:rPr>
        <w:t xml:space="preserve"> (2013). </w:t>
      </w:r>
      <w:proofErr w:type="spellStart"/>
      <w:r w:rsidRPr="00E50CE2">
        <w:rPr>
          <w:lang w:val="es-ES"/>
        </w:rPr>
        <w:t>Introducing</w:t>
      </w:r>
      <w:proofErr w:type="spellEnd"/>
      <w:r w:rsidRPr="00E50CE2">
        <w:rPr>
          <w:lang w:val="es-ES"/>
        </w:rPr>
        <w:t xml:space="preserve"> De </w:t>
      </w:r>
      <w:proofErr w:type="spellStart"/>
      <w:r w:rsidRPr="00E50CE2">
        <w:rPr>
          <w:lang w:val="es-ES"/>
        </w:rPr>
        <w:t>Ceuvel</w:t>
      </w:r>
      <w:proofErr w:type="spellEnd"/>
      <w:r w:rsidRPr="00E50CE2">
        <w:rPr>
          <w:lang w:val="es-ES"/>
        </w:rPr>
        <w:t xml:space="preserve">. </w:t>
      </w:r>
      <w:r w:rsidRPr="002C7E36">
        <w:rPr>
          <w:rStyle w:val="Hyperlink"/>
          <w:lang w:val="es-ES"/>
        </w:rPr>
        <w:t>https://www.youtube.com/watch?v=D5eu3lH3BP4</w:t>
      </w:r>
    </w:p>
    <w:p w14:paraId="18A56B3E" w14:textId="25075386" w:rsidR="00691DB6" w:rsidRPr="002B056F" w:rsidRDefault="00691DB6" w:rsidP="0069164C">
      <w:pPr>
        <w:pStyle w:val="ListParagraph"/>
        <w:numPr>
          <w:ilvl w:val="0"/>
          <w:numId w:val="9"/>
        </w:numPr>
      </w:pPr>
      <w:proofErr w:type="spellStart"/>
      <w:r w:rsidRPr="002B056F">
        <w:t>Makesense</w:t>
      </w:r>
      <w:proofErr w:type="spellEnd"/>
      <w:r w:rsidRPr="002B056F">
        <w:t>. (2019). WATT IF EP 05 - Netherlands (</w:t>
      </w:r>
      <w:proofErr w:type="spellStart"/>
      <w:r w:rsidRPr="002B056F">
        <w:t>Buiksloterham</w:t>
      </w:r>
      <w:proofErr w:type="spellEnd"/>
      <w:r w:rsidRPr="002B056F">
        <w:t xml:space="preserve">). </w:t>
      </w:r>
      <w:r w:rsidRPr="002C7E36">
        <w:rPr>
          <w:rStyle w:val="Hyperlink"/>
        </w:rPr>
        <w:t>https://www.youtube.com/watch?v=2I2SOUbbeAU&amp;t=3s</w:t>
      </w:r>
    </w:p>
    <w:p w14:paraId="7A5AEC34" w14:textId="707F8BE9" w:rsidR="002B056F" w:rsidRPr="00D5109D" w:rsidRDefault="0052551B" w:rsidP="0069164C">
      <w:pPr>
        <w:pStyle w:val="ListParagraph"/>
        <w:numPr>
          <w:ilvl w:val="0"/>
          <w:numId w:val="9"/>
        </w:numPr>
      </w:pPr>
      <w:r>
        <w:t xml:space="preserve">The </w:t>
      </w:r>
      <w:r w:rsidR="000925DD" w:rsidRPr="002B056F">
        <w:t>Economist</w:t>
      </w:r>
      <w:r w:rsidR="00E50CE2">
        <w:t>.</w:t>
      </w:r>
      <w:r w:rsidR="000925DD" w:rsidRPr="002B056F">
        <w:t xml:space="preserve"> (2017). The Earth Circle: making environmentalism pay its way. </w:t>
      </w:r>
      <w:hyperlink r:id="rId68" w:history="1">
        <w:r w:rsidR="002B056F" w:rsidRPr="00CA2CE7">
          <w:rPr>
            <w:rStyle w:val="Hyperlink"/>
          </w:rPr>
          <w:t>https://www.youtube.com/watch?v=xaK452BF3Cw</w:t>
        </w:r>
      </w:hyperlink>
    </w:p>
    <w:p w14:paraId="2BE2BBE5" w14:textId="77777777" w:rsidR="002B056F" w:rsidRDefault="002B056F" w:rsidP="005431EE">
      <w:pPr>
        <w:pStyle w:val="Title"/>
      </w:pPr>
    </w:p>
    <w:p w14:paraId="60E500B3" w14:textId="132889C0" w:rsidR="004051EC" w:rsidRDefault="00A8145A" w:rsidP="00D11CAD">
      <w:pPr>
        <w:pStyle w:val="Title"/>
      </w:pPr>
      <w:proofErr w:type="spellStart"/>
      <w:r>
        <w:t>Diseño</w:t>
      </w:r>
      <w:proofErr w:type="spellEnd"/>
      <w:r>
        <w:t xml:space="preserve"> Informal B31</w:t>
      </w:r>
      <w:r w:rsidR="004051EC">
        <w:t xml:space="preserve"> (</w:t>
      </w:r>
      <w:r>
        <w:t>DI</w:t>
      </w:r>
      <w:r w:rsidR="004051EC">
        <w:t>)</w:t>
      </w:r>
    </w:p>
    <w:p w14:paraId="4C58C9DD" w14:textId="77777777" w:rsidR="004051EC" w:rsidRPr="006E69C2" w:rsidRDefault="004051EC" w:rsidP="004051EC">
      <w:pPr>
        <w:pStyle w:val="Subtitle"/>
      </w:pPr>
      <w:r w:rsidRPr="006E69C2">
        <w:t>Articles, Book Chapters, Written Documents</w:t>
      </w:r>
    </w:p>
    <w:p w14:paraId="66AD434D" w14:textId="64A66E27" w:rsidR="004C18B7" w:rsidRDefault="00F1317B" w:rsidP="0069164C">
      <w:pPr>
        <w:pStyle w:val="ListParagraph"/>
        <w:numPr>
          <w:ilvl w:val="0"/>
          <w:numId w:val="10"/>
        </w:numPr>
      </w:pPr>
      <w:r w:rsidRPr="006B042B">
        <w:rPr>
          <w:lang w:val="es-ES"/>
        </w:rPr>
        <w:t xml:space="preserve">La </w:t>
      </w:r>
      <w:proofErr w:type="spellStart"/>
      <w:r w:rsidRPr="006B042B">
        <w:rPr>
          <w:lang w:val="es-ES"/>
        </w:rPr>
        <w:t>Ecologia</w:t>
      </w:r>
      <w:proofErr w:type="spellEnd"/>
      <w:r w:rsidRPr="006B042B">
        <w:rPr>
          <w:lang w:val="es-ES"/>
        </w:rPr>
        <w:t xml:space="preserve"> de lo Informal. (2019). Cuadernillo 01. Reflexiones sobre lo informal. </w:t>
      </w:r>
      <w:hyperlink r:id="rId69" w:history="1">
        <w:r w:rsidR="004C18B7" w:rsidRPr="00CA2CE7">
          <w:rPr>
            <w:rStyle w:val="Hyperlink"/>
          </w:rPr>
          <w:t>https://issuu.com/cristianrobertson/docs/b31-c1-original-completo-pag</w:t>
        </w:r>
      </w:hyperlink>
    </w:p>
    <w:p w14:paraId="7F75EC89" w14:textId="75D1A4F2" w:rsidR="00443845" w:rsidRPr="004C18B7" w:rsidRDefault="00F1317B" w:rsidP="0069164C">
      <w:pPr>
        <w:pStyle w:val="ListParagraph"/>
        <w:numPr>
          <w:ilvl w:val="0"/>
          <w:numId w:val="10"/>
        </w:numPr>
        <w:rPr>
          <w:lang w:val="es-ES"/>
        </w:rPr>
      </w:pPr>
      <w:r w:rsidRPr="004C18B7">
        <w:rPr>
          <w:lang w:val="es-ES"/>
        </w:rPr>
        <w:t xml:space="preserve">La </w:t>
      </w:r>
      <w:proofErr w:type="spellStart"/>
      <w:r w:rsidRPr="004C18B7">
        <w:rPr>
          <w:lang w:val="es-ES"/>
        </w:rPr>
        <w:t>Ecologia</w:t>
      </w:r>
      <w:proofErr w:type="spellEnd"/>
      <w:r w:rsidRPr="004C18B7">
        <w:rPr>
          <w:lang w:val="es-ES"/>
        </w:rPr>
        <w:t xml:space="preserve"> de lo Informal. </w:t>
      </w:r>
      <w:r w:rsidRPr="006B042B">
        <w:rPr>
          <w:lang w:val="es-ES"/>
        </w:rPr>
        <w:t xml:space="preserve">(2019). Cuadernillo 02. </w:t>
      </w:r>
      <w:r w:rsidRPr="004C18B7">
        <w:rPr>
          <w:lang w:val="es-ES"/>
        </w:rPr>
        <w:t>Metodologías de Colaboración.</w:t>
      </w:r>
      <w:r w:rsidR="004C18B7" w:rsidRPr="004C18B7">
        <w:rPr>
          <w:lang w:val="es-ES"/>
        </w:rPr>
        <w:t xml:space="preserve"> </w:t>
      </w:r>
      <w:hyperlink r:id="rId70" w:history="1">
        <w:r w:rsidR="004C18B7" w:rsidRPr="00CA2CE7">
          <w:rPr>
            <w:rStyle w:val="Hyperlink"/>
            <w:lang w:val="es-ES"/>
          </w:rPr>
          <w:t>https://issuu.com/cristianrobertson/docs/b31-c2-completo-pag</w:t>
        </w:r>
      </w:hyperlink>
    </w:p>
    <w:p w14:paraId="3EE9C246" w14:textId="6CD120E8" w:rsidR="00F1317B" w:rsidRPr="006B042B" w:rsidRDefault="00F1317B" w:rsidP="0069164C">
      <w:pPr>
        <w:pStyle w:val="ListParagraph"/>
        <w:numPr>
          <w:ilvl w:val="0"/>
          <w:numId w:val="10"/>
        </w:numPr>
        <w:rPr>
          <w:lang w:val="es-ES"/>
        </w:rPr>
      </w:pPr>
      <w:r w:rsidRPr="004C18B7">
        <w:rPr>
          <w:lang w:val="es-ES"/>
        </w:rPr>
        <w:t xml:space="preserve">La </w:t>
      </w:r>
      <w:proofErr w:type="spellStart"/>
      <w:r w:rsidRPr="004C18B7">
        <w:rPr>
          <w:lang w:val="es-ES"/>
        </w:rPr>
        <w:t>Ecologia</w:t>
      </w:r>
      <w:proofErr w:type="spellEnd"/>
      <w:r w:rsidRPr="004C18B7">
        <w:rPr>
          <w:lang w:val="es-ES"/>
        </w:rPr>
        <w:t xml:space="preserve"> de lo Informal. </w:t>
      </w:r>
      <w:r w:rsidRPr="006B042B">
        <w:rPr>
          <w:lang w:val="es-ES"/>
        </w:rPr>
        <w:t xml:space="preserve">(2019). </w:t>
      </w:r>
      <w:proofErr w:type="spellStart"/>
      <w:r w:rsidRPr="006B042B">
        <w:rPr>
          <w:lang w:val="es-ES"/>
        </w:rPr>
        <w:t>Cuedernillo</w:t>
      </w:r>
      <w:proofErr w:type="spellEnd"/>
      <w:r w:rsidRPr="006B042B">
        <w:rPr>
          <w:lang w:val="es-ES"/>
        </w:rPr>
        <w:t xml:space="preserve"> 03. </w:t>
      </w:r>
      <w:r w:rsidRPr="004C18B7">
        <w:rPr>
          <w:lang w:val="es-ES"/>
        </w:rPr>
        <w:t xml:space="preserve">Prototipos de </w:t>
      </w:r>
      <w:proofErr w:type="spellStart"/>
      <w:r w:rsidRPr="004C18B7">
        <w:rPr>
          <w:lang w:val="es-ES"/>
        </w:rPr>
        <w:t>Codiseño</w:t>
      </w:r>
      <w:proofErr w:type="spellEnd"/>
      <w:r w:rsidRPr="004C18B7">
        <w:rPr>
          <w:lang w:val="es-ES"/>
        </w:rPr>
        <w:t>.</w:t>
      </w:r>
      <w:r w:rsidR="004C18B7" w:rsidRPr="004C18B7">
        <w:rPr>
          <w:lang w:val="es-ES"/>
        </w:rPr>
        <w:t xml:space="preserve"> </w:t>
      </w:r>
      <w:hyperlink r:id="rId71" w:history="1">
        <w:r w:rsidR="004C18B7" w:rsidRPr="006B042B">
          <w:rPr>
            <w:rStyle w:val="Hyperlink"/>
            <w:lang w:val="es-ES"/>
          </w:rPr>
          <w:t>https://issuu.com/cristianrobertson/docs/b31-c3-original-completo-pag-</w:t>
        </w:r>
      </w:hyperlink>
    </w:p>
    <w:p w14:paraId="79E22B78" w14:textId="77777777" w:rsidR="004051EC" w:rsidRPr="006B042B" w:rsidRDefault="004051EC" w:rsidP="004051EC">
      <w:pPr>
        <w:rPr>
          <w:lang w:val="es-ES"/>
        </w:rPr>
      </w:pPr>
    </w:p>
    <w:p w14:paraId="74AA8571" w14:textId="77777777" w:rsidR="004051EC" w:rsidRDefault="004051EC" w:rsidP="004051EC">
      <w:pPr>
        <w:pStyle w:val="Subtitle"/>
      </w:pPr>
      <w:r>
        <w:t>Webpages and Blogs</w:t>
      </w:r>
    </w:p>
    <w:p w14:paraId="666A7FF2" w14:textId="4A816CC0" w:rsidR="006D3075" w:rsidRPr="004C18B7" w:rsidRDefault="006D3075" w:rsidP="0069164C">
      <w:pPr>
        <w:pStyle w:val="ListParagraph"/>
        <w:numPr>
          <w:ilvl w:val="0"/>
          <w:numId w:val="10"/>
        </w:numPr>
      </w:pPr>
      <w:proofErr w:type="spellStart"/>
      <w:r w:rsidRPr="006B042B">
        <w:rPr>
          <w:lang w:val="es-ES"/>
        </w:rPr>
        <w:t>Egger</w:t>
      </w:r>
      <w:proofErr w:type="spellEnd"/>
      <w:r w:rsidRPr="006B042B">
        <w:rPr>
          <w:lang w:val="es-ES"/>
        </w:rPr>
        <w:t xml:space="preserve">, T. (2019). Procesos de </w:t>
      </w:r>
      <w:proofErr w:type="spellStart"/>
      <w:r w:rsidRPr="006B042B">
        <w:rPr>
          <w:lang w:val="es-ES"/>
        </w:rPr>
        <w:t>co</w:t>
      </w:r>
      <w:proofErr w:type="spellEnd"/>
      <w:r w:rsidRPr="006B042B">
        <w:rPr>
          <w:lang w:val="es-ES"/>
        </w:rPr>
        <w:t xml:space="preserve">-creación para la innovación y experimentación urbana.  </w:t>
      </w:r>
      <w:hyperlink r:id="rId72" w:history="1">
        <w:r w:rsidRPr="002C7E36">
          <w:rPr>
            <w:rStyle w:val="Hyperlink"/>
          </w:rPr>
          <w:t>https://blogs.iadb.org/ciudades-sostenibles/es/procesos-de-co-creacion-para-la-innovacion-y-experimentacion-urbana/</w:t>
        </w:r>
      </w:hyperlink>
    </w:p>
    <w:p w14:paraId="1EBB63AC" w14:textId="77777777" w:rsidR="006D3075" w:rsidRPr="004C18B7" w:rsidRDefault="006D3075" w:rsidP="0069164C">
      <w:pPr>
        <w:pStyle w:val="ListParagraph"/>
        <w:numPr>
          <w:ilvl w:val="0"/>
          <w:numId w:val="10"/>
        </w:numPr>
      </w:pPr>
      <w:proofErr w:type="spellStart"/>
      <w:r w:rsidRPr="006B042B">
        <w:rPr>
          <w:lang w:val="es-ES"/>
        </w:rPr>
        <w:t>Egger</w:t>
      </w:r>
      <w:proofErr w:type="spellEnd"/>
      <w:r w:rsidRPr="006B042B">
        <w:rPr>
          <w:lang w:val="es-ES"/>
        </w:rPr>
        <w:t xml:space="preserve">, T., Robertson, C., &amp; Folch, T. (2019). Estrategias de habitabilidad en barrios populares: prototipos de </w:t>
      </w:r>
      <w:proofErr w:type="spellStart"/>
      <w:r w:rsidRPr="006B042B">
        <w:rPr>
          <w:lang w:val="es-ES"/>
        </w:rPr>
        <w:t>co</w:t>
      </w:r>
      <w:proofErr w:type="spellEnd"/>
      <w:r w:rsidRPr="006B042B">
        <w:rPr>
          <w:lang w:val="es-ES"/>
        </w:rPr>
        <w:t xml:space="preserve">-diseño informal en Barrio 31, Buenos Aires. </w:t>
      </w:r>
      <w:r w:rsidRPr="006B042B">
        <w:rPr>
          <w:rStyle w:val="Hyperlink"/>
          <w:lang w:val="es-ES"/>
        </w:rPr>
        <w:t xml:space="preserve"> </w:t>
      </w:r>
      <w:hyperlink r:id="rId73" w:history="1">
        <w:r w:rsidRPr="002C7E36">
          <w:rPr>
            <w:rStyle w:val="Hyperlink"/>
          </w:rPr>
          <w:t>https://blogs.iadb.org/ciudades-sostenibles/es/estrategias-de-habitabilidad-en-barrios-populares-prototipos-de-co-diseno-informal/</w:t>
        </w:r>
      </w:hyperlink>
    </w:p>
    <w:p w14:paraId="15EB8186" w14:textId="77777777" w:rsidR="006D3075" w:rsidRPr="004C18B7" w:rsidRDefault="006D3075" w:rsidP="0069164C">
      <w:pPr>
        <w:pStyle w:val="ListParagraph"/>
        <w:numPr>
          <w:ilvl w:val="0"/>
          <w:numId w:val="10"/>
        </w:numPr>
      </w:pPr>
      <w:proofErr w:type="spellStart"/>
      <w:r w:rsidRPr="006B042B">
        <w:rPr>
          <w:lang w:val="es-ES"/>
        </w:rPr>
        <w:lastRenderedPageBreak/>
        <w:t>Egger</w:t>
      </w:r>
      <w:proofErr w:type="spellEnd"/>
      <w:r w:rsidRPr="006B042B">
        <w:rPr>
          <w:lang w:val="es-ES"/>
        </w:rPr>
        <w:t xml:space="preserve">, T., Robertson, C., &amp; Folch, T. (2019). Workshop internacional B31: soluciones de habitabilidad en barrios informales.  </w:t>
      </w:r>
      <w:hyperlink r:id="rId74" w:history="1">
        <w:r w:rsidRPr="002C7E36">
          <w:rPr>
            <w:rStyle w:val="Hyperlink"/>
          </w:rPr>
          <w:t>https://blogs.iadb.org/ciudades-sostenibles/es/workshop-internacional-b31-soluciones-de-habitabilidad-en-barrios-informales/</w:t>
        </w:r>
      </w:hyperlink>
    </w:p>
    <w:p w14:paraId="06D4A276" w14:textId="77777777" w:rsidR="006D3075" w:rsidRPr="006B042B" w:rsidRDefault="006D3075" w:rsidP="0069164C">
      <w:pPr>
        <w:pStyle w:val="ListParagraph"/>
        <w:numPr>
          <w:ilvl w:val="0"/>
          <w:numId w:val="10"/>
        </w:numPr>
        <w:rPr>
          <w:lang w:val="es-ES"/>
        </w:rPr>
      </w:pPr>
      <w:r w:rsidRPr="006B042B">
        <w:rPr>
          <w:lang w:val="es-ES"/>
        </w:rPr>
        <w:t xml:space="preserve">Folch, T., &amp; Robertson, C. (2019). 7 principios para comprender la ecología urbana de la ciudad informal.  </w:t>
      </w:r>
      <w:r w:rsidRPr="006B042B">
        <w:rPr>
          <w:rStyle w:val="Hyperlink"/>
          <w:lang w:val="es-ES"/>
        </w:rPr>
        <w:t>https://blogs.iadb.org/ciudades-sostenibles/es/7-principios-para-comprender-la-ecologia-urbana-de-la-ciudad-informal/</w:t>
      </w:r>
    </w:p>
    <w:p w14:paraId="1D562874" w14:textId="77777777" w:rsidR="004051EC" w:rsidRPr="003F0FE7" w:rsidRDefault="004051EC" w:rsidP="004051EC">
      <w:pPr>
        <w:rPr>
          <w:lang w:val="es-ES"/>
        </w:rPr>
      </w:pPr>
    </w:p>
    <w:p w14:paraId="6E0E5C82" w14:textId="4D55E65D" w:rsidR="004051EC" w:rsidRDefault="004051EC" w:rsidP="00150013">
      <w:pPr>
        <w:pStyle w:val="Subtitle"/>
        <w:rPr>
          <w:lang w:val="es-ES"/>
        </w:rPr>
      </w:pPr>
      <w:proofErr w:type="spellStart"/>
      <w:r w:rsidRPr="009C78DD">
        <w:rPr>
          <w:lang w:val="es-ES"/>
        </w:rPr>
        <w:t>Presentations</w:t>
      </w:r>
      <w:proofErr w:type="spellEnd"/>
      <w:r w:rsidRPr="009C78DD">
        <w:rPr>
          <w:lang w:val="es-ES"/>
        </w:rPr>
        <w:t xml:space="preserve">, Video and Audio </w:t>
      </w:r>
      <w:proofErr w:type="spellStart"/>
      <w:r w:rsidRPr="009C78DD">
        <w:rPr>
          <w:lang w:val="es-ES"/>
        </w:rPr>
        <w:t>Recordings</w:t>
      </w:r>
      <w:proofErr w:type="spellEnd"/>
    </w:p>
    <w:p w14:paraId="46E77E39" w14:textId="77777777" w:rsidR="00150013" w:rsidRPr="006B042B" w:rsidRDefault="00150013" w:rsidP="0069164C">
      <w:pPr>
        <w:pStyle w:val="ListParagraph"/>
        <w:numPr>
          <w:ilvl w:val="0"/>
          <w:numId w:val="10"/>
        </w:numPr>
        <w:rPr>
          <w:lang w:val="es-ES"/>
        </w:rPr>
      </w:pPr>
      <w:r w:rsidRPr="006B042B">
        <w:rPr>
          <w:lang w:val="es-ES"/>
        </w:rPr>
        <w:t xml:space="preserve">Banco Interamericano de Desarrollo. (2021). La ecología urbana de la ciudad informal: prototipos de </w:t>
      </w:r>
      <w:proofErr w:type="spellStart"/>
      <w:r w:rsidRPr="006B042B">
        <w:rPr>
          <w:lang w:val="es-ES"/>
        </w:rPr>
        <w:t>co</w:t>
      </w:r>
      <w:proofErr w:type="spellEnd"/>
      <w:r w:rsidRPr="006B042B">
        <w:rPr>
          <w:lang w:val="es-ES"/>
        </w:rPr>
        <w:t xml:space="preserve">-diseño en el Barrio 31, Buenos Aires. </w:t>
      </w:r>
      <w:r w:rsidRPr="006B042B">
        <w:rPr>
          <w:rStyle w:val="Hyperlink"/>
          <w:lang w:val="es-ES"/>
        </w:rPr>
        <w:t>https://www.youtube.com/watch?v=6B17XRLfjpQ</w:t>
      </w:r>
    </w:p>
    <w:p w14:paraId="46A5DF8C" w14:textId="77777777" w:rsidR="00707245" w:rsidRPr="006B042B" w:rsidRDefault="00707245" w:rsidP="00150013">
      <w:pPr>
        <w:pStyle w:val="Title"/>
        <w:rPr>
          <w:lang w:val="es-ES"/>
        </w:rPr>
      </w:pPr>
    </w:p>
    <w:p w14:paraId="4164E3F0" w14:textId="31FA7F01" w:rsidR="00150013" w:rsidRDefault="008C73B6" w:rsidP="00D11CAD">
      <w:pPr>
        <w:pStyle w:val="Title"/>
      </w:pPr>
      <w:proofErr w:type="spellStart"/>
      <w:r>
        <w:t>Eleonas</w:t>
      </w:r>
      <w:proofErr w:type="spellEnd"/>
      <w:r>
        <w:t xml:space="preserve"> </w:t>
      </w:r>
      <w:r w:rsidR="00707245">
        <w:t>Scavenger Market</w:t>
      </w:r>
      <w:r w:rsidR="00150013">
        <w:t xml:space="preserve"> (</w:t>
      </w:r>
      <w:r w:rsidR="00707245">
        <w:t>EM</w:t>
      </w:r>
      <w:r w:rsidR="00150013">
        <w:t>)</w:t>
      </w:r>
    </w:p>
    <w:p w14:paraId="56894A93" w14:textId="77777777" w:rsidR="00150013" w:rsidRPr="006E69C2" w:rsidRDefault="00150013" w:rsidP="00150013">
      <w:pPr>
        <w:pStyle w:val="Subtitle"/>
      </w:pPr>
      <w:r w:rsidRPr="006E69C2">
        <w:t>Articles, Book Chapters, Written Documents</w:t>
      </w:r>
    </w:p>
    <w:p w14:paraId="11975781" w14:textId="1CB86CDE" w:rsidR="00640249" w:rsidRPr="006B042B" w:rsidRDefault="00640249" w:rsidP="0069164C">
      <w:pPr>
        <w:pStyle w:val="ListParagraph"/>
        <w:numPr>
          <w:ilvl w:val="0"/>
          <w:numId w:val="11"/>
        </w:numPr>
        <w:rPr>
          <w:lang w:val="es-ES"/>
        </w:rPr>
      </w:pPr>
      <w:proofErr w:type="spellStart"/>
      <w:r w:rsidRPr="006B042B">
        <w:rPr>
          <w:lang w:val="es-ES"/>
        </w:rPr>
        <w:t>Eleonas</w:t>
      </w:r>
      <w:proofErr w:type="spellEnd"/>
      <w:r w:rsidRPr="006B042B">
        <w:rPr>
          <w:lang w:val="es-ES"/>
        </w:rPr>
        <w:t xml:space="preserve"> - Atlas &amp; PB. (2012). </w:t>
      </w:r>
      <w:hyperlink r:id="rId75" w:history="1">
        <w:r w:rsidR="00060F3B" w:rsidRPr="006B042B">
          <w:rPr>
            <w:lang w:val="es-ES"/>
          </w:rPr>
          <w:t>https://issuu.com/crepudmed/docs/eleonas_214-279</w:t>
        </w:r>
      </w:hyperlink>
    </w:p>
    <w:p w14:paraId="2739A341" w14:textId="77777777" w:rsidR="00060F3B" w:rsidRPr="00B439A7" w:rsidRDefault="00060F3B" w:rsidP="0069164C">
      <w:pPr>
        <w:pStyle w:val="ListParagraph"/>
        <w:numPr>
          <w:ilvl w:val="0"/>
          <w:numId w:val="11"/>
        </w:numPr>
      </w:pPr>
      <w:proofErr w:type="spellStart"/>
      <w:r w:rsidRPr="00B439A7">
        <w:t>Fotakis</w:t>
      </w:r>
      <w:proofErr w:type="spellEnd"/>
      <w:r w:rsidRPr="00B439A7">
        <w:t xml:space="preserve">, A. (2013). </w:t>
      </w:r>
      <w:proofErr w:type="spellStart"/>
      <w:r w:rsidRPr="00B439A7">
        <w:t>Eleonas</w:t>
      </w:r>
      <w:proofErr w:type="spellEnd"/>
      <w:r w:rsidRPr="00B439A7">
        <w:t xml:space="preserve">, an enclave in Athens. EPFL]. </w:t>
      </w:r>
    </w:p>
    <w:p w14:paraId="219FCA53" w14:textId="77777777" w:rsidR="00EB4A55" w:rsidRPr="00B439A7" w:rsidRDefault="00EB4A55" w:rsidP="0069164C">
      <w:pPr>
        <w:pStyle w:val="ListParagraph"/>
        <w:numPr>
          <w:ilvl w:val="0"/>
          <w:numId w:val="11"/>
        </w:numPr>
      </w:pPr>
      <w:r w:rsidRPr="00B439A7">
        <w:t xml:space="preserve">Soi </w:t>
      </w:r>
      <w:proofErr w:type="spellStart"/>
      <w:r w:rsidRPr="00B439A7">
        <w:t>Gunelas</w:t>
      </w:r>
      <w:proofErr w:type="spellEnd"/>
      <w:r w:rsidRPr="00B439A7">
        <w:t xml:space="preserve">, M. (2021). Agoras of Waste. Urban space appropriation in the context of </w:t>
      </w:r>
      <w:proofErr w:type="spellStart"/>
      <w:r w:rsidRPr="00B439A7">
        <w:t>Eleonas</w:t>
      </w:r>
      <w:proofErr w:type="spellEnd"/>
      <w:r w:rsidRPr="00B439A7">
        <w:t xml:space="preserve"> waste picker markets. TU Wien]. </w:t>
      </w:r>
    </w:p>
    <w:p w14:paraId="275E55A8" w14:textId="77777777" w:rsidR="00150013" w:rsidRPr="00060F3B" w:rsidRDefault="00150013" w:rsidP="00150013"/>
    <w:p w14:paraId="6908C2B4" w14:textId="77777777" w:rsidR="00150013" w:rsidRDefault="00150013" w:rsidP="00150013">
      <w:pPr>
        <w:pStyle w:val="Subtitle"/>
      </w:pPr>
      <w:r>
        <w:t>Newspaper Articles</w:t>
      </w:r>
    </w:p>
    <w:p w14:paraId="21970C56" w14:textId="77777777" w:rsidR="00060F3B" w:rsidRPr="00B439A7" w:rsidRDefault="00060F3B" w:rsidP="0069164C">
      <w:pPr>
        <w:pStyle w:val="ListParagraph"/>
        <w:numPr>
          <w:ilvl w:val="0"/>
          <w:numId w:val="11"/>
        </w:numPr>
      </w:pPr>
      <w:r w:rsidRPr="00B439A7">
        <w:t xml:space="preserve">Michalis, P. (2015). Street markets in the </w:t>
      </w:r>
      <w:proofErr w:type="spellStart"/>
      <w:r w:rsidRPr="00B439A7">
        <w:t>neighbourhoods</w:t>
      </w:r>
      <w:proofErr w:type="spellEnd"/>
      <w:r w:rsidRPr="00B439A7">
        <w:t xml:space="preserve"> of Athens. Athens Social Atlas. https://www.athenssocialatlas.gr/en/article/street-markets/ </w:t>
      </w:r>
    </w:p>
    <w:p w14:paraId="12F61433" w14:textId="77777777" w:rsidR="00150013" w:rsidRPr="006E69C2" w:rsidRDefault="00150013" w:rsidP="00150013"/>
    <w:p w14:paraId="05719663" w14:textId="77777777" w:rsidR="00150013" w:rsidRDefault="00150013" w:rsidP="00150013">
      <w:pPr>
        <w:pStyle w:val="Subtitle"/>
      </w:pPr>
      <w:r>
        <w:t>Webpages and Blogs</w:t>
      </w:r>
    </w:p>
    <w:p w14:paraId="47E20EC2" w14:textId="36333163" w:rsidR="006D3075" w:rsidRPr="00B439A7" w:rsidRDefault="00FF43F4" w:rsidP="0069164C">
      <w:pPr>
        <w:numPr>
          <w:ilvl w:val="0"/>
          <w:numId w:val="11"/>
        </w:numPr>
        <w:rPr>
          <w:lang w:val="de-DE"/>
        </w:rPr>
      </w:pPr>
      <w:r w:rsidRPr="001F1AD2">
        <w:rPr>
          <w:lang w:val="de-DE"/>
        </w:rPr>
        <w:t xml:space="preserve">Ermis </w:t>
      </w:r>
      <w:proofErr w:type="spellStart"/>
      <w:r w:rsidRPr="001F1AD2">
        <w:rPr>
          <w:lang w:val="de-DE"/>
        </w:rPr>
        <w:t>Rakos</w:t>
      </w:r>
      <w:r w:rsidR="001F1AD2" w:rsidRPr="001F1AD2">
        <w:rPr>
          <w:lang w:val="de-DE"/>
        </w:rPr>
        <w:t>yllekton</w:t>
      </w:r>
      <w:proofErr w:type="spellEnd"/>
      <w:r w:rsidR="001F1AD2" w:rsidRPr="001F1AD2">
        <w:rPr>
          <w:lang w:val="de-DE"/>
        </w:rPr>
        <w:t xml:space="preserve">. </w:t>
      </w:r>
      <w:hyperlink r:id="rId76" w:history="1">
        <w:r w:rsidR="001F1AD2" w:rsidRPr="00CA2CE7">
          <w:rPr>
            <w:rStyle w:val="Hyperlink"/>
            <w:lang w:val="de-DE"/>
          </w:rPr>
          <w:t>https://somateio-rakosyllekton-ermis.webnode.gr/?fbclid=IwAR35R3CiPg2myJ9ij2D6lrckRBeTDQMRTYV1ofrXDqotmz0bij0A9GIxZSM</w:t>
        </w:r>
      </w:hyperlink>
      <w:r w:rsidR="001F1AD2">
        <w:rPr>
          <w:lang w:val="de-DE"/>
        </w:rPr>
        <w:t xml:space="preserve"> </w:t>
      </w:r>
    </w:p>
    <w:p w14:paraId="1752C0DD" w14:textId="77777777" w:rsidR="00150013" w:rsidRPr="001F1AD2" w:rsidRDefault="00150013" w:rsidP="00150013">
      <w:pPr>
        <w:rPr>
          <w:lang w:val="de-DE"/>
        </w:rPr>
      </w:pPr>
    </w:p>
    <w:p w14:paraId="5CBD9090" w14:textId="77777777" w:rsidR="00150013" w:rsidRDefault="00150013" w:rsidP="00150013">
      <w:pPr>
        <w:pStyle w:val="Subtitle"/>
      </w:pPr>
      <w:r>
        <w:t xml:space="preserve">Presentations, </w:t>
      </w:r>
      <w:r w:rsidRPr="006E69C2">
        <w:t>Video and Audio Recordings</w:t>
      </w:r>
    </w:p>
    <w:p w14:paraId="4C3CF648" w14:textId="1D00FD40" w:rsidR="00B439A7" w:rsidRPr="00B439A7" w:rsidRDefault="00B439A7" w:rsidP="0069164C">
      <w:pPr>
        <w:pStyle w:val="ListParagraph"/>
        <w:numPr>
          <w:ilvl w:val="0"/>
          <w:numId w:val="11"/>
        </w:numPr>
      </w:pPr>
      <w:proofErr w:type="spellStart"/>
      <w:r w:rsidRPr="00B439A7">
        <w:t>Danezi</w:t>
      </w:r>
      <w:proofErr w:type="spellEnd"/>
      <w:r w:rsidRPr="00B439A7">
        <w:t xml:space="preserve">, M. (2011). Scavengers' Union </w:t>
      </w:r>
      <w:proofErr w:type="gramStart"/>
      <w:r w:rsidRPr="00B439A7">
        <w:t>( Trailer</w:t>
      </w:r>
      <w:proofErr w:type="gramEnd"/>
      <w:r w:rsidRPr="00B439A7">
        <w:t xml:space="preserve"> ). </w:t>
      </w:r>
      <w:hyperlink r:id="rId77" w:history="1">
        <w:r w:rsidR="006139CC" w:rsidRPr="00CA2CE7">
          <w:rPr>
            <w:rStyle w:val="Hyperlink"/>
          </w:rPr>
          <w:t>https://www.youtube.com/watch?v=mj8ZELDDkMc&amp;t=1s</w:t>
        </w:r>
      </w:hyperlink>
      <w:r w:rsidR="006139CC">
        <w:t xml:space="preserve"> </w:t>
      </w:r>
    </w:p>
    <w:p w14:paraId="59C0FC4D" w14:textId="413A8AD4" w:rsidR="00B439A7" w:rsidRPr="00B439A7" w:rsidRDefault="00B439A7" w:rsidP="0069164C">
      <w:pPr>
        <w:pStyle w:val="ListParagraph"/>
        <w:numPr>
          <w:ilvl w:val="0"/>
          <w:numId w:val="11"/>
        </w:numPr>
      </w:pPr>
      <w:r w:rsidRPr="00B439A7">
        <w:t xml:space="preserve">Earth Sound Walks. (2022). </w:t>
      </w:r>
      <w:proofErr w:type="spellStart"/>
      <w:r w:rsidRPr="00B439A7">
        <w:t>Eleonas</w:t>
      </w:r>
      <w:proofErr w:type="spellEnd"/>
      <w:r w:rsidRPr="00B439A7">
        <w:t xml:space="preserve"> </w:t>
      </w:r>
      <w:proofErr w:type="gramStart"/>
      <w:r w:rsidRPr="00B439A7">
        <w:t>Scavengers Market walk</w:t>
      </w:r>
      <w:proofErr w:type="gramEnd"/>
      <w:r w:rsidRPr="00B439A7">
        <w:t xml:space="preserve"> in Athens, Greece. </w:t>
      </w:r>
      <w:hyperlink r:id="rId78" w:history="1">
        <w:r w:rsidR="006139CC" w:rsidRPr="00CA2CE7">
          <w:rPr>
            <w:rStyle w:val="Hyperlink"/>
          </w:rPr>
          <w:t>https://www.youtube.com/watch?v=zbRZXTyuo1w</w:t>
        </w:r>
      </w:hyperlink>
      <w:r w:rsidR="006139CC">
        <w:t xml:space="preserve"> </w:t>
      </w:r>
    </w:p>
    <w:p w14:paraId="5B9BEF23" w14:textId="510DB0C4" w:rsidR="00B439A7" w:rsidRPr="00B439A7" w:rsidRDefault="00B439A7" w:rsidP="0069164C">
      <w:pPr>
        <w:pStyle w:val="ListParagraph"/>
        <w:numPr>
          <w:ilvl w:val="0"/>
          <w:numId w:val="11"/>
        </w:numPr>
      </w:pPr>
      <w:proofErr w:type="spellStart"/>
      <w:r w:rsidRPr="00B439A7">
        <w:t>Stefanakis</w:t>
      </w:r>
      <w:proofErr w:type="spellEnd"/>
      <w:r w:rsidRPr="00B439A7">
        <w:t xml:space="preserve">, D. (2020). Doc Progress 2. </w:t>
      </w:r>
      <w:hyperlink r:id="rId79" w:history="1">
        <w:r w:rsidR="006139CC" w:rsidRPr="00CA2CE7">
          <w:rPr>
            <w:rStyle w:val="Hyperlink"/>
          </w:rPr>
          <w:t>https://www.youtube.com/watch?v=fZLycYvB21Y</w:t>
        </w:r>
      </w:hyperlink>
      <w:r w:rsidR="006139CC">
        <w:t xml:space="preserve"> </w:t>
      </w:r>
    </w:p>
    <w:p w14:paraId="0831F167" w14:textId="16FDDB08" w:rsidR="00B439A7" w:rsidRPr="00B439A7" w:rsidRDefault="00B439A7" w:rsidP="0069164C">
      <w:pPr>
        <w:pStyle w:val="ListParagraph"/>
        <w:numPr>
          <w:ilvl w:val="0"/>
          <w:numId w:val="11"/>
        </w:numPr>
      </w:pPr>
      <w:proofErr w:type="spellStart"/>
      <w:r w:rsidRPr="00B439A7">
        <w:t>Stefanakis</w:t>
      </w:r>
      <w:proofErr w:type="spellEnd"/>
      <w:r w:rsidRPr="00B439A7">
        <w:t xml:space="preserve">, D. (2020). Doc Progress. </w:t>
      </w:r>
      <w:hyperlink r:id="rId80" w:history="1">
        <w:r w:rsidR="006139CC" w:rsidRPr="00CA2CE7">
          <w:rPr>
            <w:rStyle w:val="Hyperlink"/>
          </w:rPr>
          <w:t>https://www.youtube.com/watch?v=xB3Nopdfl0A</w:t>
        </w:r>
      </w:hyperlink>
      <w:r w:rsidR="006139CC">
        <w:t xml:space="preserve"> </w:t>
      </w:r>
    </w:p>
    <w:p w14:paraId="30685D01" w14:textId="77777777" w:rsidR="00EF6461" w:rsidRDefault="00EF6461" w:rsidP="005431EE">
      <w:pPr>
        <w:pStyle w:val="Title"/>
      </w:pPr>
    </w:p>
    <w:p w14:paraId="3ADADC47" w14:textId="25ED7689" w:rsidR="00B63683" w:rsidRDefault="00B63683" w:rsidP="00D11CAD">
      <w:pPr>
        <w:pStyle w:val="Title"/>
      </w:pPr>
      <w:r w:rsidRPr="005431EE">
        <w:t>Granby Four Streets (G4S)</w:t>
      </w:r>
    </w:p>
    <w:p w14:paraId="42A27B43" w14:textId="77777777" w:rsidR="00D3421E" w:rsidRPr="006E69C2" w:rsidRDefault="00D3421E" w:rsidP="006E69C2">
      <w:pPr>
        <w:pStyle w:val="Subtitle"/>
      </w:pPr>
      <w:r w:rsidRPr="006E69C2">
        <w:t>Articles, Book Chapters, Written Documents</w:t>
      </w:r>
    </w:p>
    <w:p w14:paraId="6F3D029E" w14:textId="28055C26" w:rsidR="006E69C2" w:rsidRDefault="00B63683" w:rsidP="0069164C">
      <w:pPr>
        <w:pStyle w:val="ListParagraph"/>
        <w:numPr>
          <w:ilvl w:val="0"/>
          <w:numId w:val="4"/>
        </w:numPr>
      </w:pPr>
      <w:proofErr w:type="spellStart"/>
      <w:r w:rsidRPr="00B63683">
        <w:t>Banz</w:t>
      </w:r>
      <w:proofErr w:type="spellEnd"/>
      <w:r w:rsidRPr="00B63683">
        <w:t xml:space="preserve">, C., </w:t>
      </w:r>
      <w:proofErr w:type="spellStart"/>
      <w:r w:rsidRPr="00B63683">
        <w:t>Krohn</w:t>
      </w:r>
      <w:proofErr w:type="spellEnd"/>
      <w:r w:rsidRPr="00B63683">
        <w:t>, M., Sachs, A. Granby Four Streets. Assemble</w:t>
      </w:r>
      <w:proofErr w:type="gramStart"/>
      <w:r w:rsidRPr="00B63683">
        <w:t>. .</w:t>
      </w:r>
      <w:proofErr w:type="gramEnd"/>
      <w:r w:rsidRPr="00B63683">
        <w:t xml:space="preserve"> In M. f. G. Zurich (Ed.), </w:t>
      </w:r>
      <w:r w:rsidRPr="00B63683">
        <w:rPr>
          <w:i/>
          <w:iCs/>
        </w:rPr>
        <w:t>Social Design. Participation and Empowerment.</w:t>
      </w:r>
      <w:r w:rsidRPr="00B63683">
        <w:t xml:space="preserve"> Lars Müller Publishers. </w:t>
      </w:r>
      <w:hyperlink r:id="rId81" w:history="1">
        <w:r w:rsidRPr="006139CC">
          <w:rPr>
            <w:rStyle w:val="Hyperlink"/>
          </w:rPr>
          <w:t>https://www.lars-mueller-publishers.com/social-design</w:t>
        </w:r>
      </w:hyperlink>
      <w:r w:rsidR="006139CC">
        <w:t xml:space="preserve"> </w:t>
      </w:r>
    </w:p>
    <w:p w14:paraId="03EBD946" w14:textId="77777777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Brito, O. (2020). Reclaiming the city. Bottom-up tactical spatial practices and the production of (social) space. In M. Dodd (Ed.), </w:t>
      </w:r>
      <w:r w:rsidRPr="00B63683">
        <w:rPr>
          <w:i/>
          <w:iCs/>
        </w:rPr>
        <w:t>Spatial Practices. Modes of Action and Engagement with the City.</w:t>
      </w:r>
      <w:r w:rsidRPr="00B63683">
        <w:t xml:space="preserve"> (pp. 87 ff). Routledge. </w:t>
      </w:r>
    </w:p>
    <w:p w14:paraId="16D5825C" w14:textId="77777777" w:rsidR="00B63683" w:rsidRP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Conn, E. (2011). Community engagement in the social eco-system dance. In A. Tait &amp; K. A. Richardson (Eds.), </w:t>
      </w:r>
      <w:r w:rsidRPr="00B63683">
        <w:rPr>
          <w:i/>
          <w:iCs/>
        </w:rPr>
        <w:t>Moving Forward with Complexity, Litchfield Park, AZ: Emergent Publications</w:t>
      </w:r>
      <w:r w:rsidRPr="00B63683">
        <w:rPr>
          <w:b/>
          <w:bCs/>
        </w:rPr>
        <w:t xml:space="preserve">. </w:t>
      </w:r>
    </w:p>
    <w:p w14:paraId="2755DC7F" w14:textId="77777777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Dodd, M. Spatial </w:t>
      </w:r>
      <w:proofErr w:type="gramStart"/>
      <w:r w:rsidRPr="00B63683">
        <w:t>practices :</w:t>
      </w:r>
      <w:proofErr w:type="gramEnd"/>
      <w:r w:rsidRPr="00B63683">
        <w:t xml:space="preserve"> modes of action and engagement with the city. </w:t>
      </w:r>
    </w:p>
    <w:p w14:paraId="763B51DB" w14:textId="77777777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Hall, J. (2021). We wanted to do things ourselves. Interview with Jane Hall, Assemble. In H. Harriet, H. Rory, &amp; M. Roberta (Eds.), </w:t>
      </w:r>
      <w:r w:rsidRPr="00B63683">
        <w:rPr>
          <w:i/>
          <w:iCs/>
        </w:rPr>
        <w:t>Architects after Architecture</w:t>
      </w:r>
      <w:r w:rsidRPr="00B63683">
        <w:t xml:space="preserve"> (pp. 127 ff). </w:t>
      </w:r>
    </w:p>
    <w:p w14:paraId="1D5F916B" w14:textId="790BEE15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McGowan, J., </w:t>
      </w:r>
      <w:proofErr w:type="spellStart"/>
      <w:r w:rsidRPr="00B63683">
        <w:t>Dembski</w:t>
      </w:r>
      <w:proofErr w:type="spellEnd"/>
      <w:r w:rsidRPr="00B63683">
        <w:t xml:space="preserve">, S., &amp; Moore, T. (2020). Co-Opting the Streets of Liverpool: Self-Organization and the Role of Local Authorities. </w:t>
      </w:r>
      <w:hyperlink r:id="rId82" w:history="1">
        <w:r w:rsidRPr="00C6147F">
          <w:rPr>
            <w:rStyle w:val="Hyperlink"/>
          </w:rPr>
          <w:t>https://doi.org/10.1080/02697459.2020.1740416</w:t>
        </w:r>
      </w:hyperlink>
      <w:r w:rsidR="00C6147F">
        <w:t xml:space="preserve"> </w:t>
      </w:r>
    </w:p>
    <w:p w14:paraId="04D86F2F" w14:textId="77777777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Morrison, I. W., Merlin. (2019). Granby Four Streets, Toxteth, Liverpool. In </w:t>
      </w:r>
      <w:r w:rsidRPr="00B63683">
        <w:rPr>
          <w:i/>
          <w:iCs/>
        </w:rPr>
        <w:t>Rescue and Reuse: Communities, Heritage and Architecture</w:t>
      </w:r>
      <w:r w:rsidRPr="00B63683">
        <w:t xml:space="preserve">. Routledge. </w:t>
      </w:r>
    </w:p>
    <w:p w14:paraId="4E400443" w14:textId="30E4D775" w:rsidR="00B63683" w:rsidRDefault="00B63683" w:rsidP="0069164C">
      <w:pPr>
        <w:pStyle w:val="ListParagraph"/>
        <w:numPr>
          <w:ilvl w:val="0"/>
          <w:numId w:val="4"/>
        </w:numPr>
      </w:pPr>
      <w:r w:rsidRPr="00B63683">
        <w:t xml:space="preserve">Thompson, M. (2015). Between Boundaries: From </w:t>
      </w:r>
      <w:proofErr w:type="spellStart"/>
      <w:r w:rsidRPr="00B63683">
        <w:t>Commoning</w:t>
      </w:r>
      <w:proofErr w:type="spellEnd"/>
      <w:r w:rsidRPr="00B63683">
        <w:t xml:space="preserve"> and Guerrilla Gardening to Community Land Trust Development in Liverpool. </w:t>
      </w:r>
      <w:hyperlink r:id="rId83" w:history="1">
        <w:r w:rsidRPr="00C6147F">
          <w:rPr>
            <w:rStyle w:val="Hyperlink"/>
          </w:rPr>
          <w:t>https://doi.org/10.1111/anti.12154</w:t>
        </w:r>
      </w:hyperlink>
      <w:r w:rsidR="00C6147F">
        <w:t xml:space="preserve"> </w:t>
      </w:r>
    </w:p>
    <w:p w14:paraId="3C888E2F" w14:textId="77777777" w:rsidR="006E69C2" w:rsidRPr="006E69C2" w:rsidRDefault="006E69C2" w:rsidP="006E69C2"/>
    <w:p w14:paraId="15545F28" w14:textId="77777777" w:rsidR="006E69C2" w:rsidRDefault="006E69C2" w:rsidP="006E69C2">
      <w:pPr>
        <w:pStyle w:val="Subtitle"/>
      </w:pPr>
      <w:r>
        <w:lastRenderedPageBreak/>
        <w:t>Newspaper Articles</w:t>
      </w:r>
    </w:p>
    <w:p w14:paraId="60D33FCC" w14:textId="63C9450F" w:rsidR="006E69C2" w:rsidRPr="006B042B" w:rsidRDefault="006E69C2" w:rsidP="0069164C">
      <w:pPr>
        <w:numPr>
          <w:ilvl w:val="0"/>
          <w:numId w:val="4"/>
        </w:numPr>
        <w:rPr>
          <w:lang w:val="es-ES"/>
        </w:rPr>
      </w:pPr>
      <w:proofErr w:type="spellStart"/>
      <w:r w:rsidRPr="00B63683">
        <w:t>Kirwin</w:t>
      </w:r>
      <w:proofErr w:type="spellEnd"/>
      <w:r w:rsidRPr="00B63683">
        <w:t>, E. (2018). Meet the people from Granby Four Streets - the community market that EVERY Scouser needs to experience.</w:t>
      </w:r>
      <w:r w:rsidRPr="00B63683">
        <w:rPr>
          <w:i/>
          <w:iCs/>
        </w:rPr>
        <w:t xml:space="preserve"> </w:t>
      </w:r>
      <w:r w:rsidRPr="00B63683">
        <w:rPr>
          <w:i/>
          <w:iCs/>
          <w:lang w:val="es-ES"/>
        </w:rPr>
        <w:t>Liverpool Echo</w:t>
      </w:r>
      <w:r w:rsidRPr="00B63683">
        <w:rPr>
          <w:lang w:val="es-ES"/>
        </w:rPr>
        <w:t xml:space="preserve">. </w:t>
      </w:r>
      <w:hyperlink r:id="rId84" w:history="1">
        <w:r w:rsidRPr="006B042B">
          <w:rPr>
            <w:rStyle w:val="Hyperlink"/>
            <w:lang w:val="es-ES"/>
          </w:rPr>
          <w:t>https://www.liverpoolecho.co.uk/whats-on/whats-on-news/meet-people-granby-four-streets-14990920</w:t>
        </w:r>
      </w:hyperlink>
      <w:r w:rsidR="00C6147F" w:rsidRPr="006B042B">
        <w:rPr>
          <w:rStyle w:val="Hyperlink"/>
          <w:lang w:val="es-ES"/>
        </w:rPr>
        <w:t xml:space="preserve"> </w:t>
      </w:r>
    </w:p>
    <w:p w14:paraId="23434CC7" w14:textId="40EB8817" w:rsidR="006E69C2" w:rsidRPr="006E69C2" w:rsidRDefault="006E69C2" w:rsidP="0069164C">
      <w:pPr>
        <w:numPr>
          <w:ilvl w:val="0"/>
          <w:numId w:val="4"/>
        </w:numPr>
      </w:pPr>
      <w:r w:rsidRPr="00B63683">
        <w:t>Leeming, C. (2013). Why selling off homes for just £1 in a derelict area of Liverpool makes sense.</w:t>
      </w:r>
      <w:r w:rsidRPr="00B63683">
        <w:rPr>
          <w:i/>
          <w:iCs/>
        </w:rPr>
        <w:t xml:space="preserve"> The Guardian</w:t>
      </w:r>
      <w:r w:rsidRPr="00B63683">
        <w:t xml:space="preserve">. </w:t>
      </w:r>
      <w:hyperlink r:id="rId85" w:history="1">
        <w:r w:rsidRPr="00C6147F">
          <w:rPr>
            <w:rStyle w:val="Hyperlink"/>
          </w:rPr>
          <w:t>https://www.theguardian.com/commentisfree/2013/feb/20/selling-homes-liverpool</w:t>
        </w:r>
      </w:hyperlink>
      <w:r w:rsidR="00C6147F">
        <w:t xml:space="preserve"> </w:t>
      </w:r>
    </w:p>
    <w:p w14:paraId="08F04A52" w14:textId="474F5EB7" w:rsidR="00B63683" w:rsidRDefault="006E69C2" w:rsidP="0069164C">
      <w:pPr>
        <w:numPr>
          <w:ilvl w:val="0"/>
          <w:numId w:val="4"/>
        </w:numPr>
      </w:pPr>
      <w:r w:rsidRPr="00B63683">
        <w:t>Wainwright, O. (2019). 'Five years to do 10 chuffing houses!' – meet the guerrilla gardeners of Granby.</w:t>
      </w:r>
      <w:r w:rsidRPr="00B63683">
        <w:rPr>
          <w:i/>
          <w:iCs/>
        </w:rPr>
        <w:t xml:space="preserve"> The Guardian</w:t>
      </w:r>
      <w:r w:rsidRPr="00B63683">
        <w:t xml:space="preserve">. </w:t>
      </w:r>
      <w:hyperlink r:id="rId86" w:history="1">
        <w:r w:rsidRPr="00C6147F">
          <w:rPr>
            <w:rStyle w:val="Hyperlink"/>
          </w:rPr>
          <w:t>https://www.theguardian.com/artanddesign/2019/jul/08/assemble-guerrilla-gardeners-of-granby-liverpool-terrace-turner-prize</w:t>
        </w:r>
      </w:hyperlink>
    </w:p>
    <w:p w14:paraId="2AC9D7FB" w14:textId="77777777" w:rsidR="006E69C2" w:rsidRPr="006E69C2" w:rsidRDefault="006E69C2" w:rsidP="006E69C2"/>
    <w:p w14:paraId="055FE650" w14:textId="6F75A971" w:rsidR="00B63683" w:rsidRDefault="00B63683" w:rsidP="006E69C2">
      <w:pPr>
        <w:pStyle w:val="Subtitle"/>
      </w:pPr>
      <w:r>
        <w:t>Web</w:t>
      </w:r>
      <w:r w:rsidR="00ED4BAD">
        <w:t>pages and Blogs</w:t>
      </w:r>
    </w:p>
    <w:p w14:paraId="59C081FF" w14:textId="77777777" w:rsidR="00D11CAD" w:rsidRDefault="00B63683" w:rsidP="00D11CAD">
      <w:pPr>
        <w:numPr>
          <w:ilvl w:val="0"/>
          <w:numId w:val="4"/>
        </w:numPr>
      </w:pPr>
      <w:r w:rsidRPr="00B63683">
        <w:t xml:space="preserve">Assemble. Granby Four Streets.  </w:t>
      </w:r>
      <w:hyperlink r:id="rId87" w:history="1">
        <w:r w:rsidRPr="00693FF5">
          <w:rPr>
            <w:rStyle w:val="Hyperlink"/>
          </w:rPr>
          <w:t>https://assemblestudio.co.uk/projects/granby-four-streets-2</w:t>
        </w:r>
      </w:hyperlink>
      <w:r w:rsidR="00693FF5">
        <w:t xml:space="preserve"> </w:t>
      </w:r>
    </w:p>
    <w:p w14:paraId="4917A478" w14:textId="2A74B13F" w:rsidR="00B63683" w:rsidRPr="00D11CAD" w:rsidRDefault="00B63683" w:rsidP="00D11CAD">
      <w:pPr>
        <w:numPr>
          <w:ilvl w:val="0"/>
          <w:numId w:val="4"/>
        </w:numPr>
        <w:rPr>
          <w:rStyle w:val="Hyperlink"/>
          <w:color w:val="auto"/>
          <w:u w:val="none"/>
        </w:rPr>
      </w:pPr>
      <w:r w:rsidRPr="00B63683">
        <w:t xml:space="preserve">Assemble. Granby Winter Garden. </w:t>
      </w:r>
      <w:hyperlink r:id="rId88" w:history="1">
        <w:r w:rsidRPr="00693FF5">
          <w:rPr>
            <w:rStyle w:val="Hyperlink"/>
          </w:rPr>
          <w:t>https://assemblestudio.co.uk/projects/granby-winter-gardens</w:t>
        </w:r>
      </w:hyperlink>
    </w:p>
    <w:p w14:paraId="2B0D652A" w14:textId="77777777" w:rsidR="00B63683" w:rsidRDefault="00B63683" w:rsidP="0069164C">
      <w:pPr>
        <w:numPr>
          <w:ilvl w:val="0"/>
          <w:numId w:val="4"/>
        </w:numPr>
      </w:pPr>
      <w:r w:rsidRPr="00B63683">
        <w:t xml:space="preserve">Assemble. Granby Workshop. </w:t>
      </w:r>
      <w:hyperlink r:id="rId89" w:history="1">
        <w:r w:rsidRPr="00693FF5">
          <w:rPr>
            <w:rStyle w:val="Hyperlink"/>
          </w:rPr>
          <w:t>https://assemblestudio.co.uk/projects/granby-workshop</w:t>
        </w:r>
      </w:hyperlink>
    </w:p>
    <w:p w14:paraId="226D514D" w14:textId="77777777" w:rsidR="00D11CAD" w:rsidRDefault="00B63683" w:rsidP="00D11CAD">
      <w:pPr>
        <w:numPr>
          <w:ilvl w:val="0"/>
          <w:numId w:val="4"/>
        </w:numPr>
      </w:pPr>
      <w:r w:rsidRPr="00B63683">
        <w:t xml:space="preserve">British Council. Assemble – Granby Four Streets. </w:t>
      </w:r>
      <w:hyperlink r:id="rId90" w:history="1">
        <w:r w:rsidRPr="00693FF5">
          <w:rPr>
            <w:rStyle w:val="Hyperlink"/>
          </w:rPr>
          <w:t>https://www.britishcouncil.org/arts/city-arts-tour/liverpool/assemble-granby-four-streets</w:t>
        </w:r>
      </w:hyperlink>
    </w:p>
    <w:p w14:paraId="5156B442" w14:textId="20EC4059" w:rsidR="00B63683" w:rsidRPr="00D11CAD" w:rsidRDefault="00B63683" w:rsidP="00D11CAD">
      <w:pPr>
        <w:numPr>
          <w:ilvl w:val="0"/>
          <w:numId w:val="4"/>
        </w:numPr>
        <w:rPr>
          <w:rStyle w:val="Hyperlink"/>
          <w:color w:val="auto"/>
          <w:u w:val="none"/>
        </w:rPr>
      </w:pPr>
      <w:r w:rsidRPr="00B63683">
        <w:t xml:space="preserve">Granby Four Streets CLT. </w:t>
      </w:r>
      <w:hyperlink r:id="rId91" w:history="1">
        <w:r w:rsidRPr="00693FF5">
          <w:rPr>
            <w:rStyle w:val="Hyperlink"/>
          </w:rPr>
          <w:t>https://www.granby4streetsclt.co.uk/read-me</w:t>
        </w:r>
      </w:hyperlink>
    </w:p>
    <w:p w14:paraId="064E2737" w14:textId="77777777" w:rsidR="00B63683" w:rsidRDefault="00B63683" w:rsidP="0069164C">
      <w:pPr>
        <w:numPr>
          <w:ilvl w:val="0"/>
          <w:numId w:val="4"/>
        </w:numPr>
      </w:pPr>
      <w:r w:rsidRPr="00B63683">
        <w:t xml:space="preserve">Granby Workshop. </w:t>
      </w:r>
      <w:hyperlink r:id="rId92" w:history="1">
        <w:r w:rsidRPr="00693FF5">
          <w:rPr>
            <w:rStyle w:val="Hyperlink"/>
          </w:rPr>
          <w:t>https://granbyworkshop.co.uk</w:t>
        </w:r>
      </w:hyperlink>
    </w:p>
    <w:p w14:paraId="7F431748" w14:textId="77777777" w:rsidR="00B63683" w:rsidRDefault="00B63683" w:rsidP="0069164C">
      <w:pPr>
        <w:numPr>
          <w:ilvl w:val="0"/>
          <w:numId w:val="4"/>
        </w:numPr>
      </w:pPr>
      <w:r w:rsidRPr="00B63683">
        <w:t>Wikipedia, Granby Four Streets.</w:t>
      </w:r>
      <w:r w:rsidRPr="00693FF5">
        <w:rPr>
          <w:rStyle w:val="Hyperlink"/>
        </w:rPr>
        <w:t xml:space="preserve"> </w:t>
      </w:r>
      <w:hyperlink r:id="rId93" w:history="1">
        <w:r w:rsidRPr="00693FF5">
          <w:rPr>
            <w:rStyle w:val="Hyperlink"/>
          </w:rPr>
          <w:t>https://en.wikipedia.org/wiki/Granby_Four_Streets</w:t>
        </w:r>
      </w:hyperlink>
    </w:p>
    <w:p w14:paraId="35B18FF7" w14:textId="2D454B7C" w:rsidR="00B63683" w:rsidRDefault="00B63683" w:rsidP="0069164C">
      <w:pPr>
        <w:numPr>
          <w:ilvl w:val="0"/>
          <w:numId w:val="4"/>
        </w:numPr>
      </w:pPr>
      <w:r w:rsidRPr="00B63683">
        <w:t xml:space="preserve">World Habitat Awards. Granby Four Streets Community </w:t>
      </w:r>
      <w:r w:rsidR="00693FF5">
        <w:t>L</w:t>
      </w:r>
      <w:r w:rsidRPr="00B63683">
        <w:t xml:space="preserve">and Trust. </w:t>
      </w:r>
      <w:hyperlink r:id="rId94" w:anchor="award-content" w:history="1">
        <w:r w:rsidRPr="00693FF5">
          <w:rPr>
            <w:rStyle w:val="Hyperlink"/>
          </w:rPr>
          <w:t>https://world-habitat.org/world-habitat-awards/winners-and-finalists/granby-four-streets-community-land-trust/#award-content</w:t>
        </w:r>
      </w:hyperlink>
    </w:p>
    <w:p w14:paraId="16072CCF" w14:textId="77777777" w:rsidR="006E69C2" w:rsidRPr="006E69C2" w:rsidRDefault="006E69C2" w:rsidP="006E69C2"/>
    <w:p w14:paraId="77ECD8BC" w14:textId="61388982" w:rsidR="00B63683" w:rsidRPr="006E69C2" w:rsidRDefault="00870746" w:rsidP="006E69C2">
      <w:pPr>
        <w:pStyle w:val="Subtitle"/>
      </w:pPr>
      <w:r>
        <w:t xml:space="preserve">Presentations, </w:t>
      </w:r>
      <w:r w:rsidR="00B63683" w:rsidRPr="006E69C2">
        <w:t xml:space="preserve">Video </w:t>
      </w:r>
      <w:r w:rsidR="00ED4BAD" w:rsidRPr="006E69C2">
        <w:t>and Audio R</w:t>
      </w:r>
      <w:r w:rsidR="00B63683" w:rsidRPr="006E69C2">
        <w:t>ecordings</w:t>
      </w:r>
    </w:p>
    <w:p w14:paraId="6E22509E" w14:textId="566D8D4B" w:rsidR="00ED4BAD" w:rsidRPr="00FB1CE8" w:rsidRDefault="00ED4BAD" w:rsidP="0069164C">
      <w:pPr>
        <w:numPr>
          <w:ilvl w:val="0"/>
          <w:numId w:val="4"/>
        </w:numPr>
        <w:rPr>
          <w:rStyle w:val="Hyperlink"/>
        </w:rPr>
      </w:pPr>
      <w:r w:rsidRPr="00B63683">
        <w:t xml:space="preserve">Assemble. </w:t>
      </w:r>
      <w:r w:rsidRPr="00B63683">
        <w:rPr>
          <w:i/>
          <w:iCs/>
        </w:rPr>
        <w:t>Granby Four Streets</w:t>
      </w:r>
      <w:r w:rsidRPr="00B63683">
        <w:t xml:space="preserve"> </w:t>
      </w:r>
      <w:r w:rsidRPr="00B63683">
        <w:rPr>
          <w:i/>
          <w:iCs/>
        </w:rPr>
        <w:t xml:space="preserve">– video. </w:t>
      </w:r>
      <w:r w:rsidRPr="00B63683">
        <w:rPr>
          <w:lang w:val="es-ES"/>
        </w:rPr>
        <w:t xml:space="preserve">Vimeo. </w:t>
      </w:r>
      <w:hyperlink r:id="rId95" w:history="1">
        <w:r w:rsidRPr="00FB1CE8">
          <w:rPr>
            <w:rStyle w:val="Hyperlink"/>
          </w:rPr>
          <w:t>https://vimeo.com/236916960</w:t>
        </w:r>
      </w:hyperlink>
      <w:r w:rsidR="00693FF5" w:rsidRPr="00FB1CE8">
        <w:rPr>
          <w:rStyle w:val="Hyperlink"/>
        </w:rPr>
        <w:t xml:space="preserve"> </w:t>
      </w:r>
    </w:p>
    <w:p w14:paraId="357BA985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3A7DC3">
        <w:t xml:space="preserve">Assemble. </w:t>
      </w:r>
      <w:r w:rsidRPr="00B63683">
        <w:rPr>
          <w:i/>
          <w:iCs/>
        </w:rPr>
        <w:t>Granby Workshop Mantelpieces</w:t>
      </w:r>
      <w:r w:rsidRPr="00B63683">
        <w:t xml:space="preserve"> </w:t>
      </w:r>
      <w:r w:rsidRPr="00B63683">
        <w:rPr>
          <w:i/>
          <w:iCs/>
        </w:rPr>
        <w:t xml:space="preserve">– video. </w:t>
      </w:r>
      <w:r w:rsidRPr="00B63683">
        <w:t xml:space="preserve">Vimeo. Assemble. </w:t>
      </w:r>
      <w:r w:rsidRPr="00B63683">
        <w:rPr>
          <w:i/>
          <w:iCs/>
        </w:rPr>
        <w:t>Granby Four Streets</w:t>
      </w:r>
      <w:r w:rsidRPr="00B63683">
        <w:t xml:space="preserve"> </w:t>
      </w:r>
      <w:r w:rsidRPr="00B63683">
        <w:rPr>
          <w:i/>
          <w:iCs/>
        </w:rPr>
        <w:t xml:space="preserve">– video. </w:t>
      </w:r>
      <w:r w:rsidRPr="00B63683">
        <w:t xml:space="preserve">Vimeo. </w:t>
      </w:r>
      <w:hyperlink r:id="rId96" w:history="1">
        <w:r w:rsidRPr="00FB1CE8">
          <w:rPr>
            <w:rStyle w:val="Hyperlink"/>
          </w:rPr>
          <w:t>https://vimeo.com/236916960</w:t>
        </w:r>
      </w:hyperlink>
    </w:p>
    <w:p w14:paraId="64233159" w14:textId="77777777" w:rsidR="00ED4BAD" w:rsidRPr="00B63683" w:rsidRDefault="00ED4BAD" w:rsidP="0069164C">
      <w:pPr>
        <w:numPr>
          <w:ilvl w:val="0"/>
          <w:numId w:val="4"/>
        </w:numPr>
      </w:pPr>
      <w:proofErr w:type="spellStart"/>
      <w:r w:rsidRPr="00B63683">
        <w:t>Chakrabortty</w:t>
      </w:r>
      <w:proofErr w:type="spellEnd"/>
      <w:r w:rsidRPr="00B63683">
        <w:t xml:space="preserve">, A. (2018). In </w:t>
      </w:r>
      <w:r w:rsidRPr="00B63683">
        <w:rPr>
          <w:i/>
          <w:iCs/>
        </w:rPr>
        <w:t>The Alternatives: how a Liverpool suburb upended its housing market – podcast</w:t>
      </w:r>
      <w:r w:rsidRPr="00B63683">
        <w:t xml:space="preserve">. </w:t>
      </w:r>
      <w:r w:rsidRPr="00FB1CE8">
        <w:rPr>
          <w:rStyle w:val="Hyperlink"/>
        </w:rPr>
        <w:t>https://www.theguardian.com/politics/commentisfree/audio/2018/feb/14/the-alternatives-how-liverpool-suburb-upended-housing-market-podcast</w:t>
      </w:r>
    </w:p>
    <w:p w14:paraId="352921F6" w14:textId="17017C01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Cooperative City. Granby Four Streets Community Land Trust - From demolition to </w:t>
      </w:r>
      <w:proofErr w:type="gramStart"/>
      <w:r w:rsidRPr="00B63683">
        <w:t xml:space="preserve">regeneration  </w:t>
      </w:r>
      <w:r w:rsidRPr="00B63683">
        <w:rPr>
          <w:i/>
          <w:iCs/>
        </w:rPr>
        <w:t>–</w:t>
      </w:r>
      <w:proofErr w:type="gramEnd"/>
      <w:r w:rsidRPr="00B63683">
        <w:rPr>
          <w:i/>
          <w:iCs/>
        </w:rPr>
        <w:t xml:space="preserve">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97" w:history="1">
        <w:r w:rsidRPr="00FB1CE8">
          <w:rPr>
            <w:rStyle w:val="Hyperlink"/>
          </w:rPr>
          <w:t>https://www.youtube.com/watch?v=M49h5vsX3go</w:t>
        </w:r>
      </w:hyperlink>
      <w:r w:rsidR="00FB1CE8">
        <w:t xml:space="preserve"> </w:t>
      </w:r>
    </w:p>
    <w:p w14:paraId="0608B329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Design Museum Gent. Granby Four Streets: </w:t>
      </w:r>
      <w:proofErr w:type="spellStart"/>
      <w:r w:rsidRPr="00B63683">
        <w:t>nieuwe</w:t>
      </w:r>
      <w:proofErr w:type="spellEnd"/>
      <w:r w:rsidRPr="00B63683">
        <w:t xml:space="preserve"> </w:t>
      </w:r>
      <w:proofErr w:type="spellStart"/>
      <w:r w:rsidRPr="00B63683">
        <w:t>interieuritems</w:t>
      </w:r>
      <w:proofErr w:type="spellEnd"/>
      <w:r w:rsidRPr="00B63683">
        <w:t xml:space="preserve"> van </w:t>
      </w:r>
      <w:proofErr w:type="spellStart"/>
      <w:r w:rsidRPr="00B63683">
        <w:t>bouwpuin</w:t>
      </w:r>
      <w:proofErr w:type="spellEnd"/>
      <w:r w:rsidRPr="00B63683">
        <w:t xml:space="preserve"> </w:t>
      </w:r>
      <w:r w:rsidRPr="00B63683">
        <w:rPr>
          <w:i/>
          <w:iCs/>
        </w:rPr>
        <w:t xml:space="preserve">–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98" w:history="1">
        <w:r w:rsidRPr="00FB1CE8">
          <w:rPr>
            <w:rStyle w:val="Hyperlink"/>
          </w:rPr>
          <w:t>https://www.youtube.com/watch?v=2wkgsJZdRqs</w:t>
        </w:r>
      </w:hyperlink>
    </w:p>
    <w:p w14:paraId="16CDE8BD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James </w:t>
      </w:r>
      <w:proofErr w:type="spellStart"/>
      <w:r w:rsidRPr="00B63683">
        <w:t>O'hanlon</w:t>
      </w:r>
      <w:proofErr w:type="spellEnd"/>
      <w:r w:rsidRPr="00B63683">
        <w:t>. Granby Winter Garden Launch Cairns St Liverpool</w:t>
      </w:r>
      <w:r w:rsidRPr="00B63683">
        <w:rPr>
          <w:i/>
          <w:iCs/>
        </w:rPr>
        <w:t xml:space="preserve">–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99" w:history="1">
        <w:r w:rsidRPr="00FB1CE8">
          <w:rPr>
            <w:rStyle w:val="Hyperlink"/>
          </w:rPr>
          <w:t>https://www.youtube.com/watch?v=RytIf9XNuMk</w:t>
        </w:r>
      </w:hyperlink>
    </w:p>
    <w:p w14:paraId="74666104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Liverpool TV. Assemble win prestigious Turner Prize for Liverpool housing </w:t>
      </w:r>
      <w:proofErr w:type="gramStart"/>
      <w:r w:rsidRPr="00B63683">
        <w:t xml:space="preserve">scheme  </w:t>
      </w:r>
      <w:r w:rsidRPr="00B63683">
        <w:rPr>
          <w:i/>
          <w:iCs/>
        </w:rPr>
        <w:t>–</w:t>
      </w:r>
      <w:proofErr w:type="gramEnd"/>
      <w:r w:rsidRPr="00B63683">
        <w:rPr>
          <w:i/>
          <w:iCs/>
        </w:rPr>
        <w:t xml:space="preserve">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100" w:history="1">
        <w:r w:rsidRPr="00FB1CE8">
          <w:rPr>
            <w:rStyle w:val="Hyperlink"/>
          </w:rPr>
          <w:t>https://www.youtube.com/watch?v=PBgdU2i-S30</w:t>
        </w:r>
      </w:hyperlink>
    </w:p>
    <w:p w14:paraId="16A4C5CD" w14:textId="77777777" w:rsidR="00ED4BAD" w:rsidRPr="003A7DC3" w:rsidRDefault="00ED4BAD" w:rsidP="0069164C">
      <w:pPr>
        <w:numPr>
          <w:ilvl w:val="0"/>
          <w:numId w:val="4"/>
        </w:numPr>
      </w:pPr>
      <w:r w:rsidRPr="00B63683">
        <w:t xml:space="preserve">Living the City. Granby Four Streets Redevelopment </w:t>
      </w:r>
      <w:r w:rsidRPr="00B63683">
        <w:rPr>
          <w:i/>
          <w:iCs/>
        </w:rPr>
        <w:t xml:space="preserve">–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101" w:history="1">
        <w:r w:rsidRPr="00FB1CE8">
          <w:rPr>
            <w:rStyle w:val="Hyperlink"/>
          </w:rPr>
          <w:t>https://www.youtube.com/watch?v=CmyTLSOyqCA</w:t>
        </w:r>
      </w:hyperlink>
    </w:p>
    <w:p w14:paraId="4A44F9F3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Power to Change. Granby Four Streets - community-led </w:t>
      </w:r>
      <w:proofErr w:type="gramStart"/>
      <w:r w:rsidRPr="00B63683">
        <w:t xml:space="preserve">regeneration  </w:t>
      </w:r>
      <w:r w:rsidRPr="00B63683">
        <w:rPr>
          <w:i/>
          <w:iCs/>
        </w:rPr>
        <w:t>–</w:t>
      </w:r>
      <w:proofErr w:type="gramEnd"/>
      <w:r w:rsidRPr="00B63683">
        <w:rPr>
          <w:i/>
          <w:iCs/>
        </w:rPr>
        <w:t xml:space="preserve">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102" w:history="1">
        <w:r w:rsidRPr="00FB1CE8">
          <w:rPr>
            <w:rStyle w:val="Hyperlink"/>
          </w:rPr>
          <w:t>https://www.youtube.com/watch?v=n4YCrf4_QUU</w:t>
        </w:r>
      </w:hyperlink>
    </w:p>
    <w:p w14:paraId="5335CD1F" w14:textId="77777777" w:rsidR="00ED4BAD" w:rsidRPr="00B63683" w:rsidRDefault="00ED4BAD" w:rsidP="0069164C">
      <w:pPr>
        <w:numPr>
          <w:ilvl w:val="0"/>
          <w:numId w:val="4"/>
        </w:numPr>
        <w:rPr>
          <w:lang w:val="es-ES"/>
        </w:rPr>
      </w:pPr>
      <w:r w:rsidRPr="00B63683">
        <w:t xml:space="preserve">The Bartlett Development Planning Unit. Community-led Housing in the Liverpool City Region: The Case of Granby Four Streets CLT </w:t>
      </w:r>
      <w:r w:rsidRPr="00B63683">
        <w:rPr>
          <w:i/>
          <w:iCs/>
        </w:rPr>
        <w:t xml:space="preserve">– video. </w:t>
      </w:r>
      <w:proofErr w:type="spellStart"/>
      <w:r w:rsidRPr="00B63683">
        <w:t>Youtube</w:t>
      </w:r>
      <w:proofErr w:type="spellEnd"/>
      <w:r w:rsidRPr="00B63683">
        <w:t xml:space="preserve">. </w:t>
      </w:r>
      <w:hyperlink r:id="rId103" w:history="1">
        <w:r w:rsidRPr="00FB1CE8">
          <w:rPr>
            <w:rStyle w:val="Hyperlink"/>
          </w:rPr>
          <w:t>https://www.youtube.com/watch?v=u4ab0hzTyDQ</w:t>
        </w:r>
      </w:hyperlink>
    </w:p>
    <w:p w14:paraId="2465BA83" w14:textId="43DE3E03" w:rsidR="00B63683" w:rsidRDefault="00ED4BAD" w:rsidP="0069164C">
      <w:pPr>
        <w:numPr>
          <w:ilvl w:val="0"/>
          <w:numId w:val="4"/>
        </w:numPr>
      </w:pPr>
      <w:r w:rsidRPr="006E69C2">
        <w:t xml:space="preserve">The Developer. Granby: Exploring Four Streets – video. </w:t>
      </w:r>
      <w:proofErr w:type="spellStart"/>
      <w:r w:rsidRPr="006E69C2">
        <w:t>Youtube</w:t>
      </w:r>
      <w:proofErr w:type="spellEnd"/>
      <w:r w:rsidRPr="006E69C2">
        <w:t xml:space="preserve">. </w:t>
      </w:r>
      <w:hyperlink r:id="rId104" w:history="1">
        <w:r w:rsidRPr="00FB1CE8">
          <w:rPr>
            <w:rStyle w:val="Hyperlink"/>
          </w:rPr>
          <w:t>https://www.youtube.com/watch?v=ajLZfC5Ezps</w:t>
        </w:r>
      </w:hyperlink>
    </w:p>
    <w:p w14:paraId="1B8AEE72" w14:textId="77777777" w:rsidR="00EA7AF1" w:rsidRDefault="00EA7AF1" w:rsidP="00EA7AF1">
      <w:pPr>
        <w:pStyle w:val="Title"/>
      </w:pPr>
    </w:p>
    <w:p w14:paraId="3480A1D1" w14:textId="55534E84" w:rsidR="00EA7AF1" w:rsidRPr="00EA7AF1" w:rsidRDefault="00EA7AF1" w:rsidP="00D11CAD">
      <w:pPr>
        <w:pStyle w:val="Title"/>
        <w:rPr>
          <w:lang w:val="de-DE"/>
        </w:rPr>
      </w:pPr>
      <w:r w:rsidRPr="00EA7AF1">
        <w:rPr>
          <w:lang w:val="de-DE"/>
        </w:rPr>
        <w:t>Haus der Materialisierung (HDM)</w:t>
      </w:r>
    </w:p>
    <w:p w14:paraId="45CC8BD8" w14:textId="77777777" w:rsidR="00EA7AF1" w:rsidRPr="00EA7AF1" w:rsidRDefault="00EA7AF1" w:rsidP="00EA7AF1">
      <w:pPr>
        <w:pStyle w:val="Subtitle"/>
        <w:rPr>
          <w:lang w:val="de-DE"/>
        </w:rPr>
      </w:pPr>
      <w:proofErr w:type="spellStart"/>
      <w:r w:rsidRPr="00EA7AF1">
        <w:rPr>
          <w:lang w:val="de-DE"/>
        </w:rPr>
        <w:t>Articles</w:t>
      </w:r>
      <w:proofErr w:type="spellEnd"/>
      <w:r w:rsidRPr="00EA7AF1">
        <w:rPr>
          <w:lang w:val="de-DE"/>
        </w:rPr>
        <w:t xml:space="preserve">, Book </w:t>
      </w:r>
      <w:proofErr w:type="spellStart"/>
      <w:r w:rsidRPr="00EA7AF1">
        <w:rPr>
          <w:lang w:val="de-DE"/>
        </w:rPr>
        <w:t>Chapters</w:t>
      </w:r>
      <w:proofErr w:type="spellEnd"/>
      <w:r w:rsidRPr="00EA7AF1">
        <w:rPr>
          <w:lang w:val="de-DE"/>
        </w:rPr>
        <w:t xml:space="preserve">, </w:t>
      </w:r>
      <w:proofErr w:type="spellStart"/>
      <w:r w:rsidRPr="00EA7AF1">
        <w:rPr>
          <w:lang w:val="de-DE"/>
        </w:rPr>
        <w:t>Written</w:t>
      </w:r>
      <w:proofErr w:type="spellEnd"/>
      <w:r w:rsidRPr="00EA7AF1">
        <w:rPr>
          <w:lang w:val="de-DE"/>
        </w:rPr>
        <w:t xml:space="preserve"> </w:t>
      </w:r>
      <w:proofErr w:type="spellStart"/>
      <w:r w:rsidRPr="00EA7AF1">
        <w:rPr>
          <w:lang w:val="de-DE"/>
        </w:rPr>
        <w:t>Documents</w:t>
      </w:r>
      <w:proofErr w:type="spellEnd"/>
    </w:p>
    <w:p w14:paraId="531DAACB" w14:textId="77777777" w:rsidR="00EA7AF1" w:rsidRPr="00EF6461" w:rsidRDefault="00EA7AF1" w:rsidP="0069164C">
      <w:pPr>
        <w:pStyle w:val="ListParagraph"/>
        <w:numPr>
          <w:ilvl w:val="0"/>
          <w:numId w:val="12"/>
        </w:numPr>
      </w:pPr>
      <w:r w:rsidRPr="00EA7AF1">
        <w:rPr>
          <w:lang w:val="de-DE"/>
        </w:rPr>
        <w:t xml:space="preserve">Haus der </w:t>
      </w:r>
      <w:proofErr w:type="spellStart"/>
      <w:r w:rsidRPr="00EA7AF1">
        <w:rPr>
          <w:lang w:val="de-DE"/>
        </w:rPr>
        <w:t>Materilisierung</w:t>
      </w:r>
      <w:proofErr w:type="spellEnd"/>
      <w:r w:rsidRPr="00EA7AF1">
        <w:rPr>
          <w:lang w:val="de-DE"/>
        </w:rPr>
        <w:t xml:space="preserve">. (2024). Haus der Materialisierung. Ein Transformationsort für zirkuläre Praxis in Berlin. </w:t>
      </w:r>
      <w:hyperlink r:id="rId105" w:history="1">
        <w:r w:rsidRPr="00CA2CE7">
          <w:rPr>
            <w:rStyle w:val="Hyperlink"/>
          </w:rPr>
          <w:t>https://drive.google.com/file/d/1F7oiKnu4l114zgo2RHmiIDMIyCyEJzD-/view</w:t>
        </w:r>
      </w:hyperlink>
      <w:r>
        <w:t xml:space="preserve"> </w:t>
      </w:r>
    </w:p>
    <w:p w14:paraId="342E18F8" w14:textId="77777777" w:rsidR="00EA7AF1" w:rsidRPr="00EF6461" w:rsidRDefault="00EA7AF1" w:rsidP="0069164C">
      <w:pPr>
        <w:pStyle w:val="ListParagraph"/>
        <w:numPr>
          <w:ilvl w:val="0"/>
          <w:numId w:val="12"/>
        </w:numPr>
      </w:pPr>
      <w:r w:rsidRPr="00EF6461">
        <w:rPr>
          <w:lang w:val="de-DE"/>
        </w:rPr>
        <w:t xml:space="preserve">Scholz, J., Ordóñez, I., &amp; Rotter, S. (2022). </w:t>
      </w:r>
      <w:r w:rsidRPr="00EF6461">
        <w:t xml:space="preserve">Rethinking recurring waste flows: Creating material cycles by identifying new use cases for idle materials. IOP Conference Series: Earth and Environmental Science. </w:t>
      </w:r>
      <w:hyperlink r:id="rId106" w:history="1">
        <w:r w:rsidRPr="00CA2CE7">
          <w:rPr>
            <w:rStyle w:val="Hyperlink"/>
          </w:rPr>
          <w:t>https://doi.org/10.1088/1755-1315/1078/1/012003</w:t>
        </w:r>
      </w:hyperlink>
      <w:r>
        <w:t xml:space="preserve"> </w:t>
      </w:r>
    </w:p>
    <w:p w14:paraId="6780B929" w14:textId="77777777" w:rsidR="00EA7AF1" w:rsidRPr="00EA7AF1" w:rsidRDefault="00EA7AF1" w:rsidP="00EA7AF1"/>
    <w:p w14:paraId="504C3648" w14:textId="77777777" w:rsidR="00EA7AF1" w:rsidRDefault="00EA7AF1" w:rsidP="00EA7AF1">
      <w:pPr>
        <w:pStyle w:val="Subtitle"/>
      </w:pPr>
      <w:r>
        <w:t>Newspaper Articles</w:t>
      </w:r>
    </w:p>
    <w:p w14:paraId="16CB4093" w14:textId="72EB279E" w:rsidR="00EA7AF1" w:rsidRPr="006B042B" w:rsidRDefault="00EA7AF1" w:rsidP="0069164C">
      <w:pPr>
        <w:pStyle w:val="ListParagraph"/>
        <w:numPr>
          <w:ilvl w:val="0"/>
          <w:numId w:val="12"/>
        </w:numPr>
      </w:pPr>
      <w:r w:rsidRPr="003E1178">
        <w:rPr>
          <w:lang w:val="de-DE"/>
        </w:rPr>
        <w:lastRenderedPageBreak/>
        <w:t xml:space="preserve">Braun, L. T. (2022). Ein positiver Handabdruck. </w:t>
      </w:r>
      <w:proofErr w:type="spellStart"/>
      <w:r w:rsidRPr="003E1178">
        <w:rPr>
          <w:lang w:val="de-DE"/>
        </w:rPr>
        <w:t>nd</w:t>
      </w:r>
      <w:proofErr w:type="spellEnd"/>
      <w:r w:rsidRPr="003E1178">
        <w:rPr>
          <w:lang w:val="de-DE"/>
        </w:rPr>
        <w:t xml:space="preserve">-aktuell. </w:t>
      </w:r>
      <w:hyperlink r:id="rId107" w:history="1">
        <w:r w:rsidR="00B83CC0" w:rsidRPr="006B042B">
          <w:rPr>
            <w:rStyle w:val="Hyperlink"/>
          </w:rPr>
          <w:t>https://www.nd-aktuell.de/artikel/1166701.rohstoffwende-ein-positiver-handabdruck.html</w:t>
        </w:r>
      </w:hyperlink>
    </w:p>
    <w:p w14:paraId="0E7907C5" w14:textId="25632306" w:rsidR="00EA7AF1" w:rsidRPr="00B83CC0" w:rsidRDefault="00EA7AF1" w:rsidP="00B83CC0">
      <w:pPr>
        <w:pStyle w:val="ListParagraph"/>
        <w:numPr>
          <w:ilvl w:val="0"/>
          <w:numId w:val="12"/>
        </w:numPr>
        <w:rPr>
          <w:lang w:val="es-ES"/>
        </w:rPr>
      </w:pPr>
      <w:proofErr w:type="spellStart"/>
      <w:r w:rsidRPr="00B83CC0">
        <w:rPr>
          <w:lang w:val="de-DE"/>
        </w:rPr>
        <w:t>Gianera</w:t>
      </w:r>
      <w:proofErr w:type="spellEnd"/>
      <w:r w:rsidRPr="00B83CC0">
        <w:rPr>
          <w:lang w:val="de-DE"/>
        </w:rPr>
        <w:t xml:space="preserve">, V. (2022). Neu gegen alt. </w:t>
      </w:r>
      <w:r w:rsidRPr="00B83CC0">
        <w:rPr>
          <w:lang w:val="es-ES"/>
        </w:rPr>
        <w:t xml:space="preserve">Salto. </w:t>
      </w:r>
      <w:hyperlink r:id="rId108" w:history="1">
        <w:r w:rsidR="00B83CC0" w:rsidRPr="00CA2CE7">
          <w:rPr>
            <w:rStyle w:val="Hyperlink"/>
            <w:lang w:val="es-ES"/>
          </w:rPr>
          <w:t>https://salto.bz/de/article/03032022/haus-der-materialisierung</w:t>
        </w:r>
      </w:hyperlink>
      <w:r w:rsidR="00B83CC0">
        <w:rPr>
          <w:lang w:val="es-ES"/>
        </w:rPr>
        <w:t xml:space="preserve"> </w:t>
      </w:r>
    </w:p>
    <w:p w14:paraId="542BC52A" w14:textId="6DA01422" w:rsidR="00EA7AF1" w:rsidRDefault="00EA7AF1" w:rsidP="0069164C">
      <w:pPr>
        <w:pStyle w:val="ListParagraph"/>
        <w:numPr>
          <w:ilvl w:val="0"/>
          <w:numId w:val="12"/>
        </w:numPr>
      </w:pPr>
      <w:r w:rsidRPr="003E1178">
        <w:rPr>
          <w:lang w:val="de-DE"/>
        </w:rPr>
        <w:t xml:space="preserve">Gomez, R. (2021). Haus der Materialisierung. LABOR FÜR GEBRAUCHTE MATERIALIEN. </w:t>
      </w:r>
      <w:proofErr w:type="spellStart"/>
      <w:r w:rsidRPr="003E1178">
        <w:rPr>
          <w:lang w:val="de-DE"/>
        </w:rPr>
        <w:t>BauNetz</w:t>
      </w:r>
      <w:proofErr w:type="spellEnd"/>
      <w:r w:rsidRPr="003E1178">
        <w:rPr>
          <w:lang w:val="de-DE"/>
        </w:rPr>
        <w:t xml:space="preserve"> Wissen. </w:t>
      </w:r>
      <w:hyperlink r:id="rId109" w:history="1">
        <w:r w:rsidRPr="00B83CC0">
          <w:rPr>
            <w:rStyle w:val="Hyperlink"/>
          </w:rPr>
          <w:t>https://web.archive.org/web/20220525200707/https://www.baunetzwissen.de/nachhaltig-bauen/tipps/news-produkte/haus-der-materialisierung-7633830</w:t>
        </w:r>
      </w:hyperlink>
    </w:p>
    <w:p w14:paraId="2E37C9BB" w14:textId="77777777" w:rsidR="00EA7AF1" w:rsidRPr="006B042B" w:rsidRDefault="00EA7AF1" w:rsidP="00B83CC0">
      <w:pPr>
        <w:pStyle w:val="ListParagraph"/>
        <w:numPr>
          <w:ilvl w:val="0"/>
          <w:numId w:val="12"/>
        </w:numPr>
        <w:rPr>
          <w:lang w:val="de-DE"/>
        </w:rPr>
      </w:pPr>
      <w:proofErr w:type="spellStart"/>
      <w:r w:rsidRPr="00B83CC0">
        <w:rPr>
          <w:lang w:val="de-DE"/>
        </w:rPr>
        <w:t>Gudath</w:t>
      </w:r>
      <w:proofErr w:type="spellEnd"/>
      <w:r w:rsidRPr="00B83CC0">
        <w:rPr>
          <w:lang w:val="de-DE"/>
        </w:rPr>
        <w:t xml:space="preserve">, S. (2021). Berlins neues „Re-Use-Zentrum“: Ist </w:t>
      </w:r>
      <w:proofErr w:type="gramStart"/>
      <w:r w:rsidRPr="00B83CC0">
        <w:rPr>
          <w:lang w:val="de-DE"/>
        </w:rPr>
        <w:t>das Müll</w:t>
      </w:r>
      <w:proofErr w:type="gramEnd"/>
      <w:r w:rsidRPr="00B83CC0">
        <w:rPr>
          <w:lang w:val="de-DE"/>
        </w:rPr>
        <w:t xml:space="preserve"> oder kann das noch was? Berliner Kurier. </w:t>
      </w:r>
      <w:r w:rsidRPr="00B83CC0">
        <w:rPr>
          <w:rStyle w:val="Hyperlink"/>
          <w:lang w:val="de-DE"/>
        </w:rPr>
        <w:t>https://www.berliner-kurier.de/berlin/berlins-neues-re-use-zentrum-oder-wenn-sie-mal-eine-saege-brauchen-li.162994</w:t>
      </w:r>
    </w:p>
    <w:p w14:paraId="2D42CCDF" w14:textId="33A86CAC" w:rsidR="00EA7AF1" w:rsidRPr="00EF6461" w:rsidRDefault="00EA7AF1" w:rsidP="0069164C">
      <w:pPr>
        <w:pStyle w:val="ListParagraph"/>
        <w:numPr>
          <w:ilvl w:val="0"/>
          <w:numId w:val="12"/>
        </w:numPr>
      </w:pPr>
      <w:r w:rsidRPr="003E1178">
        <w:rPr>
          <w:lang w:val="de-DE"/>
        </w:rPr>
        <w:t xml:space="preserve">Hauser, T. (2022). Do </w:t>
      </w:r>
      <w:proofErr w:type="spellStart"/>
      <w:r w:rsidRPr="003E1178">
        <w:rPr>
          <w:lang w:val="de-DE"/>
        </w:rPr>
        <w:t>it</w:t>
      </w:r>
      <w:proofErr w:type="spellEnd"/>
      <w:r w:rsidRPr="003E1178">
        <w:rPr>
          <w:lang w:val="de-DE"/>
        </w:rPr>
        <w:t xml:space="preserve"> </w:t>
      </w:r>
      <w:proofErr w:type="spellStart"/>
      <w:r w:rsidRPr="003E1178">
        <w:rPr>
          <w:lang w:val="de-DE"/>
        </w:rPr>
        <w:t>yourself</w:t>
      </w:r>
      <w:proofErr w:type="spellEnd"/>
      <w:r w:rsidRPr="003E1178">
        <w:rPr>
          <w:lang w:val="de-DE"/>
        </w:rPr>
        <w:t xml:space="preserve">: Besucht die Workshop-Woche im Haus der Materialisierung. </w:t>
      </w:r>
      <w:proofErr w:type="spellStart"/>
      <w:r w:rsidRPr="00EF6461">
        <w:t>Mit</w:t>
      </w:r>
      <w:proofErr w:type="spellEnd"/>
      <w:r w:rsidRPr="00EF6461">
        <w:t xml:space="preserve"> </w:t>
      </w:r>
      <w:proofErr w:type="spellStart"/>
      <w:r w:rsidRPr="00EF6461">
        <w:t>Vergnügen</w:t>
      </w:r>
      <w:proofErr w:type="spellEnd"/>
      <w:r w:rsidRPr="00EF6461">
        <w:t xml:space="preserve">. </w:t>
      </w:r>
      <w:hyperlink r:id="rId110" w:history="1">
        <w:r w:rsidR="00B83CC0" w:rsidRPr="00CA2CE7">
          <w:rPr>
            <w:rStyle w:val="Hyperlink"/>
          </w:rPr>
          <w:t>https://mitvergnuegen.com/2022/workshops-haus-der-materialisierung/</w:t>
        </w:r>
      </w:hyperlink>
      <w:r w:rsidR="00B83CC0">
        <w:t xml:space="preserve"> </w:t>
      </w:r>
    </w:p>
    <w:p w14:paraId="76BA5ADA" w14:textId="7BB9D9B1" w:rsidR="00EA7AF1" w:rsidRPr="003E1178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r w:rsidRPr="003E1178">
        <w:rPr>
          <w:lang w:val="de-DE"/>
        </w:rPr>
        <w:t xml:space="preserve">Hildebrandt, S. (2021). Berlins neues Re-Use-Zentrum - oder: Wenn Sie mal eine Säge brauchen. Berliner Zeitung. </w:t>
      </w:r>
      <w:hyperlink r:id="rId111" w:history="1">
        <w:r w:rsidR="00B83CC0" w:rsidRPr="00CA2CE7">
          <w:rPr>
            <w:rStyle w:val="Hyperlink"/>
            <w:lang w:val="de-DE"/>
          </w:rPr>
          <w:t>https://www.berliner-zeitung.de/mensch-metropole/berlins-neues-re-use-zentrum-oder-wenn-sie-mal-eine-saege-brauchen-li.162964?pid=true</w:t>
        </w:r>
      </w:hyperlink>
      <w:r w:rsidR="00B83CC0">
        <w:rPr>
          <w:lang w:val="de-DE"/>
        </w:rPr>
        <w:t xml:space="preserve"> </w:t>
      </w:r>
    </w:p>
    <w:p w14:paraId="663C6736" w14:textId="66A2406E" w:rsidR="00EA7AF1" w:rsidRPr="003E1178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r w:rsidRPr="003E1178">
        <w:rPr>
          <w:lang w:val="de-DE"/>
        </w:rPr>
        <w:t xml:space="preserve">Nowakowski, G. (2020). Diese Initiativen machen Berlin schöner: „Was wir haben, fliegt normalerweise in den Müll“. Tagesspiegel. </w:t>
      </w:r>
      <w:hyperlink r:id="rId112" w:history="1">
        <w:r w:rsidR="00B83CC0" w:rsidRPr="00CA2CE7">
          <w:rPr>
            <w:rStyle w:val="Hyperlink"/>
            <w:lang w:val="de-DE"/>
          </w:rPr>
          <w:t>https://www.tagesspiegel.de/berlin/was-wir-haben-fliegt-normalerweise-in-den-mull-5079970.html</w:t>
        </w:r>
      </w:hyperlink>
      <w:r w:rsidR="00B83CC0">
        <w:rPr>
          <w:lang w:val="de-DE"/>
        </w:rPr>
        <w:t xml:space="preserve"> </w:t>
      </w:r>
    </w:p>
    <w:p w14:paraId="365072F0" w14:textId="1360D6B8" w:rsidR="00EA7AF1" w:rsidRPr="00EF6461" w:rsidRDefault="00EA7AF1" w:rsidP="0069164C">
      <w:pPr>
        <w:pStyle w:val="ListParagraph"/>
        <w:numPr>
          <w:ilvl w:val="0"/>
          <w:numId w:val="12"/>
        </w:numPr>
      </w:pPr>
      <w:proofErr w:type="spellStart"/>
      <w:r w:rsidRPr="00EF6461">
        <w:t>Oltermann</w:t>
      </w:r>
      <w:proofErr w:type="spellEnd"/>
      <w:r w:rsidRPr="00EF6461">
        <w:t xml:space="preserve">, P. (2014). Berlin 'borrowing shop' promotes the benefits of sharing. The Guardian. </w:t>
      </w:r>
      <w:hyperlink r:id="rId113" w:history="1">
        <w:r w:rsidR="00B83CC0" w:rsidRPr="00CA2CE7">
          <w:rPr>
            <w:rStyle w:val="Hyperlink"/>
          </w:rPr>
          <w:t>https://www.theguardian.com/world/2014/mar/17/berlin-borrowing-shop-benefits-share-leila</w:t>
        </w:r>
      </w:hyperlink>
      <w:r w:rsidR="00B83CC0">
        <w:t xml:space="preserve"> </w:t>
      </w:r>
    </w:p>
    <w:p w14:paraId="47561F61" w14:textId="77777777" w:rsidR="00EA7AF1" w:rsidRPr="00964936" w:rsidRDefault="00EA7AF1" w:rsidP="00EA7AF1"/>
    <w:p w14:paraId="4DFE9CEF" w14:textId="77777777" w:rsidR="00EA7AF1" w:rsidRDefault="00EA7AF1" w:rsidP="00EA7AF1">
      <w:pPr>
        <w:pStyle w:val="Subtitle"/>
      </w:pPr>
      <w:r>
        <w:t>Webpages and Blogs</w:t>
      </w:r>
    </w:p>
    <w:p w14:paraId="3BD76EB7" w14:textId="0356CD89" w:rsidR="00EA7AF1" w:rsidRDefault="00EA7AF1" w:rsidP="0069164C">
      <w:pPr>
        <w:pStyle w:val="ListParagraph"/>
        <w:numPr>
          <w:ilvl w:val="0"/>
          <w:numId w:val="12"/>
        </w:numPr>
      </w:pPr>
      <w:proofErr w:type="spellStart"/>
      <w:r w:rsidRPr="003E1178">
        <w:rPr>
          <w:lang w:val="de-DE"/>
        </w:rPr>
        <w:t>Circular</w:t>
      </w:r>
      <w:proofErr w:type="spellEnd"/>
      <w:r w:rsidRPr="003E1178">
        <w:rPr>
          <w:lang w:val="de-DE"/>
        </w:rPr>
        <w:t xml:space="preserve"> Berlin. Wiederverwendung von Sekundärmaterialien zur gängigen Praxis machen (Haus der Materialisierung). </w:t>
      </w:r>
      <w:hyperlink r:id="rId114" w:history="1">
        <w:r w:rsidRPr="00B83CC0">
          <w:rPr>
            <w:rStyle w:val="Hyperlink"/>
          </w:rPr>
          <w:t>https://circular.berlin/de/portfolio-item/making-secondary-materials-usage-a-common-practice-haus-der-materialisierung/</w:t>
        </w:r>
      </w:hyperlink>
      <w:r w:rsidR="00B83CC0">
        <w:t xml:space="preserve"> </w:t>
      </w:r>
    </w:p>
    <w:p w14:paraId="52BF3FEA" w14:textId="75AF1BC3" w:rsidR="00EA7AF1" w:rsidRPr="00EF6461" w:rsidRDefault="00EA7AF1" w:rsidP="0069164C">
      <w:pPr>
        <w:pStyle w:val="ListParagraph"/>
        <w:numPr>
          <w:ilvl w:val="0"/>
          <w:numId w:val="12"/>
        </w:numPr>
      </w:pPr>
      <w:proofErr w:type="spellStart"/>
      <w:r w:rsidRPr="00EF6461">
        <w:t>Cosum</w:t>
      </w:r>
      <w:proofErr w:type="spellEnd"/>
      <w:r w:rsidRPr="00EF6461">
        <w:t xml:space="preserve">. </w:t>
      </w:r>
      <w:hyperlink r:id="rId115" w:history="1">
        <w:r w:rsidRPr="00B83CC0">
          <w:rPr>
            <w:rStyle w:val="Hyperlink"/>
          </w:rPr>
          <w:t>https://berlin.cosum.de/register</w:t>
        </w:r>
      </w:hyperlink>
      <w:r w:rsidR="00B83CC0">
        <w:t xml:space="preserve"> </w:t>
      </w:r>
    </w:p>
    <w:p w14:paraId="00FF49B0" w14:textId="77777777" w:rsidR="00B83CC0" w:rsidRPr="00B83CC0" w:rsidRDefault="00EA7AF1" w:rsidP="00B83CC0">
      <w:pPr>
        <w:pStyle w:val="ListParagraph"/>
        <w:numPr>
          <w:ilvl w:val="0"/>
          <w:numId w:val="12"/>
        </w:numPr>
        <w:rPr>
          <w:lang w:val="de-DE"/>
        </w:rPr>
      </w:pPr>
      <w:r w:rsidRPr="00EF6461">
        <w:rPr>
          <w:lang w:val="de-DE"/>
        </w:rPr>
        <w:t xml:space="preserve">Haus der Materialisierung. </w:t>
      </w:r>
      <w:hyperlink r:id="rId116" w:history="1">
        <w:r w:rsidRPr="00B83CC0">
          <w:rPr>
            <w:rStyle w:val="Hyperlink"/>
            <w:lang w:val="de-DE"/>
          </w:rPr>
          <w:t>https://hausdermaterialisierung.org</w:t>
        </w:r>
      </w:hyperlink>
      <w:r w:rsidR="00B83CC0" w:rsidRPr="006B042B">
        <w:rPr>
          <w:lang w:val="de-DE"/>
        </w:rPr>
        <w:t xml:space="preserve"> </w:t>
      </w:r>
    </w:p>
    <w:p w14:paraId="45E54E02" w14:textId="757ABF06" w:rsidR="00EA7AF1" w:rsidRPr="00B83CC0" w:rsidRDefault="00EA7AF1" w:rsidP="00B83CC0">
      <w:pPr>
        <w:pStyle w:val="ListParagraph"/>
        <w:numPr>
          <w:ilvl w:val="0"/>
          <w:numId w:val="12"/>
        </w:numPr>
        <w:rPr>
          <w:rStyle w:val="Hyperlink"/>
          <w:color w:val="auto"/>
          <w:u w:val="none"/>
          <w:lang w:val="de-DE"/>
        </w:rPr>
      </w:pPr>
      <w:r w:rsidRPr="00B83CC0">
        <w:rPr>
          <w:lang w:val="de-DE"/>
        </w:rPr>
        <w:t xml:space="preserve">Kostümkollektiv. </w:t>
      </w:r>
      <w:hyperlink r:id="rId117" w:history="1">
        <w:r w:rsidRPr="00B83CC0">
          <w:rPr>
            <w:rStyle w:val="Hyperlink"/>
            <w:lang w:val="de-DE"/>
          </w:rPr>
          <w:t>https://kostuemkollektiv.de/willkommen/</w:t>
        </w:r>
      </w:hyperlink>
    </w:p>
    <w:p w14:paraId="08EE82F0" w14:textId="77777777" w:rsidR="00EA7AF1" w:rsidRPr="00EF6461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r w:rsidRPr="00EF6461">
        <w:rPr>
          <w:lang w:val="de-DE"/>
        </w:rPr>
        <w:t xml:space="preserve">Kunststoffe. </w:t>
      </w:r>
      <w:hyperlink r:id="rId118" w:history="1">
        <w:r w:rsidRPr="00B83CC0">
          <w:rPr>
            <w:rStyle w:val="Hyperlink"/>
            <w:lang w:val="de-DE"/>
          </w:rPr>
          <w:t>https://kunst-stoffe-berlin.de</w:t>
        </w:r>
      </w:hyperlink>
    </w:p>
    <w:p w14:paraId="4121ED5B" w14:textId="77777777" w:rsidR="00EA7AF1" w:rsidRPr="00EF6461" w:rsidRDefault="00EA7AF1" w:rsidP="00EA7AF1">
      <w:pPr>
        <w:rPr>
          <w:lang w:val="de-DE"/>
        </w:rPr>
      </w:pPr>
    </w:p>
    <w:p w14:paraId="4D9B906D" w14:textId="77777777" w:rsidR="00EA7AF1" w:rsidRDefault="00EA7AF1" w:rsidP="00EA7AF1">
      <w:pPr>
        <w:pStyle w:val="Subtitle"/>
      </w:pPr>
      <w:r>
        <w:t xml:space="preserve">Presentations, </w:t>
      </w:r>
      <w:r w:rsidRPr="006E69C2">
        <w:t>Video and Audio Recordings</w:t>
      </w:r>
    </w:p>
    <w:p w14:paraId="640093AA" w14:textId="74AEE3B3" w:rsidR="00EA7AF1" w:rsidRPr="003E1178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r w:rsidRPr="003E1178">
        <w:rPr>
          <w:lang w:val="de-DE"/>
        </w:rPr>
        <w:t xml:space="preserve">BSR - Berliner Stadtreinigung. (2022). ZWFF 2021: RUNDLAUF: Im Haus der Materialisierung. </w:t>
      </w:r>
      <w:hyperlink r:id="rId119" w:history="1">
        <w:r w:rsidR="00B83CC0" w:rsidRPr="00CA2CE7">
          <w:rPr>
            <w:rStyle w:val="Hyperlink"/>
            <w:lang w:val="de-DE"/>
          </w:rPr>
          <w:t>https://www.youtube.com/watch?v=gB9TDQ3y1_c</w:t>
        </w:r>
      </w:hyperlink>
      <w:r w:rsidR="00B83CC0">
        <w:rPr>
          <w:lang w:val="de-DE"/>
        </w:rPr>
        <w:t xml:space="preserve"> </w:t>
      </w:r>
    </w:p>
    <w:p w14:paraId="052DDA72" w14:textId="35EB6A9A" w:rsidR="00EA7AF1" w:rsidRPr="003E1178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r w:rsidRPr="003E1178">
        <w:rPr>
          <w:lang w:val="de-DE"/>
        </w:rPr>
        <w:t xml:space="preserve">Hans Sauer Stiftung. (2021). Hans Sauer Award 2021 // </w:t>
      </w:r>
      <w:proofErr w:type="spellStart"/>
      <w:r w:rsidRPr="003E1178">
        <w:rPr>
          <w:lang w:val="de-DE"/>
        </w:rPr>
        <w:t>Category</w:t>
      </w:r>
      <w:proofErr w:type="spellEnd"/>
      <w:r w:rsidRPr="003E1178">
        <w:rPr>
          <w:lang w:val="de-DE"/>
        </w:rPr>
        <w:t xml:space="preserve"> Best Practice Places: Haus der Materialisierung. </w:t>
      </w:r>
      <w:hyperlink r:id="rId120" w:history="1">
        <w:r w:rsidR="00B83CC0" w:rsidRPr="00CA2CE7">
          <w:rPr>
            <w:rStyle w:val="Hyperlink"/>
            <w:lang w:val="de-DE"/>
          </w:rPr>
          <w:t>https://www.youtube.com/watch?v=z2t9imzf03Y&amp;t=11s</w:t>
        </w:r>
      </w:hyperlink>
      <w:r w:rsidR="00B83CC0">
        <w:rPr>
          <w:lang w:val="de-DE"/>
        </w:rPr>
        <w:t xml:space="preserve"> </w:t>
      </w:r>
    </w:p>
    <w:p w14:paraId="4B21FA4A" w14:textId="4295E7A6" w:rsidR="00EA7AF1" w:rsidRPr="00EF6461" w:rsidRDefault="00EA7AF1" w:rsidP="0069164C">
      <w:pPr>
        <w:pStyle w:val="ListParagraph"/>
        <w:numPr>
          <w:ilvl w:val="0"/>
          <w:numId w:val="12"/>
        </w:numPr>
      </w:pPr>
      <w:proofErr w:type="gramStart"/>
      <w:r w:rsidRPr="003E1178">
        <w:rPr>
          <w:lang w:val="de-DE"/>
        </w:rPr>
        <w:t>RBB Radio</w:t>
      </w:r>
      <w:proofErr w:type="gramEnd"/>
      <w:r w:rsidRPr="003E1178">
        <w:rPr>
          <w:lang w:val="de-DE"/>
        </w:rPr>
        <w:t xml:space="preserve"> 1. (2022). Klimaschonende Ressourcennutzung in Kunst und Kultur. </w:t>
      </w:r>
      <w:hyperlink r:id="rId121" w:history="1">
        <w:r w:rsidRPr="00B83CC0">
          <w:rPr>
            <w:rStyle w:val="Hyperlink"/>
          </w:rPr>
          <w:t>https://rbbmediapmdp-a.akamaihd.net/content/38/47/3847e82c-05e5-4d05-865c-9e89f3b1e5da/1e5f3135-b9b9-49bb-9a52-0f69a13ff444_1d673682-ef71-438c-8c4f-0c259083e258.mp3</w:t>
        </w:r>
      </w:hyperlink>
    </w:p>
    <w:p w14:paraId="718BCF88" w14:textId="3EAD291E" w:rsidR="00EA7AF1" w:rsidRPr="003E1178" w:rsidRDefault="00EA7AF1" w:rsidP="0069164C">
      <w:pPr>
        <w:pStyle w:val="ListParagraph"/>
        <w:numPr>
          <w:ilvl w:val="0"/>
          <w:numId w:val="12"/>
        </w:numPr>
        <w:rPr>
          <w:lang w:val="de-DE"/>
        </w:rPr>
      </w:pPr>
      <w:proofErr w:type="gramStart"/>
      <w:r w:rsidRPr="003E1178">
        <w:rPr>
          <w:lang w:val="de-DE"/>
        </w:rPr>
        <w:t>Weiß</w:t>
      </w:r>
      <w:proofErr w:type="gramEnd"/>
      <w:r w:rsidRPr="003E1178">
        <w:rPr>
          <w:lang w:val="de-DE"/>
        </w:rPr>
        <w:t xml:space="preserve">, K. V. (2022). Das Anti-Kaufhaus vom Alexanderplatz. Tagesspiegel. </w:t>
      </w:r>
      <w:hyperlink r:id="rId122" w:history="1">
        <w:r w:rsidR="00B83CC0" w:rsidRPr="00CA2CE7">
          <w:rPr>
            <w:rStyle w:val="Hyperlink"/>
            <w:lang w:val="de-DE"/>
          </w:rPr>
          <w:t>https://www.tagesspiegel.de/berlin/das-anti-kaufhaus-vom-alexanderplatz-im-haus-der-statistik-wird-jetzt-okologische-marktwirtschaft-erprobt-451083.html</w:t>
        </w:r>
      </w:hyperlink>
      <w:r w:rsidR="00B83CC0">
        <w:rPr>
          <w:lang w:val="de-DE"/>
        </w:rPr>
        <w:t xml:space="preserve"> </w:t>
      </w:r>
    </w:p>
    <w:p w14:paraId="7ED6CB22" w14:textId="77777777" w:rsidR="00EA7AF1" w:rsidRPr="003E1178" w:rsidRDefault="00EA7AF1" w:rsidP="00EA7AF1">
      <w:pPr>
        <w:pStyle w:val="Title"/>
        <w:rPr>
          <w:lang w:val="de-DE"/>
        </w:rPr>
      </w:pPr>
    </w:p>
    <w:p w14:paraId="1D0F1195" w14:textId="3705796F" w:rsidR="00EA7AF1" w:rsidRDefault="00EA7AF1" w:rsidP="00D11CAD">
      <w:pPr>
        <w:pStyle w:val="Title"/>
      </w:pPr>
      <w:r>
        <w:t>Kibera Public Space Project (KPS)</w:t>
      </w:r>
    </w:p>
    <w:p w14:paraId="6622502D" w14:textId="77777777" w:rsidR="00EA7AF1" w:rsidRPr="006E69C2" w:rsidRDefault="00EA7AF1" w:rsidP="00EA7AF1">
      <w:pPr>
        <w:pStyle w:val="Subtitle"/>
      </w:pPr>
      <w:r w:rsidRPr="006E69C2">
        <w:t>Articles, Book Chapters, Written Documents</w:t>
      </w:r>
    </w:p>
    <w:p w14:paraId="57BFF837" w14:textId="56ECCA3B" w:rsidR="00325D3E" w:rsidRPr="00B1507B" w:rsidRDefault="00325D3E" w:rsidP="0069164C">
      <w:pPr>
        <w:pStyle w:val="ListParagraph"/>
        <w:numPr>
          <w:ilvl w:val="0"/>
          <w:numId w:val="13"/>
        </w:numPr>
        <w:rPr>
          <w:lang w:val="de-DE"/>
        </w:rPr>
      </w:pPr>
      <w:proofErr w:type="spellStart"/>
      <w:r w:rsidRPr="006B042B">
        <w:t>Bredhauer</w:t>
      </w:r>
      <w:proofErr w:type="spellEnd"/>
      <w:r w:rsidRPr="006B042B">
        <w:t xml:space="preserve">, M. (2016). Transformative Adaptation in Informal Settlements: The Case of </w:t>
      </w:r>
      <w:proofErr w:type="spellStart"/>
      <w:r w:rsidRPr="006B042B">
        <w:t>Kounkuey</w:t>
      </w:r>
      <w:proofErr w:type="spellEnd"/>
      <w:r w:rsidRPr="006B042B">
        <w:t xml:space="preserve"> Design Initiative in Kibera, Nairobi. </w:t>
      </w:r>
      <w:r w:rsidRPr="00B1507B">
        <w:rPr>
          <w:lang w:val="de-DE"/>
        </w:rPr>
        <w:t xml:space="preserve">(Urban African Risk Knowledge, Issue. </w:t>
      </w:r>
      <w:hyperlink r:id="rId123" w:history="1">
        <w:r w:rsidR="00B83CC0" w:rsidRPr="00CA2CE7">
          <w:rPr>
            <w:rStyle w:val="Hyperlink"/>
            <w:lang w:val="de-DE"/>
          </w:rPr>
          <w:t>https://www.iied.org/21766g</w:t>
        </w:r>
      </w:hyperlink>
      <w:r w:rsidR="00B83CC0">
        <w:rPr>
          <w:lang w:val="de-DE"/>
        </w:rPr>
        <w:t xml:space="preserve"> </w:t>
      </w:r>
    </w:p>
    <w:p w14:paraId="1F25B2B6" w14:textId="42BC0FB9" w:rsidR="00B10774" w:rsidRPr="00B1507B" w:rsidRDefault="00B10774" w:rsidP="0069164C">
      <w:pPr>
        <w:pStyle w:val="ListParagraph"/>
        <w:numPr>
          <w:ilvl w:val="0"/>
          <w:numId w:val="13"/>
        </w:numPr>
        <w:rPr>
          <w:lang w:val="de-DE"/>
        </w:rPr>
      </w:pPr>
      <w:proofErr w:type="spellStart"/>
      <w:r w:rsidRPr="00B1507B">
        <w:rPr>
          <w:lang w:val="de-DE"/>
        </w:rPr>
        <w:t>Garfias</w:t>
      </w:r>
      <w:proofErr w:type="spellEnd"/>
      <w:r w:rsidRPr="00B1507B">
        <w:rPr>
          <w:lang w:val="de-DE"/>
        </w:rPr>
        <w:t xml:space="preserve"> </w:t>
      </w:r>
      <w:proofErr w:type="spellStart"/>
      <w:r w:rsidRPr="00B1507B">
        <w:rPr>
          <w:lang w:val="de-DE"/>
        </w:rPr>
        <w:t>Royo</w:t>
      </w:r>
      <w:proofErr w:type="spellEnd"/>
      <w:r w:rsidRPr="00B1507B">
        <w:rPr>
          <w:lang w:val="de-DE"/>
        </w:rPr>
        <w:t xml:space="preserve">, M., Parikh, P., </w:t>
      </w:r>
      <w:proofErr w:type="spellStart"/>
      <w:r w:rsidRPr="00B1507B">
        <w:rPr>
          <w:lang w:val="de-DE"/>
        </w:rPr>
        <w:t>Mutwiri</w:t>
      </w:r>
      <w:proofErr w:type="spellEnd"/>
      <w:r w:rsidRPr="00B1507B">
        <w:rPr>
          <w:lang w:val="de-DE"/>
        </w:rPr>
        <w:t xml:space="preserve">, F., Harper, J., </w:t>
      </w:r>
      <w:proofErr w:type="spellStart"/>
      <w:r w:rsidRPr="00B1507B">
        <w:rPr>
          <w:lang w:val="de-DE"/>
        </w:rPr>
        <w:t>Bukachi</w:t>
      </w:r>
      <w:proofErr w:type="spellEnd"/>
      <w:r w:rsidRPr="00B1507B">
        <w:rPr>
          <w:lang w:val="de-DE"/>
        </w:rPr>
        <w:t xml:space="preserve">, V., &amp; Mulligan, J. (2018). </w:t>
      </w:r>
      <w:r w:rsidRPr="006B042B">
        <w:t xml:space="preserve">Using Future Scenario Planning as a tool for informed decision making on infrastructure interventions in Kibera, Nairobi in Kenya. </w:t>
      </w:r>
      <w:r w:rsidRPr="00B1507B">
        <w:rPr>
          <w:lang w:val="de-DE"/>
        </w:rPr>
        <w:t xml:space="preserve">Habitat International, 79, 30-41. </w:t>
      </w:r>
      <w:hyperlink r:id="rId124" w:history="1">
        <w:r w:rsidR="00B83CC0" w:rsidRPr="00CA2CE7">
          <w:rPr>
            <w:rStyle w:val="Hyperlink"/>
            <w:lang w:val="de-DE"/>
          </w:rPr>
          <w:t>https://doi.org/10.1016/j.habitatint.2018.07.009</w:t>
        </w:r>
      </w:hyperlink>
      <w:r w:rsidR="00B83CC0">
        <w:rPr>
          <w:lang w:val="de-DE"/>
        </w:rPr>
        <w:t xml:space="preserve"> </w:t>
      </w:r>
    </w:p>
    <w:p w14:paraId="1BA73B37" w14:textId="77777777" w:rsidR="0044157E" w:rsidRPr="006B042B" w:rsidRDefault="0044157E" w:rsidP="0069164C">
      <w:pPr>
        <w:pStyle w:val="ListParagraph"/>
        <w:numPr>
          <w:ilvl w:val="0"/>
          <w:numId w:val="13"/>
        </w:numPr>
      </w:pPr>
      <w:r w:rsidRPr="006B042B">
        <w:t xml:space="preserve">Local Project Challenge. (2020). Kibera Public Space Project. </w:t>
      </w:r>
    </w:p>
    <w:p w14:paraId="0840AC22" w14:textId="3AE23136" w:rsidR="0044157E" w:rsidRPr="00B1507B" w:rsidRDefault="0044157E" w:rsidP="0069164C">
      <w:pPr>
        <w:pStyle w:val="ListParagraph"/>
        <w:numPr>
          <w:ilvl w:val="0"/>
          <w:numId w:val="13"/>
        </w:numPr>
        <w:rPr>
          <w:lang w:val="de-DE"/>
        </w:rPr>
      </w:pPr>
      <w:r w:rsidRPr="006B042B">
        <w:t xml:space="preserve">Mulligan, J., </w:t>
      </w:r>
      <w:proofErr w:type="spellStart"/>
      <w:r w:rsidRPr="006B042B">
        <w:t>Bukachi</w:t>
      </w:r>
      <w:proofErr w:type="spellEnd"/>
      <w:r w:rsidRPr="006B042B">
        <w:t xml:space="preserve">, V., Clause, J. C., Jewell, R., </w:t>
      </w:r>
      <w:proofErr w:type="spellStart"/>
      <w:r w:rsidRPr="006B042B">
        <w:t>Kirimi</w:t>
      </w:r>
      <w:proofErr w:type="spellEnd"/>
      <w:r w:rsidRPr="006B042B">
        <w:t xml:space="preserve">, F., &amp; </w:t>
      </w:r>
      <w:proofErr w:type="spellStart"/>
      <w:r w:rsidRPr="006B042B">
        <w:t>Odbert</w:t>
      </w:r>
      <w:proofErr w:type="spellEnd"/>
      <w:r w:rsidRPr="006B042B">
        <w:t xml:space="preserve">, C. (2020). Hybrid infrastructures, hybrid governance: New evidence from Nairobi (Kenya) on green-blue-grey infrastructure in informal settlements. </w:t>
      </w:r>
      <w:proofErr w:type="spellStart"/>
      <w:r w:rsidRPr="00B1507B">
        <w:rPr>
          <w:lang w:val="de-DE"/>
        </w:rPr>
        <w:t>Anthropocene</w:t>
      </w:r>
      <w:proofErr w:type="spellEnd"/>
      <w:r w:rsidRPr="00B1507B">
        <w:rPr>
          <w:lang w:val="de-DE"/>
        </w:rPr>
        <w:t xml:space="preserve">, 29. </w:t>
      </w:r>
      <w:hyperlink r:id="rId125" w:history="1">
        <w:r w:rsidR="00B83CC0" w:rsidRPr="00CA2CE7">
          <w:rPr>
            <w:rStyle w:val="Hyperlink"/>
            <w:lang w:val="de-DE"/>
          </w:rPr>
          <w:t>https://doi.org/10.1016/j.ancene.2019.100227</w:t>
        </w:r>
      </w:hyperlink>
      <w:r w:rsidR="00B83CC0">
        <w:rPr>
          <w:lang w:val="de-DE"/>
        </w:rPr>
        <w:t xml:space="preserve"> </w:t>
      </w:r>
    </w:p>
    <w:p w14:paraId="026BCD46" w14:textId="5994A459" w:rsidR="00F12C77" w:rsidRPr="006B042B" w:rsidRDefault="00F12C77" w:rsidP="0069164C">
      <w:pPr>
        <w:pStyle w:val="ListParagraph"/>
        <w:numPr>
          <w:ilvl w:val="0"/>
          <w:numId w:val="13"/>
        </w:numPr>
      </w:pPr>
      <w:r w:rsidRPr="006B042B">
        <w:t xml:space="preserve">Mulligan, J., Harper, J., </w:t>
      </w:r>
      <w:proofErr w:type="spellStart"/>
      <w:r w:rsidRPr="006B042B">
        <w:t>Kipkemboi</w:t>
      </w:r>
      <w:proofErr w:type="spellEnd"/>
      <w:r w:rsidRPr="006B042B">
        <w:t xml:space="preserve">, P., </w:t>
      </w:r>
      <w:proofErr w:type="spellStart"/>
      <w:r w:rsidRPr="006B042B">
        <w:t>Ngobi</w:t>
      </w:r>
      <w:proofErr w:type="spellEnd"/>
      <w:r w:rsidRPr="006B042B">
        <w:t xml:space="preserve">, B., &amp; Collins, A. (2017). Community-responsive adaptation to flooding in Kibera, Kenya. Proceedings of the Institution of Civil Engineers: Engineering Sustainability, 170(5), 268-280. </w:t>
      </w:r>
      <w:hyperlink r:id="rId126" w:history="1">
        <w:r w:rsidR="00B83CC0" w:rsidRPr="006B042B">
          <w:rPr>
            <w:rStyle w:val="Hyperlink"/>
          </w:rPr>
          <w:t>https://doi.org/10.1680/jensu.15.00060</w:t>
        </w:r>
      </w:hyperlink>
      <w:r w:rsidR="00B83CC0" w:rsidRPr="006B042B">
        <w:t xml:space="preserve"> </w:t>
      </w:r>
    </w:p>
    <w:p w14:paraId="775B1796" w14:textId="20F38C84" w:rsidR="00F12C77" w:rsidRPr="00B83CC0" w:rsidRDefault="00F12C77" w:rsidP="0069164C">
      <w:pPr>
        <w:pStyle w:val="ListParagraph"/>
        <w:numPr>
          <w:ilvl w:val="0"/>
          <w:numId w:val="13"/>
        </w:numPr>
      </w:pPr>
      <w:proofErr w:type="spellStart"/>
      <w:r w:rsidRPr="006B042B">
        <w:lastRenderedPageBreak/>
        <w:t>Peirson</w:t>
      </w:r>
      <w:proofErr w:type="spellEnd"/>
      <w:r w:rsidRPr="006B042B">
        <w:t xml:space="preserve">, E. (2021). Gardens of Kibera: The Kibera Public Space Project by </w:t>
      </w:r>
      <w:proofErr w:type="spellStart"/>
      <w:r w:rsidRPr="006B042B">
        <w:t>Kounkuey</w:t>
      </w:r>
      <w:proofErr w:type="spellEnd"/>
      <w:r w:rsidRPr="006B042B">
        <w:t xml:space="preserve"> Design Initiative. </w:t>
      </w:r>
      <w:r w:rsidRPr="00B83CC0">
        <w:t xml:space="preserve">Architectural Review. </w:t>
      </w:r>
      <w:hyperlink r:id="rId127" w:history="1">
        <w:r w:rsidR="00B83CC0" w:rsidRPr="00CA2CE7">
          <w:rPr>
            <w:rStyle w:val="Hyperlink"/>
          </w:rPr>
          <w:t>https://www.architectural-review.com/buildings/gardens-of-kibera-the-kibera-public-space-project-by-kounkey-design-initiative</w:t>
        </w:r>
      </w:hyperlink>
      <w:r w:rsidR="00B83CC0">
        <w:t xml:space="preserve"> </w:t>
      </w:r>
    </w:p>
    <w:p w14:paraId="59FF3BC9" w14:textId="498772D2" w:rsidR="00B1507B" w:rsidRPr="006B042B" w:rsidRDefault="00B1507B" w:rsidP="0069164C">
      <w:pPr>
        <w:pStyle w:val="ListParagraph"/>
        <w:numPr>
          <w:ilvl w:val="0"/>
          <w:numId w:val="13"/>
        </w:numPr>
      </w:pPr>
      <w:r w:rsidRPr="006B042B">
        <w:t xml:space="preserve">Tyrrell, M., &amp; </w:t>
      </w:r>
      <w:proofErr w:type="spellStart"/>
      <w:r w:rsidRPr="006B042B">
        <w:t>Odbert</w:t>
      </w:r>
      <w:proofErr w:type="spellEnd"/>
      <w:r w:rsidRPr="006B042B">
        <w:t xml:space="preserve">, C. (2013). Kibera Public Space Project. Landscape Architecture Australia, 139. </w:t>
      </w:r>
      <w:hyperlink r:id="rId128" w:history="1">
        <w:r w:rsidR="00B83CC0" w:rsidRPr="006B042B">
          <w:rPr>
            <w:rStyle w:val="Hyperlink"/>
          </w:rPr>
          <w:t>https://www.jstor.org/stable/10.2307/48514247</w:t>
        </w:r>
      </w:hyperlink>
      <w:r w:rsidR="00B83CC0" w:rsidRPr="006B042B">
        <w:t xml:space="preserve"> </w:t>
      </w:r>
    </w:p>
    <w:p w14:paraId="3902AA26" w14:textId="77777777" w:rsidR="00EA7AF1" w:rsidRPr="006E69C2" w:rsidRDefault="00EA7AF1" w:rsidP="00EA7AF1"/>
    <w:p w14:paraId="36463418" w14:textId="77777777" w:rsidR="00EA7AF1" w:rsidRDefault="00EA7AF1" w:rsidP="00EA7AF1">
      <w:pPr>
        <w:pStyle w:val="Subtitle"/>
      </w:pPr>
      <w:r>
        <w:t>Webpages and Blogs</w:t>
      </w:r>
    </w:p>
    <w:p w14:paraId="3E4950B7" w14:textId="0F6B70C8" w:rsidR="00EA7AF1" w:rsidRPr="00B1507B" w:rsidRDefault="003E1178" w:rsidP="0069164C">
      <w:pPr>
        <w:pStyle w:val="ListParagraph"/>
        <w:numPr>
          <w:ilvl w:val="0"/>
          <w:numId w:val="13"/>
        </w:numPr>
        <w:rPr>
          <w:lang w:val="de-DE"/>
        </w:rPr>
      </w:pPr>
      <w:proofErr w:type="spellStart"/>
      <w:r w:rsidRPr="006B042B">
        <w:t>Kounk</w:t>
      </w:r>
      <w:r w:rsidR="00010436" w:rsidRPr="006B042B">
        <w:t>uey</w:t>
      </w:r>
      <w:proofErr w:type="spellEnd"/>
      <w:r w:rsidR="00010436" w:rsidRPr="006B042B">
        <w:t xml:space="preserve"> Design Initiative. Kibera Public Space Project. </w:t>
      </w:r>
      <w:hyperlink r:id="rId129" w:history="1">
        <w:r w:rsidR="00010436" w:rsidRPr="00B83CC0">
          <w:rPr>
            <w:rStyle w:val="Hyperlink"/>
            <w:lang w:val="de-DE"/>
          </w:rPr>
          <w:t>https://www.kounkuey.org/projects/kibera_public_space_project_network</w:t>
        </w:r>
      </w:hyperlink>
      <w:r w:rsidR="00B83CC0">
        <w:rPr>
          <w:lang w:val="de-DE"/>
        </w:rPr>
        <w:t xml:space="preserve"> </w:t>
      </w:r>
    </w:p>
    <w:p w14:paraId="66754061" w14:textId="77777777" w:rsidR="00B10774" w:rsidRPr="006B042B" w:rsidRDefault="00B10774" w:rsidP="0069164C">
      <w:pPr>
        <w:pStyle w:val="ListParagraph"/>
        <w:numPr>
          <w:ilvl w:val="0"/>
          <w:numId w:val="13"/>
        </w:numPr>
      </w:pPr>
      <w:proofErr w:type="spellStart"/>
      <w:r w:rsidRPr="006B042B">
        <w:t>Kounkuey</w:t>
      </w:r>
      <w:proofErr w:type="spellEnd"/>
      <w:r w:rsidRPr="006B042B">
        <w:t xml:space="preserve"> Design Initiative. Kibera Public Space. </w:t>
      </w:r>
      <w:proofErr w:type="spellStart"/>
      <w:r w:rsidRPr="006B042B">
        <w:t>archello</w:t>
      </w:r>
      <w:proofErr w:type="spellEnd"/>
      <w:r w:rsidRPr="006B042B">
        <w:t xml:space="preserve">. </w:t>
      </w:r>
      <w:r w:rsidRPr="006B042B">
        <w:rPr>
          <w:rStyle w:val="Hyperlink"/>
        </w:rPr>
        <w:t>https://archello.com/project/kibera-public-space</w:t>
      </w:r>
    </w:p>
    <w:p w14:paraId="500283A2" w14:textId="00D5D4E1" w:rsidR="00010436" w:rsidRPr="006B042B" w:rsidRDefault="00F12C77" w:rsidP="0069164C">
      <w:pPr>
        <w:pStyle w:val="ListParagraph"/>
        <w:numPr>
          <w:ilvl w:val="0"/>
          <w:numId w:val="13"/>
        </w:numPr>
      </w:pPr>
      <w:r w:rsidRPr="006B042B">
        <w:t>Owens, K., &amp; Rubnitz, T. (2017). Navigating Kibera Through Community Design. World Resources Institute</w:t>
      </w:r>
      <w:proofErr w:type="gramStart"/>
      <w:r w:rsidRPr="006B042B">
        <w:t>, .</w:t>
      </w:r>
      <w:proofErr w:type="gramEnd"/>
      <w:r w:rsidRPr="006B042B">
        <w:t xml:space="preserve"> </w:t>
      </w:r>
      <w:r w:rsidRPr="006B042B">
        <w:rPr>
          <w:rStyle w:val="Hyperlink"/>
        </w:rPr>
        <w:t>https://www.wri.org/insights/navigating-kibera-through-community-design</w:t>
      </w:r>
    </w:p>
    <w:p w14:paraId="1DAA47B6" w14:textId="77777777" w:rsidR="00EA7AF1" w:rsidRPr="006E69C2" w:rsidRDefault="00EA7AF1" w:rsidP="00EA7AF1"/>
    <w:p w14:paraId="288DD2AE" w14:textId="77777777" w:rsidR="00EA7AF1" w:rsidRPr="0044157E" w:rsidRDefault="00EA7AF1" w:rsidP="00EA7AF1">
      <w:pPr>
        <w:pStyle w:val="Subtitle"/>
        <w:rPr>
          <w:lang w:val="de-DE"/>
        </w:rPr>
      </w:pPr>
      <w:proofErr w:type="spellStart"/>
      <w:r w:rsidRPr="0044157E">
        <w:rPr>
          <w:lang w:val="de-DE"/>
        </w:rPr>
        <w:t>Presentations</w:t>
      </w:r>
      <w:proofErr w:type="spellEnd"/>
      <w:r w:rsidRPr="0044157E">
        <w:rPr>
          <w:lang w:val="de-DE"/>
        </w:rPr>
        <w:t>, Video and Audio Recordings</w:t>
      </w:r>
    </w:p>
    <w:p w14:paraId="492C0A27" w14:textId="1DC0CB8C" w:rsidR="0044157E" w:rsidRPr="00B1507B" w:rsidRDefault="0044157E" w:rsidP="0069164C">
      <w:pPr>
        <w:pStyle w:val="ListParagraph"/>
        <w:numPr>
          <w:ilvl w:val="0"/>
          <w:numId w:val="13"/>
        </w:numPr>
        <w:rPr>
          <w:lang w:val="de-DE"/>
        </w:rPr>
      </w:pPr>
      <w:r w:rsidRPr="00B1507B">
        <w:rPr>
          <w:lang w:val="de-DE"/>
        </w:rPr>
        <w:t xml:space="preserve">Landschaftsarchitektur und Entwerfen Uni Hannover. </w:t>
      </w:r>
      <w:r w:rsidRPr="006B042B">
        <w:t xml:space="preserve">(2018). </w:t>
      </w:r>
      <w:proofErr w:type="spellStart"/>
      <w:r w:rsidRPr="006B042B">
        <w:t>Odbert_Productive</w:t>
      </w:r>
      <w:proofErr w:type="spellEnd"/>
      <w:r w:rsidRPr="006B042B">
        <w:t xml:space="preserve"> Public Space in Kibera, Nairobi. </w:t>
      </w:r>
      <w:hyperlink r:id="rId130" w:history="1">
        <w:r w:rsidR="00B83CC0" w:rsidRPr="00CA2CE7">
          <w:rPr>
            <w:rStyle w:val="Hyperlink"/>
            <w:lang w:val="de-DE"/>
          </w:rPr>
          <w:t>https://www.youtube.com/watch?v=bzcErp2xiR8</w:t>
        </w:r>
      </w:hyperlink>
      <w:r w:rsidR="00B83CC0">
        <w:rPr>
          <w:lang w:val="de-DE"/>
        </w:rPr>
        <w:t xml:space="preserve"> </w:t>
      </w:r>
    </w:p>
    <w:p w14:paraId="32FED1FB" w14:textId="75F48D3F" w:rsidR="00B1507B" w:rsidRPr="00B1507B" w:rsidRDefault="00B1507B" w:rsidP="0069164C">
      <w:pPr>
        <w:pStyle w:val="ListParagraph"/>
        <w:numPr>
          <w:ilvl w:val="0"/>
          <w:numId w:val="13"/>
        </w:numPr>
        <w:rPr>
          <w:lang w:val="de-DE"/>
        </w:rPr>
      </w:pPr>
      <w:r w:rsidRPr="006B042B">
        <w:t xml:space="preserve">TUM Department of Architecture. (2022). Arthur </w:t>
      </w:r>
      <w:proofErr w:type="spellStart"/>
      <w:r w:rsidRPr="006B042B">
        <w:t>Adeya</w:t>
      </w:r>
      <w:proofErr w:type="spellEnd"/>
      <w:r w:rsidRPr="006B042B">
        <w:t xml:space="preserve">: Productive Public Space in Kibera, Nairobi. </w:t>
      </w:r>
      <w:hyperlink r:id="rId131" w:history="1">
        <w:r w:rsidR="00B83CC0" w:rsidRPr="00CA2CE7">
          <w:rPr>
            <w:rStyle w:val="Hyperlink"/>
            <w:lang w:val="de-DE"/>
          </w:rPr>
          <w:t>https://vimeo.com/33779128</w:t>
        </w:r>
      </w:hyperlink>
      <w:r w:rsidR="00B83CC0">
        <w:rPr>
          <w:lang w:val="de-DE"/>
        </w:rPr>
        <w:t xml:space="preserve"> </w:t>
      </w:r>
    </w:p>
    <w:p w14:paraId="7C0C61F6" w14:textId="34B0B0A7" w:rsidR="0069164C" w:rsidRDefault="0069164C" w:rsidP="0069164C">
      <w:pPr>
        <w:pStyle w:val="ListParagraph"/>
        <w:numPr>
          <w:ilvl w:val="0"/>
          <w:numId w:val="13"/>
        </w:numPr>
        <w:rPr>
          <w:lang w:val="de-DE"/>
        </w:rPr>
      </w:pPr>
      <w:r w:rsidRPr="006B042B">
        <w:t xml:space="preserve">WRI Ross Center for Sustainable Cities. (2021). Kibera Public Space Project | Prize for Cities 2020-2021. </w:t>
      </w:r>
      <w:hyperlink r:id="rId132" w:history="1">
        <w:r w:rsidR="00A9730F" w:rsidRPr="00CA2CE7">
          <w:rPr>
            <w:rStyle w:val="Hyperlink"/>
            <w:lang w:val="de-DE"/>
          </w:rPr>
          <w:t>https://www.youtube.com/watch?v=ujpcvgxXYRI</w:t>
        </w:r>
      </w:hyperlink>
    </w:p>
    <w:p w14:paraId="72A50B70" w14:textId="77777777" w:rsidR="00A9730F" w:rsidRDefault="00A9730F" w:rsidP="00A9730F">
      <w:pPr>
        <w:pStyle w:val="Title"/>
      </w:pPr>
    </w:p>
    <w:p w14:paraId="4EAD05EC" w14:textId="35ABD526" w:rsidR="00A9730F" w:rsidRDefault="00A9730F" w:rsidP="00D11CAD">
      <w:pPr>
        <w:pStyle w:val="Title"/>
      </w:pPr>
      <w:proofErr w:type="spellStart"/>
      <w:r>
        <w:t>Ludoteca</w:t>
      </w:r>
      <w:proofErr w:type="spellEnd"/>
      <w:r>
        <w:t xml:space="preserve"> Merced (LM)</w:t>
      </w:r>
    </w:p>
    <w:p w14:paraId="6B3686FE" w14:textId="5216FF09" w:rsidR="00D45004" w:rsidRDefault="00D45004" w:rsidP="00D45004">
      <w:pPr>
        <w:pStyle w:val="Subtitle"/>
      </w:pPr>
      <w:r w:rsidRPr="006E69C2">
        <w:t>Articles, Book Chapters, Written Documents</w:t>
      </w:r>
    </w:p>
    <w:p w14:paraId="20FA4AC8" w14:textId="3BBFC430" w:rsidR="00524ADE" w:rsidRPr="006B042B" w:rsidRDefault="00524ADE" w:rsidP="00D45004">
      <w:pPr>
        <w:pStyle w:val="ListParagraph"/>
        <w:numPr>
          <w:ilvl w:val="0"/>
          <w:numId w:val="16"/>
        </w:numPr>
        <w:rPr>
          <w:lang w:val="es-ES"/>
        </w:rPr>
      </w:pPr>
      <w:proofErr w:type="spellStart"/>
      <w:r w:rsidRPr="006B042B">
        <w:rPr>
          <w:lang w:val="es-ES"/>
        </w:rPr>
        <w:t>Cancino</w:t>
      </w:r>
      <w:proofErr w:type="spellEnd"/>
      <w:r w:rsidRPr="006B042B">
        <w:rPr>
          <w:lang w:val="es-ES"/>
        </w:rPr>
        <w:t xml:space="preserve">-Pérez, L. (2021). Minga y voluntariado: Economía alternativa y trabajo precario en los asentamientos </w:t>
      </w:r>
      <w:proofErr w:type="gramStart"/>
      <w:r w:rsidRPr="006B042B">
        <w:rPr>
          <w:lang w:val="es-ES"/>
        </w:rPr>
        <w:t>pro sustentabilidad</w:t>
      </w:r>
      <w:proofErr w:type="gramEnd"/>
      <w:r w:rsidRPr="006B042B">
        <w:rPr>
          <w:lang w:val="es-ES"/>
        </w:rPr>
        <w:t xml:space="preserve"> en Chile. </w:t>
      </w:r>
      <w:proofErr w:type="spellStart"/>
      <w:r w:rsidRPr="006B042B">
        <w:rPr>
          <w:lang w:val="es-ES"/>
        </w:rPr>
        <w:t>Psicoperspectivas</w:t>
      </w:r>
      <w:proofErr w:type="spellEnd"/>
      <w:r w:rsidRPr="006B042B">
        <w:rPr>
          <w:lang w:val="es-ES"/>
        </w:rPr>
        <w:t xml:space="preserve">, 20(1). </w:t>
      </w:r>
      <w:hyperlink r:id="rId133" w:history="1">
        <w:r w:rsidR="00B83CC0" w:rsidRPr="006B042B">
          <w:rPr>
            <w:rStyle w:val="Hyperlink"/>
            <w:lang w:val="es-ES"/>
          </w:rPr>
          <w:t>https://doi.org/http://dx.doi.org/10.5027/psicoperspectivas-vol20-issue1-fulltext-1955</w:t>
        </w:r>
      </w:hyperlink>
      <w:r w:rsidR="00B83CC0" w:rsidRPr="006B042B">
        <w:rPr>
          <w:lang w:val="es-ES"/>
        </w:rPr>
        <w:t xml:space="preserve"> </w:t>
      </w:r>
    </w:p>
    <w:p w14:paraId="77909C57" w14:textId="29F4A8CA" w:rsidR="00D45004" w:rsidRPr="006B042B" w:rsidRDefault="00D45004" w:rsidP="00D45004">
      <w:pPr>
        <w:pStyle w:val="ListParagraph"/>
        <w:numPr>
          <w:ilvl w:val="0"/>
          <w:numId w:val="16"/>
        </w:numPr>
      </w:pPr>
      <w:proofErr w:type="spellStart"/>
      <w:r w:rsidRPr="006B042B">
        <w:rPr>
          <w:lang w:val="es-ES"/>
        </w:rPr>
        <w:t>Kulma</w:t>
      </w:r>
      <w:proofErr w:type="spellEnd"/>
      <w:r w:rsidRPr="006B042B">
        <w:rPr>
          <w:lang w:val="es-ES"/>
        </w:rPr>
        <w:t xml:space="preserve">, D. (2019). La sostenibilidad de la reconstrucción 2014-2019 tras el Gran incendio en Valparaíso: una mirada desde la habitabilidad, resiliencia y preparación en la gestión de desastres. </w:t>
      </w:r>
      <w:r w:rsidRPr="006B042B">
        <w:t xml:space="preserve">Independent Study Project (ISP) Collection. </w:t>
      </w:r>
      <w:hyperlink r:id="rId134" w:history="1">
        <w:r w:rsidR="00B83CC0" w:rsidRPr="006B042B">
          <w:rPr>
            <w:rStyle w:val="Hyperlink"/>
          </w:rPr>
          <w:t>https://digitalcollections.sit.edu/isp_collection/3243</w:t>
        </w:r>
      </w:hyperlink>
      <w:r w:rsidR="00B83CC0" w:rsidRPr="006B042B">
        <w:t xml:space="preserve"> </w:t>
      </w:r>
      <w:r w:rsidRPr="006B042B">
        <w:t xml:space="preserve"> </w:t>
      </w:r>
    </w:p>
    <w:p w14:paraId="0E15C71F" w14:textId="77777777" w:rsidR="00524ADE" w:rsidRPr="00D45004" w:rsidRDefault="00524ADE" w:rsidP="00A9730F"/>
    <w:p w14:paraId="5EC90B92" w14:textId="77777777" w:rsidR="00A9730F" w:rsidRDefault="00A9730F" w:rsidP="00A9730F">
      <w:pPr>
        <w:pStyle w:val="Subtitle"/>
      </w:pPr>
      <w:r>
        <w:t>Newspaper Articles</w:t>
      </w:r>
    </w:p>
    <w:p w14:paraId="7566F1E8" w14:textId="712E8AA5" w:rsidR="00F16D4C" w:rsidRPr="006B042B" w:rsidRDefault="00F16D4C" w:rsidP="00F16D4C">
      <w:pPr>
        <w:pStyle w:val="ListParagraph"/>
        <w:numPr>
          <w:ilvl w:val="0"/>
          <w:numId w:val="16"/>
        </w:numPr>
      </w:pPr>
      <w:r w:rsidRPr="006B042B">
        <w:t xml:space="preserve">Franco, J. T. (2014). </w:t>
      </w:r>
      <w:proofErr w:type="spellStart"/>
      <w:r w:rsidRPr="006B042B">
        <w:t>Minga</w:t>
      </w:r>
      <w:proofErr w:type="spellEnd"/>
      <w:r w:rsidRPr="006B042B">
        <w:t xml:space="preserve"> Valpo: Architects and Sustainable Reconstruction in Valparaíso, Chile. Arch Daily. </w:t>
      </w:r>
      <w:hyperlink r:id="rId135" w:history="1">
        <w:r w:rsidR="00B83CC0" w:rsidRPr="006B042B">
          <w:rPr>
            <w:rStyle w:val="Hyperlink"/>
          </w:rPr>
          <w:t>https://www.archdaily.com/542948/minga-valpo-architects-and-sustainable-reconstruction-in-valparaiso-chile</w:t>
        </w:r>
      </w:hyperlink>
      <w:r w:rsidR="00B83CC0" w:rsidRPr="006B042B">
        <w:t xml:space="preserve"> </w:t>
      </w:r>
    </w:p>
    <w:p w14:paraId="095B431A" w14:textId="3EA3BE63" w:rsidR="00F16D4C" w:rsidRPr="006B042B" w:rsidRDefault="00F16D4C" w:rsidP="00F16D4C">
      <w:pPr>
        <w:pStyle w:val="ListParagraph"/>
        <w:numPr>
          <w:ilvl w:val="0"/>
          <w:numId w:val="16"/>
        </w:numPr>
        <w:rPr>
          <w:lang w:val="es-ES"/>
        </w:rPr>
      </w:pPr>
      <w:r w:rsidRPr="00F16D4C">
        <w:rPr>
          <w:lang w:val="es-ES"/>
        </w:rPr>
        <w:t xml:space="preserve">Instalarán moderna ludoteca en cerro Merced de Valparaíso. </w:t>
      </w:r>
      <w:r w:rsidRPr="006B042B">
        <w:rPr>
          <w:lang w:val="es-ES"/>
        </w:rPr>
        <w:t xml:space="preserve">(2015). El </w:t>
      </w:r>
      <w:proofErr w:type="spellStart"/>
      <w:r w:rsidRPr="006B042B">
        <w:rPr>
          <w:lang w:val="es-ES"/>
        </w:rPr>
        <w:t>Martutino</w:t>
      </w:r>
      <w:proofErr w:type="spellEnd"/>
      <w:r w:rsidRPr="006B042B">
        <w:rPr>
          <w:lang w:val="es-ES"/>
        </w:rPr>
        <w:t xml:space="preserve">. </w:t>
      </w:r>
      <w:hyperlink r:id="rId136" w:history="1">
        <w:r w:rsidR="00B83CC0" w:rsidRPr="006B042B">
          <w:rPr>
            <w:rStyle w:val="Hyperlink"/>
            <w:lang w:val="es-ES"/>
          </w:rPr>
          <w:t>https://www.elmartutino.cl/noticia/listado/instalaran-moderna-ludoteca-en-cerro-merced-de-valparaiso</w:t>
        </w:r>
      </w:hyperlink>
      <w:r w:rsidR="00B83CC0" w:rsidRPr="006B042B">
        <w:rPr>
          <w:lang w:val="es-ES"/>
        </w:rPr>
        <w:t xml:space="preserve"> </w:t>
      </w:r>
    </w:p>
    <w:p w14:paraId="0D29ECA1" w14:textId="60B83DEB" w:rsidR="00F16D4C" w:rsidRPr="006B042B" w:rsidRDefault="00F16D4C" w:rsidP="00F16D4C">
      <w:pPr>
        <w:pStyle w:val="ListParagraph"/>
        <w:numPr>
          <w:ilvl w:val="0"/>
          <w:numId w:val="16"/>
        </w:numPr>
        <w:rPr>
          <w:lang w:val="es-ES"/>
        </w:rPr>
      </w:pPr>
      <w:r w:rsidRPr="00F16D4C">
        <w:rPr>
          <w:lang w:val="es-ES"/>
        </w:rPr>
        <w:t xml:space="preserve">Vecinos indignados con la PUCV por desmantelamiento de la Ludoteca Merced en Valparaíso. </w:t>
      </w:r>
      <w:r w:rsidRPr="006B042B">
        <w:rPr>
          <w:lang w:val="es-ES"/>
        </w:rPr>
        <w:t xml:space="preserve">(2021). El </w:t>
      </w:r>
      <w:proofErr w:type="spellStart"/>
      <w:r w:rsidRPr="006B042B">
        <w:rPr>
          <w:lang w:val="es-ES"/>
        </w:rPr>
        <w:t>Martutino</w:t>
      </w:r>
      <w:proofErr w:type="spellEnd"/>
      <w:r w:rsidRPr="006B042B">
        <w:rPr>
          <w:lang w:val="es-ES"/>
        </w:rPr>
        <w:t xml:space="preserve">. </w:t>
      </w:r>
      <w:hyperlink r:id="rId137" w:history="1">
        <w:r w:rsidR="00B83CC0" w:rsidRPr="006B042B">
          <w:rPr>
            <w:rStyle w:val="Hyperlink"/>
            <w:lang w:val="es-ES"/>
          </w:rPr>
          <w:t>https://www.elmartutino.cl/noticia/sociedad/vecinos-indignados-con-la-pucv-por-desmantelamiento-de-la-ludoteca-merced-en-valpar</w:t>
        </w:r>
      </w:hyperlink>
      <w:r w:rsidR="00B83CC0" w:rsidRPr="006B042B">
        <w:rPr>
          <w:lang w:val="es-ES"/>
        </w:rPr>
        <w:t xml:space="preserve"> </w:t>
      </w:r>
    </w:p>
    <w:p w14:paraId="2CAE5AEB" w14:textId="77777777" w:rsidR="00A9730F" w:rsidRPr="006B042B" w:rsidRDefault="00A9730F" w:rsidP="00A9730F">
      <w:pPr>
        <w:rPr>
          <w:lang w:val="es-ES"/>
        </w:rPr>
      </w:pPr>
    </w:p>
    <w:p w14:paraId="02B09762" w14:textId="12828CBB" w:rsidR="00D10A18" w:rsidRPr="00D10A18" w:rsidRDefault="00A9730F" w:rsidP="00F16D4C">
      <w:pPr>
        <w:pStyle w:val="Subtitle"/>
      </w:pPr>
      <w:r>
        <w:t>Webpages and Blogs</w:t>
      </w:r>
    </w:p>
    <w:p w14:paraId="3CD53858" w14:textId="15EEA3A6" w:rsidR="00F16D4C" w:rsidRPr="006B042B" w:rsidRDefault="00F16D4C" w:rsidP="00F16D4C">
      <w:pPr>
        <w:pStyle w:val="ListParagraph"/>
        <w:numPr>
          <w:ilvl w:val="0"/>
          <w:numId w:val="16"/>
        </w:numPr>
      </w:pPr>
      <w:proofErr w:type="spellStart"/>
      <w:r w:rsidRPr="006B042B">
        <w:t>LudotecaMerced</w:t>
      </w:r>
      <w:proofErr w:type="spellEnd"/>
      <w:r w:rsidRPr="006B042B">
        <w:t xml:space="preserve"> Valpo. Facebook. </w:t>
      </w:r>
      <w:hyperlink r:id="rId138" w:history="1">
        <w:r w:rsidRPr="006B042B">
          <w:rPr>
            <w:rStyle w:val="Hyperlink"/>
          </w:rPr>
          <w:t>https://www.facebook.com/LudotkMerced/</w:t>
        </w:r>
      </w:hyperlink>
    </w:p>
    <w:p w14:paraId="5ADF5884" w14:textId="792CEAF8" w:rsidR="00F16D4C" w:rsidRPr="006B042B" w:rsidRDefault="00F16D4C" w:rsidP="00F16D4C">
      <w:pPr>
        <w:pStyle w:val="ListParagraph"/>
        <w:numPr>
          <w:ilvl w:val="0"/>
          <w:numId w:val="16"/>
        </w:numPr>
      </w:pPr>
      <w:proofErr w:type="spellStart"/>
      <w:r w:rsidRPr="006B042B">
        <w:t>Ludotekmerced_valpo</w:t>
      </w:r>
      <w:proofErr w:type="spellEnd"/>
      <w:r w:rsidRPr="006B042B">
        <w:t xml:space="preserve">. Instagram. </w:t>
      </w:r>
      <w:hyperlink r:id="rId139" w:history="1">
        <w:r w:rsidR="00B83CC0" w:rsidRPr="006B042B">
          <w:rPr>
            <w:rStyle w:val="Hyperlink"/>
          </w:rPr>
          <w:t>https://www.instagram.com/LudotkMerced_valpo/?fbclid=IwZXh0bgNhZW0CMTAAAR2jaAY9dzMKaJ2OsozLiG0h0FhmWSgvYgV8PdpDszdcbIjCZzww1_JZBVo_aem_ZmFrZWR1bW15MTZieXRlcw</w:t>
        </w:r>
      </w:hyperlink>
      <w:r w:rsidR="00B83CC0" w:rsidRPr="006B042B">
        <w:t xml:space="preserve"> </w:t>
      </w:r>
    </w:p>
    <w:p w14:paraId="4553A3E8" w14:textId="543BE629" w:rsidR="00F16D4C" w:rsidRPr="006B042B" w:rsidRDefault="00F16D4C" w:rsidP="00F16D4C">
      <w:pPr>
        <w:pStyle w:val="ListParagraph"/>
        <w:numPr>
          <w:ilvl w:val="0"/>
          <w:numId w:val="16"/>
        </w:numPr>
        <w:rPr>
          <w:lang w:val="es-ES"/>
        </w:rPr>
      </w:pPr>
      <w:r w:rsidRPr="006B042B">
        <w:rPr>
          <w:lang w:val="es-ES"/>
        </w:rPr>
        <w:t xml:space="preserve">Minga </w:t>
      </w:r>
      <w:proofErr w:type="spellStart"/>
      <w:r w:rsidRPr="006B042B">
        <w:rPr>
          <w:lang w:val="es-ES"/>
        </w:rPr>
        <w:t>Valpo</w:t>
      </w:r>
      <w:proofErr w:type="spellEnd"/>
      <w:r w:rsidRPr="006B042B">
        <w:rPr>
          <w:lang w:val="es-ES"/>
        </w:rPr>
        <w:t xml:space="preserve">. 2015-2021 Ludoteca Merced. </w:t>
      </w:r>
      <w:hyperlink r:id="rId140" w:history="1">
        <w:r w:rsidRPr="006B042B">
          <w:rPr>
            <w:rStyle w:val="Hyperlink"/>
            <w:lang w:val="es-ES"/>
          </w:rPr>
          <w:t>https://mingavalpo.cl/2018/04/12/ludoteca-merced/</w:t>
        </w:r>
      </w:hyperlink>
    </w:p>
    <w:p w14:paraId="36A94D5A" w14:textId="77777777" w:rsidR="00A9730F" w:rsidRPr="006B042B" w:rsidRDefault="00A9730F" w:rsidP="00A9730F">
      <w:pPr>
        <w:rPr>
          <w:lang w:val="es-ES"/>
        </w:rPr>
      </w:pPr>
    </w:p>
    <w:p w14:paraId="180954C8" w14:textId="77777777" w:rsidR="00A9730F" w:rsidRDefault="00A9730F" w:rsidP="00A9730F">
      <w:pPr>
        <w:pStyle w:val="Subtitle"/>
      </w:pPr>
      <w:r>
        <w:t xml:space="preserve">Presentations, </w:t>
      </w:r>
      <w:r w:rsidRPr="006E69C2">
        <w:t>Video and Audio Recordings</w:t>
      </w:r>
    </w:p>
    <w:p w14:paraId="6B7B9F17" w14:textId="695B64C4" w:rsidR="009C53FA" w:rsidRPr="000072B5" w:rsidRDefault="000072B5" w:rsidP="009C53FA">
      <w:pPr>
        <w:pStyle w:val="ListParagraph"/>
        <w:numPr>
          <w:ilvl w:val="0"/>
          <w:numId w:val="16"/>
        </w:numPr>
        <w:ind w:right="-720"/>
        <w:contextualSpacing w:val="0"/>
        <w:rPr>
          <w:lang w:val="de-DE"/>
        </w:rPr>
      </w:pPr>
      <w:proofErr w:type="spellStart"/>
      <w:proofErr w:type="gramStart"/>
      <w:r w:rsidRPr="006B042B">
        <w:rPr>
          <w:lang w:val="es-ES"/>
        </w:rPr>
        <w:t>P!ensa</w:t>
      </w:r>
      <w:proofErr w:type="spellEnd"/>
      <w:proofErr w:type="gramEnd"/>
      <w:r w:rsidRPr="006B042B">
        <w:rPr>
          <w:lang w:val="es-ES"/>
        </w:rPr>
        <w:t xml:space="preserve"> TV. (2018). Minga </w:t>
      </w:r>
      <w:proofErr w:type="spellStart"/>
      <w:r w:rsidRPr="006B042B">
        <w:rPr>
          <w:lang w:val="es-ES"/>
        </w:rPr>
        <w:t>Valpo</w:t>
      </w:r>
      <w:proofErr w:type="spellEnd"/>
      <w:r w:rsidRPr="006B042B">
        <w:rPr>
          <w:lang w:val="es-ES"/>
        </w:rPr>
        <w:t xml:space="preserve"> - Estamos Organizados. </w:t>
      </w:r>
      <w:hyperlink r:id="rId141" w:history="1">
        <w:r w:rsidRPr="00CA2CE7">
          <w:rPr>
            <w:rStyle w:val="Hyperlink"/>
            <w:lang w:val="de-DE"/>
          </w:rPr>
          <w:t>https://www.youtube.com/watch?v=MLvj1UAYk3Y</w:t>
        </w:r>
      </w:hyperlink>
      <w:r>
        <w:rPr>
          <w:lang w:val="de-DE"/>
        </w:rPr>
        <w:t xml:space="preserve"> </w:t>
      </w:r>
    </w:p>
    <w:p w14:paraId="0C39E79E" w14:textId="77777777" w:rsidR="000072B5" w:rsidRDefault="000072B5" w:rsidP="009C53FA">
      <w:pPr>
        <w:pStyle w:val="Title"/>
      </w:pPr>
    </w:p>
    <w:p w14:paraId="73E365F2" w14:textId="1DF861E2" w:rsidR="009C53FA" w:rsidRDefault="00CB048E" w:rsidP="00D11CAD">
      <w:pPr>
        <w:pStyle w:val="Title"/>
      </w:pPr>
      <w:proofErr w:type="spellStart"/>
      <w:r>
        <w:t>Mercat</w:t>
      </w:r>
      <w:proofErr w:type="spellEnd"/>
      <w:r w:rsidR="006F08A6">
        <w:t xml:space="preserve"> </w:t>
      </w:r>
      <w:proofErr w:type="spellStart"/>
      <w:r w:rsidR="006F08A6">
        <w:t>Dels</w:t>
      </w:r>
      <w:proofErr w:type="spellEnd"/>
      <w:r w:rsidR="006F08A6">
        <w:t xml:space="preserve"> </w:t>
      </w:r>
      <w:proofErr w:type="spellStart"/>
      <w:r w:rsidR="006F08A6">
        <w:t>Encants</w:t>
      </w:r>
      <w:proofErr w:type="spellEnd"/>
      <w:r w:rsidR="009C53FA">
        <w:t xml:space="preserve"> (</w:t>
      </w:r>
      <w:r w:rsidR="006F08A6">
        <w:t>ME</w:t>
      </w:r>
      <w:r w:rsidR="009C53FA">
        <w:t>)</w:t>
      </w:r>
    </w:p>
    <w:p w14:paraId="75CAE022" w14:textId="77777777" w:rsidR="009C53FA" w:rsidRPr="006E69C2" w:rsidRDefault="009C53FA" w:rsidP="009C53FA">
      <w:pPr>
        <w:pStyle w:val="Subtitle"/>
      </w:pPr>
      <w:r w:rsidRPr="006E69C2">
        <w:lastRenderedPageBreak/>
        <w:t>Articles, Book Chapters, Written Documents</w:t>
      </w:r>
    </w:p>
    <w:p w14:paraId="466CC77A" w14:textId="3C14A6F2" w:rsidR="00566C68" w:rsidRPr="006B042B" w:rsidRDefault="00566C68" w:rsidP="00EC0A3C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rPr>
          <w:lang w:val="es-ES"/>
        </w:rPr>
        <w:t xml:space="preserve">b720, &amp; Fermín Vázquez Arquitectos. (2014). </w:t>
      </w:r>
      <w:proofErr w:type="spellStart"/>
      <w:r w:rsidRPr="006B042B">
        <w:rPr>
          <w:lang w:val="es-ES"/>
        </w:rPr>
        <w:t>Encants</w:t>
      </w:r>
      <w:proofErr w:type="spellEnd"/>
      <w:r w:rsidRPr="006B042B">
        <w:rPr>
          <w:lang w:val="es-ES"/>
        </w:rPr>
        <w:t xml:space="preserve"> Barcelona. Nueva plaza comercial y aparcamiento en Barcelona. In Bienal Internacional de Arquitectura de Argentina (Ed.), catálogo 2016 «Procesos». </w:t>
      </w:r>
      <w:proofErr w:type="spellStart"/>
      <w:r w:rsidRPr="006B042B">
        <w:rPr>
          <w:lang w:val="es-ES"/>
        </w:rPr>
        <w:t>Bisman</w:t>
      </w:r>
      <w:proofErr w:type="spellEnd"/>
      <w:r w:rsidRPr="006B042B">
        <w:rPr>
          <w:lang w:val="es-ES"/>
        </w:rPr>
        <w:t xml:space="preserve"> Ediciones. </w:t>
      </w:r>
      <w:hyperlink r:id="rId142" w:history="1">
        <w:r w:rsidR="000072B5" w:rsidRPr="006B042B">
          <w:rPr>
            <w:rStyle w:val="Hyperlink"/>
            <w:lang w:val="es-ES"/>
          </w:rPr>
          <w:t>https://scalae.net/obras-y-proyectos/b720-encants-barcelona</w:t>
        </w:r>
      </w:hyperlink>
      <w:r w:rsidR="000072B5" w:rsidRPr="006B042B">
        <w:rPr>
          <w:lang w:val="es-ES"/>
        </w:rPr>
        <w:t xml:space="preserve"> </w:t>
      </w:r>
    </w:p>
    <w:p w14:paraId="562D7E3E" w14:textId="77777777" w:rsidR="00566C68" w:rsidRPr="00EC0A3C" w:rsidRDefault="00566C68" w:rsidP="00EC0A3C">
      <w:pPr>
        <w:pStyle w:val="ListParagraph"/>
        <w:numPr>
          <w:ilvl w:val="0"/>
          <w:numId w:val="18"/>
        </w:numPr>
        <w:rPr>
          <w:lang w:val="de-DE"/>
        </w:rPr>
      </w:pPr>
      <w:proofErr w:type="spellStart"/>
      <w:r w:rsidRPr="006B042B">
        <w:t>Cerarols</w:t>
      </w:r>
      <w:proofErr w:type="spellEnd"/>
      <w:r w:rsidRPr="006B042B">
        <w:t xml:space="preserve"> Ramirez, R. (2015). “Els </w:t>
      </w:r>
      <w:proofErr w:type="spellStart"/>
      <w:r w:rsidRPr="006B042B">
        <w:t>Encants</w:t>
      </w:r>
      <w:proofErr w:type="spellEnd"/>
      <w:r w:rsidRPr="006B042B">
        <w:t xml:space="preserve">”: From an informal market tradition to a commitment of Barcelona’s urban avant-garde. </w:t>
      </w:r>
      <w:r w:rsidRPr="00EC0A3C">
        <w:rPr>
          <w:lang w:val="de-DE"/>
        </w:rPr>
        <w:t xml:space="preserve">In P. </w:t>
      </w:r>
      <w:proofErr w:type="spellStart"/>
      <w:r w:rsidRPr="00EC0A3C">
        <w:rPr>
          <w:lang w:val="de-DE"/>
        </w:rPr>
        <w:t>Mörtenböck</w:t>
      </w:r>
      <w:proofErr w:type="spellEnd"/>
      <w:r w:rsidRPr="00EC0A3C">
        <w:rPr>
          <w:lang w:val="de-DE"/>
        </w:rPr>
        <w:t xml:space="preserve"> &amp; H. Mooshammer (Eds.), Informal Market Worlds (pp. 466 ff). NAI010 Publishers. </w:t>
      </w:r>
    </w:p>
    <w:p w14:paraId="2F2F2FA3" w14:textId="5363C683" w:rsidR="000072B5" w:rsidRPr="006B042B" w:rsidRDefault="00566C68" w:rsidP="000072B5">
      <w:pPr>
        <w:pStyle w:val="ListParagraph"/>
        <w:numPr>
          <w:ilvl w:val="0"/>
          <w:numId w:val="18"/>
        </w:numPr>
      </w:pPr>
      <w:proofErr w:type="spellStart"/>
      <w:r w:rsidRPr="00391B22">
        <w:t>Chiappini</w:t>
      </w:r>
      <w:proofErr w:type="spellEnd"/>
      <w:r w:rsidRPr="00391B22">
        <w:t xml:space="preserve">, M. C., </w:t>
      </w:r>
      <w:proofErr w:type="spellStart"/>
      <w:r w:rsidRPr="00391B22">
        <w:t>Scheerlinck</w:t>
      </w:r>
      <w:proofErr w:type="spellEnd"/>
      <w:r w:rsidRPr="00391B22">
        <w:t xml:space="preserve">, K., &amp; </w:t>
      </w:r>
      <w:proofErr w:type="spellStart"/>
      <w:r w:rsidRPr="00391B22">
        <w:t>Schoonjans</w:t>
      </w:r>
      <w:proofErr w:type="spellEnd"/>
      <w:r w:rsidRPr="00391B22">
        <w:t xml:space="preserve">, Y. (2019). </w:t>
      </w:r>
      <w:r w:rsidRPr="006B042B">
        <w:t xml:space="preserve">Power practices around infrastructures in </w:t>
      </w:r>
      <w:proofErr w:type="spellStart"/>
      <w:r w:rsidRPr="006B042B">
        <w:t>Glòries</w:t>
      </w:r>
      <w:proofErr w:type="spellEnd"/>
      <w:r w:rsidRPr="006B042B">
        <w:t xml:space="preserve">, Barcelona. </w:t>
      </w:r>
      <w:proofErr w:type="spellStart"/>
      <w:r w:rsidRPr="006B042B">
        <w:t>Archnet</w:t>
      </w:r>
      <w:proofErr w:type="spellEnd"/>
      <w:r w:rsidRPr="006B042B">
        <w:t xml:space="preserve">-IJAR: International Journal of Architectural Research, 13(3), 517-539. </w:t>
      </w:r>
      <w:hyperlink r:id="rId143" w:history="1">
        <w:r w:rsidR="000072B5" w:rsidRPr="006B042B">
          <w:rPr>
            <w:rStyle w:val="Hyperlink"/>
          </w:rPr>
          <w:t>https://doi.org/10.1108/arch-03-2019-0058</w:t>
        </w:r>
      </w:hyperlink>
      <w:r w:rsidRPr="006B042B">
        <w:t xml:space="preserve"> </w:t>
      </w:r>
    </w:p>
    <w:p w14:paraId="7E63D622" w14:textId="77777777" w:rsidR="00566C68" w:rsidRPr="00391B22" w:rsidRDefault="00566C68" w:rsidP="00EC0A3C">
      <w:pPr>
        <w:pStyle w:val="ListParagraph"/>
        <w:numPr>
          <w:ilvl w:val="0"/>
          <w:numId w:val="18"/>
        </w:numPr>
      </w:pPr>
      <w:proofErr w:type="spellStart"/>
      <w:r w:rsidRPr="00391B22">
        <w:t>Guàrdia</w:t>
      </w:r>
      <w:proofErr w:type="spellEnd"/>
      <w:r w:rsidRPr="00391B22">
        <w:t xml:space="preserve">, M., </w:t>
      </w:r>
      <w:proofErr w:type="spellStart"/>
      <w:r w:rsidRPr="00391B22">
        <w:t>Oyón</w:t>
      </w:r>
      <w:proofErr w:type="spellEnd"/>
      <w:r w:rsidRPr="00391B22">
        <w:t xml:space="preserve">, J. L., &amp; Fava, N. The Barcelona Market System. https://core.ac.uk/download/pdf/41828009.pdf </w:t>
      </w:r>
    </w:p>
    <w:p w14:paraId="571AD3A1" w14:textId="77777777" w:rsidR="00566C68" w:rsidRPr="00EC0A3C" w:rsidRDefault="00566C68" w:rsidP="00EC0A3C">
      <w:pPr>
        <w:pStyle w:val="ListParagraph"/>
        <w:numPr>
          <w:ilvl w:val="0"/>
          <w:numId w:val="18"/>
        </w:numPr>
        <w:rPr>
          <w:lang w:val="de-DE"/>
        </w:rPr>
      </w:pPr>
      <w:proofErr w:type="spellStart"/>
      <w:r w:rsidRPr="00EC0A3C">
        <w:rPr>
          <w:lang w:val="de-DE"/>
        </w:rPr>
        <w:t>Mörtenböck</w:t>
      </w:r>
      <w:proofErr w:type="spellEnd"/>
      <w:r w:rsidRPr="00EC0A3C">
        <w:rPr>
          <w:lang w:val="de-DE"/>
        </w:rPr>
        <w:t xml:space="preserve">, P., &amp; Mooshammer, H. (2016). Neue alte Märkte - </w:t>
      </w:r>
      <w:proofErr w:type="spellStart"/>
      <w:r w:rsidRPr="00EC0A3C">
        <w:rPr>
          <w:lang w:val="de-DE"/>
        </w:rPr>
        <w:t>Encants</w:t>
      </w:r>
      <w:proofErr w:type="spellEnd"/>
      <w:r w:rsidRPr="00EC0A3C">
        <w:rPr>
          <w:lang w:val="de-DE"/>
        </w:rPr>
        <w:t xml:space="preserve"> </w:t>
      </w:r>
      <w:proofErr w:type="spellStart"/>
      <w:r w:rsidRPr="00EC0A3C">
        <w:rPr>
          <w:lang w:val="de-DE"/>
        </w:rPr>
        <w:t>Vells</w:t>
      </w:r>
      <w:proofErr w:type="spellEnd"/>
      <w:r w:rsidRPr="00EC0A3C">
        <w:rPr>
          <w:lang w:val="de-DE"/>
        </w:rPr>
        <w:t xml:space="preserve">, Barcelona. In </w:t>
      </w:r>
      <w:proofErr w:type="spellStart"/>
      <w:r w:rsidRPr="00EC0A3C">
        <w:rPr>
          <w:lang w:val="de-DE"/>
        </w:rPr>
        <w:t>Andere</w:t>
      </w:r>
      <w:proofErr w:type="spellEnd"/>
      <w:r w:rsidRPr="00EC0A3C">
        <w:rPr>
          <w:lang w:val="de-DE"/>
        </w:rPr>
        <w:t xml:space="preserve"> Märkte. transcript Verlag. </w:t>
      </w:r>
    </w:p>
    <w:p w14:paraId="038735FE" w14:textId="77777777" w:rsidR="009C53FA" w:rsidRPr="009A36F5" w:rsidRDefault="009C53FA" w:rsidP="009C53FA"/>
    <w:p w14:paraId="752F062C" w14:textId="77777777" w:rsidR="009C53FA" w:rsidRPr="00704D3E" w:rsidRDefault="009C53FA" w:rsidP="009C53FA">
      <w:pPr>
        <w:pStyle w:val="Subtitle"/>
        <w:rPr>
          <w:lang w:val="es-ES"/>
        </w:rPr>
      </w:pPr>
      <w:proofErr w:type="spellStart"/>
      <w:r w:rsidRPr="00704D3E">
        <w:rPr>
          <w:lang w:val="es-ES"/>
        </w:rPr>
        <w:t>Newspaper</w:t>
      </w:r>
      <w:proofErr w:type="spellEnd"/>
      <w:r w:rsidRPr="00704D3E">
        <w:rPr>
          <w:lang w:val="es-ES"/>
        </w:rPr>
        <w:t xml:space="preserve"> </w:t>
      </w:r>
      <w:proofErr w:type="spellStart"/>
      <w:r w:rsidRPr="00704D3E">
        <w:rPr>
          <w:lang w:val="es-ES"/>
        </w:rPr>
        <w:t>Articles</w:t>
      </w:r>
      <w:proofErr w:type="spellEnd"/>
    </w:p>
    <w:p w14:paraId="1E91D702" w14:textId="749C8E30" w:rsidR="00704D3E" w:rsidRPr="006B042B" w:rsidRDefault="00704D3E" w:rsidP="00EC0A3C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rPr>
          <w:lang w:val="es-ES"/>
        </w:rPr>
        <w:t xml:space="preserve">Iborra, Y. (2018). La venta vuelve a la calle en las </w:t>
      </w:r>
      <w:proofErr w:type="spellStart"/>
      <w:r w:rsidRPr="006B042B">
        <w:rPr>
          <w:lang w:val="es-ES"/>
        </w:rPr>
        <w:t>Glòries</w:t>
      </w:r>
      <w:proofErr w:type="spellEnd"/>
      <w:r w:rsidRPr="006B042B">
        <w:rPr>
          <w:lang w:val="es-ES"/>
        </w:rPr>
        <w:t xml:space="preserve">: un mercado de segunda mano se expande en la plaza. Catalunya Plural. </w:t>
      </w:r>
      <w:hyperlink r:id="rId144" w:history="1">
        <w:r w:rsidR="000072B5" w:rsidRPr="006B042B">
          <w:rPr>
            <w:rStyle w:val="Hyperlink"/>
            <w:lang w:val="es-ES"/>
          </w:rPr>
          <w:t>https://catalunyaplural.cat/es/venta-vuelve-calle-las-glories-mercado-segunda-mano-se-expande-plaza/</w:t>
        </w:r>
      </w:hyperlink>
      <w:r w:rsidR="000072B5" w:rsidRPr="006B042B">
        <w:rPr>
          <w:lang w:val="es-ES"/>
        </w:rPr>
        <w:t xml:space="preserve"> </w:t>
      </w:r>
    </w:p>
    <w:p w14:paraId="345F3946" w14:textId="3811FD3F" w:rsidR="00704D3E" w:rsidRPr="006B042B" w:rsidRDefault="00704D3E" w:rsidP="00EC0A3C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rPr>
          <w:lang w:val="es-ES"/>
        </w:rPr>
        <w:t xml:space="preserve">Esteve, A. (2018). Los </w:t>
      </w:r>
      <w:proofErr w:type="spellStart"/>
      <w:r w:rsidRPr="006B042B">
        <w:rPr>
          <w:lang w:val="es-ES"/>
        </w:rPr>
        <w:t>Encants</w:t>
      </w:r>
      <w:proofErr w:type="spellEnd"/>
      <w:r w:rsidRPr="006B042B">
        <w:rPr>
          <w:lang w:val="es-ES"/>
        </w:rPr>
        <w:t xml:space="preserve"> se rebelan contra el 'mercado de la miseria'. El </w:t>
      </w:r>
      <w:proofErr w:type="spellStart"/>
      <w:r w:rsidRPr="006B042B">
        <w:rPr>
          <w:lang w:val="es-ES"/>
        </w:rPr>
        <w:t>Espanol</w:t>
      </w:r>
      <w:proofErr w:type="spellEnd"/>
      <w:r w:rsidRPr="006B042B">
        <w:rPr>
          <w:lang w:val="es-ES"/>
        </w:rPr>
        <w:t xml:space="preserve">. </w:t>
      </w:r>
      <w:hyperlink r:id="rId145" w:history="1">
        <w:r w:rsidR="000072B5" w:rsidRPr="006B042B">
          <w:rPr>
            <w:rStyle w:val="Hyperlink"/>
            <w:lang w:val="es-ES"/>
          </w:rPr>
          <w:t>https://cronicaglobal.elespanol.com/vida/encants-rebelan-contra-mercado-miseria_150578_102.html</w:t>
        </w:r>
      </w:hyperlink>
      <w:r w:rsidR="000072B5" w:rsidRPr="006B042B">
        <w:rPr>
          <w:lang w:val="es-ES"/>
        </w:rPr>
        <w:t xml:space="preserve"> </w:t>
      </w:r>
    </w:p>
    <w:p w14:paraId="1CDAA9F0" w14:textId="7A1A4A96" w:rsidR="00EB543E" w:rsidRPr="006B042B" w:rsidRDefault="00EB543E" w:rsidP="00EC0A3C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rPr>
          <w:lang w:val="es-ES"/>
        </w:rPr>
        <w:t xml:space="preserve">Jorro, I. (2019). Una concejal de </w:t>
      </w:r>
      <w:proofErr w:type="spellStart"/>
      <w:r w:rsidRPr="006B042B">
        <w:rPr>
          <w:lang w:val="es-ES"/>
        </w:rPr>
        <w:t>Colau</w:t>
      </w:r>
      <w:proofErr w:type="spellEnd"/>
      <w:r w:rsidRPr="006B042B">
        <w:rPr>
          <w:lang w:val="es-ES"/>
        </w:rPr>
        <w:t xml:space="preserve"> tilda el 'mercado de la miseria' de "espacio de ocio". El </w:t>
      </w:r>
      <w:proofErr w:type="spellStart"/>
      <w:r w:rsidRPr="006B042B">
        <w:rPr>
          <w:lang w:val="es-ES"/>
        </w:rPr>
        <w:t>Espanol</w:t>
      </w:r>
      <w:proofErr w:type="spellEnd"/>
      <w:r w:rsidRPr="006B042B">
        <w:rPr>
          <w:lang w:val="es-ES"/>
        </w:rPr>
        <w:t xml:space="preserve">. </w:t>
      </w:r>
      <w:hyperlink r:id="rId146" w:history="1">
        <w:r w:rsidR="000072B5" w:rsidRPr="006B042B">
          <w:rPr>
            <w:rStyle w:val="Hyperlink"/>
            <w:lang w:val="es-ES"/>
          </w:rPr>
          <w:t>https://cronicaglobal.elespanol.com/politica/mercado-miseria-barcelona-glories-glorias_149864_102.html</w:t>
        </w:r>
      </w:hyperlink>
      <w:r w:rsidR="000072B5" w:rsidRPr="006B042B">
        <w:rPr>
          <w:lang w:val="es-ES"/>
        </w:rPr>
        <w:t xml:space="preserve"> </w:t>
      </w:r>
    </w:p>
    <w:p w14:paraId="49A656A4" w14:textId="45B2DD46" w:rsidR="00037455" w:rsidRPr="006B042B" w:rsidRDefault="00037455" w:rsidP="00EC0A3C">
      <w:pPr>
        <w:pStyle w:val="ListParagraph"/>
        <w:numPr>
          <w:ilvl w:val="0"/>
          <w:numId w:val="18"/>
        </w:numPr>
      </w:pPr>
      <w:proofErr w:type="spellStart"/>
      <w:r w:rsidRPr="006B042B">
        <w:rPr>
          <w:lang w:val="es-ES"/>
        </w:rPr>
        <w:t>Garcia</w:t>
      </w:r>
      <w:proofErr w:type="spellEnd"/>
      <w:r w:rsidRPr="006B042B">
        <w:rPr>
          <w:lang w:val="es-ES"/>
        </w:rPr>
        <w:t xml:space="preserve">, M., &amp; Casals Torres, M. (2022). El </w:t>
      </w:r>
      <w:proofErr w:type="spellStart"/>
      <w:r w:rsidRPr="006B042B">
        <w:rPr>
          <w:lang w:val="es-ES"/>
        </w:rPr>
        <w:t>nou</w:t>
      </w:r>
      <w:proofErr w:type="spellEnd"/>
      <w:r w:rsidRPr="006B042B">
        <w:rPr>
          <w:lang w:val="es-ES"/>
        </w:rPr>
        <w:t xml:space="preserve"> </w:t>
      </w:r>
      <w:proofErr w:type="spellStart"/>
      <w:r w:rsidRPr="006B042B">
        <w:rPr>
          <w:lang w:val="es-ES"/>
        </w:rPr>
        <w:t>pla</w:t>
      </w:r>
      <w:proofErr w:type="spellEnd"/>
      <w:r w:rsidRPr="006B042B">
        <w:rPr>
          <w:lang w:val="es-ES"/>
        </w:rPr>
        <w:t xml:space="preserve"> del 22@ duplica </w:t>
      </w:r>
      <w:proofErr w:type="spellStart"/>
      <w:r w:rsidRPr="006B042B">
        <w:rPr>
          <w:lang w:val="es-ES"/>
        </w:rPr>
        <w:t>l’habitatge</w:t>
      </w:r>
      <w:proofErr w:type="spellEnd"/>
      <w:r w:rsidRPr="006B042B">
        <w:rPr>
          <w:lang w:val="es-ES"/>
        </w:rPr>
        <w:t xml:space="preserve"> </w:t>
      </w:r>
      <w:proofErr w:type="spellStart"/>
      <w:r w:rsidRPr="006B042B">
        <w:rPr>
          <w:lang w:val="es-ES"/>
        </w:rPr>
        <w:t>assequible</w:t>
      </w:r>
      <w:proofErr w:type="spellEnd"/>
      <w:r w:rsidRPr="006B042B">
        <w:rPr>
          <w:lang w:val="es-ES"/>
        </w:rPr>
        <w:t xml:space="preserve"> i reserva </w:t>
      </w:r>
      <w:proofErr w:type="spellStart"/>
      <w:r w:rsidRPr="006B042B">
        <w:rPr>
          <w:lang w:val="es-ES"/>
        </w:rPr>
        <w:t>espai</w:t>
      </w:r>
      <w:proofErr w:type="spellEnd"/>
      <w:r w:rsidRPr="006B042B">
        <w:rPr>
          <w:lang w:val="es-ES"/>
        </w:rPr>
        <w:t xml:space="preserve"> per a </w:t>
      </w:r>
      <w:proofErr w:type="spellStart"/>
      <w:r w:rsidRPr="006B042B">
        <w:rPr>
          <w:lang w:val="es-ES"/>
        </w:rPr>
        <w:t>equipaments</w:t>
      </w:r>
      <w:proofErr w:type="spellEnd"/>
      <w:r w:rsidRPr="006B042B">
        <w:rPr>
          <w:lang w:val="es-ES"/>
        </w:rPr>
        <w:t xml:space="preserve">. </w:t>
      </w:r>
      <w:proofErr w:type="spellStart"/>
      <w:r w:rsidRPr="006B042B">
        <w:rPr>
          <w:lang w:val="es-ES"/>
        </w:rPr>
        <w:t>beteve</w:t>
      </w:r>
      <w:proofErr w:type="spellEnd"/>
      <w:r w:rsidRPr="006B042B">
        <w:rPr>
          <w:lang w:val="es-ES"/>
        </w:rPr>
        <w:t xml:space="preserve">. </w:t>
      </w:r>
      <w:hyperlink r:id="rId147" w:history="1">
        <w:r w:rsidR="000072B5" w:rsidRPr="006B042B">
          <w:rPr>
            <w:rStyle w:val="Hyperlink"/>
          </w:rPr>
          <w:t>https://beteve.cat/politica/nou-pla-22-arroba-duplica-habitatge-assequible/</w:t>
        </w:r>
      </w:hyperlink>
      <w:r w:rsidR="000072B5" w:rsidRPr="006B042B">
        <w:t xml:space="preserve"> </w:t>
      </w:r>
    </w:p>
    <w:p w14:paraId="0C2CFFFC" w14:textId="77777777" w:rsidR="009C53FA" w:rsidRPr="006B042B" w:rsidRDefault="009C53FA" w:rsidP="009C53FA"/>
    <w:p w14:paraId="35652231" w14:textId="77777777" w:rsidR="009C53FA" w:rsidRDefault="009C53FA" w:rsidP="009C53FA">
      <w:pPr>
        <w:pStyle w:val="Subtitle"/>
      </w:pPr>
      <w:r>
        <w:t>Webpages and Blogs</w:t>
      </w:r>
    </w:p>
    <w:p w14:paraId="1ACF452C" w14:textId="602BFDF5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de-DE"/>
        </w:rPr>
      </w:pPr>
      <w:r w:rsidRPr="00EC0A3C">
        <w:rPr>
          <w:lang w:val="de-DE"/>
        </w:rPr>
        <w:t xml:space="preserve">22@ plan </w:t>
      </w:r>
      <w:hyperlink r:id="rId148" w:history="1">
        <w:r w:rsidRPr="000072B5">
          <w:rPr>
            <w:rStyle w:val="Hyperlink"/>
            <w:lang w:val="de-DE"/>
          </w:rPr>
          <w:t>https://ajuntament.barcelona.cat/ecologiaurbana/mpgm22@/en/</w:t>
        </w:r>
      </w:hyperlink>
      <w:r w:rsidR="000072B5">
        <w:rPr>
          <w:lang w:val="de-DE"/>
        </w:rPr>
        <w:t xml:space="preserve"> </w:t>
      </w:r>
    </w:p>
    <w:p w14:paraId="1C9D744A" w14:textId="12BA938C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566C68">
        <w:rPr>
          <w:lang w:val="es-ES"/>
        </w:rPr>
        <w:t xml:space="preserve">22@Network BCN </w:t>
      </w:r>
      <w:hyperlink r:id="rId149" w:history="1">
        <w:r w:rsidRPr="000072B5">
          <w:rPr>
            <w:rStyle w:val="Hyperlink"/>
            <w:lang w:val="es-ES"/>
          </w:rPr>
          <w:t>https://www.22network.net/districte-22/?lang=en</w:t>
        </w:r>
      </w:hyperlink>
      <w:r w:rsidR="000072B5" w:rsidRPr="000072B5">
        <w:rPr>
          <w:rStyle w:val="Hyperlink"/>
          <w:lang w:val="es-ES"/>
        </w:rPr>
        <w:t xml:space="preserve"> </w:t>
      </w:r>
    </w:p>
    <w:p w14:paraId="3CA627BC" w14:textId="77777777" w:rsidR="000072B5" w:rsidRDefault="00566C68" w:rsidP="000072B5">
      <w:pPr>
        <w:pStyle w:val="ListParagraph"/>
        <w:numPr>
          <w:ilvl w:val="0"/>
          <w:numId w:val="18"/>
        </w:numPr>
      </w:pPr>
      <w:proofErr w:type="spellStart"/>
      <w:r w:rsidRPr="00566C68">
        <w:t>Archdaily</w:t>
      </w:r>
      <w:proofErr w:type="spellEnd"/>
      <w:r w:rsidRPr="00566C68">
        <w:t xml:space="preserve"> </w:t>
      </w:r>
      <w:hyperlink r:id="rId150" w:history="1">
        <w:r w:rsidR="000072B5" w:rsidRPr="000072B5">
          <w:rPr>
            <w:rStyle w:val="Hyperlink"/>
          </w:rPr>
          <w:t>https://www.archdaily.com/453829/mercat-encants-b720-fermin-vazquez-arquitectos</w:t>
        </w:r>
      </w:hyperlink>
    </w:p>
    <w:p w14:paraId="4026CCC1" w14:textId="2157B421" w:rsidR="00566C68" w:rsidRPr="000072B5" w:rsidRDefault="00566C68" w:rsidP="000072B5">
      <w:pPr>
        <w:pStyle w:val="ListParagraph"/>
        <w:numPr>
          <w:ilvl w:val="0"/>
          <w:numId w:val="18"/>
        </w:numPr>
        <w:rPr>
          <w:rStyle w:val="Hyperlink"/>
          <w:color w:val="auto"/>
          <w:u w:val="none"/>
        </w:rPr>
      </w:pPr>
      <w:proofErr w:type="spellStart"/>
      <w:r w:rsidRPr="00391B22">
        <w:t>Archello</w:t>
      </w:r>
      <w:proofErr w:type="spellEnd"/>
      <w:r w:rsidRPr="00391B22">
        <w:t xml:space="preserve"> </w:t>
      </w:r>
      <w:hyperlink r:id="rId151" w:history="1">
        <w:r w:rsidRPr="000072B5">
          <w:rPr>
            <w:rStyle w:val="Hyperlink"/>
          </w:rPr>
          <w:t>https://archello.com/project/mercat-dels-encants</w:t>
        </w:r>
      </w:hyperlink>
    </w:p>
    <w:p w14:paraId="2B89DA63" w14:textId="77777777" w:rsidR="00566C68" w:rsidRPr="000072B5" w:rsidRDefault="00566C68" w:rsidP="00566C68">
      <w:pPr>
        <w:pStyle w:val="ListParagraph"/>
        <w:numPr>
          <w:ilvl w:val="0"/>
          <w:numId w:val="18"/>
        </w:numPr>
        <w:rPr>
          <w:rStyle w:val="Hyperlink"/>
          <w:lang w:val="es-ES"/>
        </w:rPr>
      </w:pPr>
      <w:r w:rsidRPr="00566C68">
        <w:rPr>
          <w:lang w:val="es-ES"/>
        </w:rPr>
        <w:t xml:space="preserve">Arquitectura Viva </w:t>
      </w:r>
      <w:hyperlink r:id="rId152" w:history="1">
        <w:r w:rsidRPr="000072B5">
          <w:rPr>
            <w:rStyle w:val="Hyperlink"/>
            <w:lang w:val="es-ES"/>
          </w:rPr>
          <w:t>https://arquitecturaviva.com/works/encants-market</w:t>
        </w:r>
      </w:hyperlink>
    </w:p>
    <w:p w14:paraId="628BCC5F" w14:textId="77777777" w:rsidR="00566C68" w:rsidRPr="000072B5" w:rsidRDefault="00566C68" w:rsidP="00566C68">
      <w:pPr>
        <w:pStyle w:val="ListParagraph"/>
        <w:numPr>
          <w:ilvl w:val="0"/>
          <w:numId w:val="18"/>
        </w:numPr>
        <w:rPr>
          <w:rStyle w:val="Hyperlink"/>
          <w:lang w:val="de-DE"/>
        </w:rPr>
      </w:pPr>
      <w:r w:rsidRPr="00EC0A3C">
        <w:rPr>
          <w:lang w:val="de-DE"/>
        </w:rPr>
        <w:t xml:space="preserve">B720 </w:t>
      </w:r>
      <w:proofErr w:type="spellStart"/>
      <w:r w:rsidRPr="00EC0A3C">
        <w:rPr>
          <w:lang w:val="de-DE"/>
        </w:rPr>
        <w:t>Arquitectos</w:t>
      </w:r>
      <w:proofErr w:type="spellEnd"/>
      <w:r w:rsidRPr="00EC0A3C">
        <w:rPr>
          <w:lang w:val="de-DE"/>
        </w:rPr>
        <w:t xml:space="preserve"> </w:t>
      </w:r>
      <w:hyperlink r:id="rId153" w:history="1">
        <w:r w:rsidRPr="000072B5">
          <w:rPr>
            <w:rStyle w:val="Hyperlink"/>
            <w:lang w:val="de-DE"/>
          </w:rPr>
          <w:t>https://b720.com/es/b720-projects/mercat-dels-encants/</w:t>
        </w:r>
      </w:hyperlink>
    </w:p>
    <w:p w14:paraId="282C527F" w14:textId="77777777" w:rsidR="00566C68" w:rsidRPr="00391B22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391B22">
        <w:rPr>
          <w:lang w:val="es-ES"/>
        </w:rPr>
        <w:t xml:space="preserve">Barcelona Municipal </w:t>
      </w:r>
      <w:proofErr w:type="spellStart"/>
      <w:r w:rsidRPr="00391B22">
        <w:rPr>
          <w:lang w:val="es-ES"/>
        </w:rPr>
        <w:t>Markets</w:t>
      </w:r>
      <w:proofErr w:type="spellEnd"/>
      <w:r w:rsidRPr="00391B22">
        <w:rPr>
          <w:lang w:val="es-ES"/>
        </w:rPr>
        <w:t xml:space="preserve"> Network </w:t>
      </w:r>
      <w:hyperlink r:id="rId154" w:history="1">
        <w:r w:rsidRPr="000072B5">
          <w:rPr>
            <w:rStyle w:val="Hyperlink"/>
            <w:lang w:val="es-ES"/>
          </w:rPr>
          <w:t>https://ajuntament.barcelona.cat/mercats/en</w:t>
        </w:r>
      </w:hyperlink>
    </w:p>
    <w:p w14:paraId="4765A0E3" w14:textId="77777777" w:rsidR="00566C68" w:rsidRPr="006B042B" w:rsidRDefault="00566C68" w:rsidP="00EC0A3C">
      <w:pPr>
        <w:pStyle w:val="ListParagraph"/>
        <w:numPr>
          <w:ilvl w:val="0"/>
          <w:numId w:val="18"/>
        </w:numPr>
        <w:rPr>
          <w:rStyle w:val="Hyperlink"/>
          <w:lang w:val="es-ES"/>
        </w:rPr>
      </w:pPr>
      <w:proofErr w:type="spellStart"/>
      <w:r w:rsidRPr="006B042B">
        <w:rPr>
          <w:lang w:val="es-ES"/>
        </w:rPr>
        <w:t>Decidim.Barcelona</w:t>
      </w:r>
      <w:proofErr w:type="spellEnd"/>
      <w:r w:rsidRPr="006B042B">
        <w:rPr>
          <w:lang w:val="es-ES"/>
        </w:rPr>
        <w:t xml:space="preserve">. </w:t>
      </w:r>
      <w:proofErr w:type="spellStart"/>
      <w:r w:rsidRPr="006B042B">
        <w:rPr>
          <w:lang w:val="es-ES"/>
        </w:rPr>
        <w:t>Repensem</w:t>
      </w:r>
      <w:proofErr w:type="spellEnd"/>
      <w:r w:rsidRPr="006B042B">
        <w:rPr>
          <w:lang w:val="es-ES"/>
        </w:rPr>
        <w:t xml:space="preserve"> el 22@. </w:t>
      </w:r>
      <w:hyperlink r:id="rId155" w:history="1">
        <w:r w:rsidRPr="006B042B">
          <w:rPr>
            <w:rStyle w:val="Hyperlink"/>
            <w:lang w:val="es-ES"/>
          </w:rPr>
          <w:t>https://www.decidim.barcelona/processes/Repensem22a</w:t>
        </w:r>
      </w:hyperlink>
    </w:p>
    <w:p w14:paraId="20D9FAA2" w14:textId="77777777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de-DE"/>
        </w:rPr>
      </w:pPr>
      <w:proofErr w:type="spellStart"/>
      <w:r w:rsidRPr="00EC0A3C">
        <w:rPr>
          <w:lang w:val="de-DE"/>
        </w:rPr>
        <w:t>Mercat</w:t>
      </w:r>
      <w:proofErr w:type="spellEnd"/>
      <w:r w:rsidRPr="00EC0A3C">
        <w:rPr>
          <w:lang w:val="de-DE"/>
        </w:rPr>
        <w:t xml:space="preserve"> </w:t>
      </w:r>
      <w:proofErr w:type="spellStart"/>
      <w:r w:rsidRPr="00EC0A3C">
        <w:rPr>
          <w:lang w:val="de-DE"/>
        </w:rPr>
        <w:t>dels</w:t>
      </w:r>
      <w:proofErr w:type="spellEnd"/>
      <w:r w:rsidRPr="00EC0A3C">
        <w:rPr>
          <w:lang w:val="de-DE"/>
        </w:rPr>
        <w:t xml:space="preserve"> </w:t>
      </w:r>
      <w:proofErr w:type="spellStart"/>
      <w:r w:rsidRPr="00EC0A3C">
        <w:rPr>
          <w:lang w:val="de-DE"/>
        </w:rPr>
        <w:t>Encants</w:t>
      </w:r>
      <w:proofErr w:type="spellEnd"/>
      <w:r w:rsidRPr="00EC0A3C">
        <w:rPr>
          <w:lang w:val="de-DE"/>
        </w:rPr>
        <w:t xml:space="preserve"> </w:t>
      </w:r>
      <w:hyperlink r:id="rId156" w:history="1">
        <w:r w:rsidRPr="000072B5">
          <w:rPr>
            <w:rStyle w:val="Hyperlink"/>
            <w:lang w:val="de-DE"/>
          </w:rPr>
          <w:t>https://encantsbarcelona.com/en/</w:t>
        </w:r>
      </w:hyperlink>
    </w:p>
    <w:p w14:paraId="6570EE58" w14:textId="77777777" w:rsidR="00566C68" w:rsidRPr="00566C68" w:rsidRDefault="00566C68" w:rsidP="00566C68">
      <w:pPr>
        <w:pStyle w:val="ListParagraph"/>
        <w:numPr>
          <w:ilvl w:val="0"/>
          <w:numId w:val="18"/>
        </w:numPr>
      </w:pPr>
      <w:r w:rsidRPr="00566C68">
        <w:t xml:space="preserve">Urban Sustainability Exchange 22@ </w:t>
      </w:r>
      <w:hyperlink r:id="rId157" w:history="1">
        <w:r w:rsidRPr="000072B5">
          <w:rPr>
            <w:rStyle w:val="Hyperlink"/>
          </w:rPr>
          <w:t>https://use.metropolis.org/case-studies/22-barcelona</w:t>
        </w:r>
      </w:hyperlink>
    </w:p>
    <w:p w14:paraId="14E9BE21" w14:textId="77777777" w:rsidR="00EB543E" w:rsidRPr="00391B22" w:rsidRDefault="00EB543E" w:rsidP="00EB543E"/>
    <w:p w14:paraId="41D597DA" w14:textId="1657E0CA" w:rsidR="00566C68" w:rsidRPr="00566C68" w:rsidRDefault="009C53FA" w:rsidP="00566C68">
      <w:pPr>
        <w:pStyle w:val="Subtitle"/>
      </w:pPr>
      <w:r>
        <w:t xml:space="preserve">Presentations, </w:t>
      </w:r>
      <w:r w:rsidRPr="006E69C2">
        <w:t>Video and Audio Recordings</w:t>
      </w:r>
    </w:p>
    <w:p w14:paraId="3A2F4AE8" w14:textId="43D40804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566C68">
        <w:rPr>
          <w:lang w:val="es-ES"/>
        </w:rPr>
        <w:t xml:space="preserve">Marc </w:t>
      </w:r>
      <w:proofErr w:type="spellStart"/>
      <w:r w:rsidRPr="00566C68">
        <w:rPr>
          <w:lang w:val="es-ES"/>
        </w:rPr>
        <w:t>Flotats</w:t>
      </w:r>
      <w:proofErr w:type="spellEnd"/>
      <w:r w:rsidRPr="00566C68">
        <w:rPr>
          <w:lang w:val="es-ES"/>
        </w:rPr>
        <w:t xml:space="preserve">. (1026). Un día en la Subasta de los Encantes de Barcelona. </w:t>
      </w:r>
      <w:hyperlink r:id="rId158" w:history="1">
        <w:r w:rsidR="000072B5" w:rsidRPr="00CA2CE7">
          <w:rPr>
            <w:rStyle w:val="Hyperlink"/>
            <w:lang w:val="es-ES"/>
          </w:rPr>
          <w:t>https://www.youtube.com/watch?v=O8fkUzrHmhw</w:t>
        </w:r>
      </w:hyperlink>
      <w:r w:rsidR="000072B5">
        <w:rPr>
          <w:lang w:val="es-ES"/>
        </w:rPr>
        <w:t xml:space="preserve"> </w:t>
      </w:r>
    </w:p>
    <w:p w14:paraId="43596F69" w14:textId="740F186E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566C68">
        <w:rPr>
          <w:lang w:val="es-ES"/>
        </w:rPr>
        <w:t xml:space="preserve">Marc </w:t>
      </w:r>
      <w:proofErr w:type="spellStart"/>
      <w:r w:rsidRPr="00566C68">
        <w:rPr>
          <w:lang w:val="es-ES"/>
        </w:rPr>
        <w:t>Flotats</w:t>
      </w:r>
      <w:proofErr w:type="spellEnd"/>
      <w:r w:rsidRPr="00566C68">
        <w:rPr>
          <w:lang w:val="es-ES"/>
        </w:rPr>
        <w:t xml:space="preserve">. (2016). COMO FUNCIONA LA SUBASTA EN LOS ENCANTES DE BARCELONA. </w:t>
      </w:r>
      <w:hyperlink r:id="rId159" w:history="1">
        <w:r w:rsidR="000072B5" w:rsidRPr="00CA2CE7">
          <w:rPr>
            <w:rStyle w:val="Hyperlink"/>
            <w:lang w:val="es-ES"/>
          </w:rPr>
          <w:t>https://www.youtube.com/watch?v=lnkNlFBNvsI</w:t>
        </w:r>
      </w:hyperlink>
      <w:r w:rsidR="000072B5">
        <w:rPr>
          <w:lang w:val="es-ES"/>
        </w:rPr>
        <w:t xml:space="preserve"> </w:t>
      </w:r>
    </w:p>
    <w:p w14:paraId="5913F3C6" w14:textId="18A67A31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t xml:space="preserve">Maria Cecilia </w:t>
      </w:r>
      <w:proofErr w:type="spellStart"/>
      <w:r w:rsidRPr="006B042B">
        <w:t>Chiappini</w:t>
      </w:r>
      <w:proofErr w:type="spellEnd"/>
      <w:r w:rsidRPr="006B042B">
        <w:t xml:space="preserve">. (2015). </w:t>
      </w:r>
      <w:proofErr w:type="spellStart"/>
      <w:r w:rsidRPr="006B042B">
        <w:t>Chatarreros</w:t>
      </w:r>
      <w:proofErr w:type="spellEnd"/>
      <w:r w:rsidRPr="006B042B">
        <w:t xml:space="preserve"> markets in </w:t>
      </w:r>
      <w:proofErr w:type="spellStart"/>
      <w:r w:rsidRPr="006B042B">
        <w:t>Glòries</w:t>
      </w:r>
      <w:proofErr w:type="spellEnd"/>
      <w:r w:rsidRPr="006B042B">
        <w:t xml:space="preserve"> Square I. </w:t>
      </w:r>
      <w:hyperlink r:id="rId160" w:history="1">
        <w:r w:rsidR="000072B5" w:rsidRPr="00CA2CE7">
          <w:rPr>
            <w:rStyle w:val="Hyperlink"/>
            <w:lang w:val="es-ES"/>
          </w:rPr>
          <w:t>https://www.youtube.com/watch?v=9lhTHUyaWDQ</w:t>
        </w:r>
      </w:hyperlink>
      <w:r w:rsidR="000072B5">
        <w:rPr>
          <w:lang w:val="es-ES"/>
        </w:rPr>
        <w:t xml:space="preserve"> </w:t>
      </w:r>
    </w:p>
    <w:p w14:paraId="6D7BCA98" w14:textId="51DC733D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r w:rsidRPr="006B042B">
        <w:t xml:space="preserve">Maria Cecilia </w:t>
      </w:r>
      <w:proofErr w:type="spellStart"/>
      <w:r w:rsidRPr="006B042B">
        <w:t>Chiappini</w:t>
      </w:r>
      <w:proofErr w:type="spellEnd"/>
      <w:r w:rsidRPr="006B042B">
        <w:t xml:space="preserve">. (2018). </w:t>
      </w:r>
      <w:proofErr w:type="spellStart"/>
      <w:r w:rsidRPr="006B042B">
        <w:t>Chatarreros</w:t>
      </w:r>
      <w:proofErr w:type="spellEnd"/>
      <w:r w:rsidRPr="006B042B">
        <w:t xml:space="preserve"> markets in </w:t>
      </w:r>
      <w:proofErr w:type="spellStart"/>
      <w:r w:rsidRPr="006B042B">
        <w:t>Glòries</w:t>
      </w:r>
      <w:proofErr w:type="spellEnd"/>
      <w:r w:rsidRPr="006B042B">
        <w:t xml:space="preserve"> Square III. </w:t>
      </w:r>
      <w:hyperlink r:id="rId161" w:history="1">
        <w:r w:rsidR="000072B5" w:rsidRPr="00CA2CE7">
          <w:rPr>
            <w:rStyle w:val="Hyperlink"/>
            <w:lang w:val="es-ES"/>
          </w:rPr>
          <w:t>https://www.youtube.com/watch?v=kcR50jtB8xg</w:t>
        </w:r>
      </w:hyperlink>
      <w:r w:rsidR="000072B5">
        <w:rPr>
          <w:lang w:val="es-ES"/>
        </w:rPr>
        <w:t xml:space="preserve"> </w:t>
      </w:r>
    </w:p>
    <w:p w14:paraId="411816FD" w14:textId="51E8DD55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proofErr w:type="spellStart"/>
      <w:r w:rsidRPr="00566C68">
        <w:rPr>
          <w:lang w:val="es-ES"/>
        </w:rPr>
        <w:t>Produccions</w:t>
      </w:r>
      <w:proofErr w:type="spellEnd"/>
      <w:r w:rsidRPr="00566C68">
        <w:rPr>
          <w:lang w:val="es-ES"/>
        </w:rPr>
        <w:t xml:space="preserve"> La Llacuna. (2006). POBLENOU. DE LA FÀBRICA AL GRATACEL. </w:t>
      </w:r>
      <w:hyperlink r:id="rId162" w:history="1">
        <w:r w:rsidR="000072B5" w:rsidRPr="00CA2CE7">
          <w:rPr>
            <w:rStyle w:val="Hyperlink"/>
            <w:lang w:val="es-ES"/>
          </w:rPr>
          <w:t>https://www.youtube.com/watch?v=J1usCfr5xXY</w:t>
        </w:r>
      </w:hyperlink>
      <w:r w:rsidR="000072B5">
        <w:rPr>
          <w:lang w:val="es-ES"/>
        </w:rPr>
        <w:t xml:space="preserve"> </w:t>
      </w:r>
    </w:p>
    <w:p w14:paraId="5436C5CB" w14:textId="77777777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proofErr w:type="spellStart"/>
      <w:r w:rsidRPr="00566C68">
        <w:rPr>
          <w:lang w:val="es-ES"/>
        </w:rPr>
        <w:t>Produccions</w:t>
      </w:r>
      <w:proofErr w:type="spellEnd"/>
      <w:r w:rsidRPr="00566C68">
        <w:rPr>
          <w:lang w:val="es-ES"/>
        </w:rPr>
        <w:t xml:space="preserve"> La Llacuna. (2022). POBLENOU. DE LA FÀBRICA AL GRATACEL (15 ANYS. 2006-2021). </w:t>
      </w:r>
      <w:hyperlink r:id="rId163" w:history="1">
        <w:r w:rsidRPr="00CA2CE7">
          <w:rPr>
            <w:rStyle w:val="Hyperlink"/>
            <w:lang w:val="es-ES"/>
          </w:rPr>
          <w:t>https://www.youtube.com/watch?v=cwTwwWjX9_w</w:t>
        </w:r>
      </w:hyperlink>
    </w:p>
    <w:p w14:paraId="544EED70" w14:textId="52CD2484" w:rsidR="00566C68" w:rsidRPr="006B042B" w:rsidRDefault="00566C68" w:rsidP="00566C68">
      <w:pPr>
        <w:pStyle w:val="ListParagraph"/>
        <w:numPr>
          <w:ilvl w:val="0"/>
          <w:numId w:val="18"/>
        </w:numPr>
      </w:pPr>
      <w:r w:rsidRPr="006B042B">
        <w:t xml:space="preserve">prompt. (2012). Nou </w:t>
      </w:r>
      <w:proofErr w:type="spellStart"/>
      <w:r w:rsidRPr="006B042B">
        <w:t>Encants</w:t>
      </w:r>
      <w:proofErr w:type="spellEnd"/>
      <w:r w:rsidRPr="006B042B">
        <w:t xml:space="preserve"> 1-5. </w:t>
      </w:r>
      <w:hyperlink r:id="rId164" w:history="1">
        <w:r w:rsidR="000072B5" w:rsidRPr="006B042B">
          <w:rPr>
            <w:rStyle w:val="Hyperlink"/>
          </w:rPr>
          <w:t>https://vimeo.com/40261532</w:t>
        </w:r>
      </w:hyperlink>
      <w:r w:rsidR="000072B5" w:rsidRPr="006B042B">
        <w:t xml:space="preserve"> </w:t>
      </w:r>
    </w:p>
    <w:p w14:paraId="72F7C2B8" w14:textId="0BBBC6A6" w:rsidR="00566C68" w:rsidRP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proofErr w:type="spellStart"/>
      <w:r w:rsidRPr="00566C68">
        <w:rPr>
          <w:lang w:val="es-ES"/>
        </w:rPr>
        <w:t>prompt</w:t>
      </w:r>
      <w:proofErr w:type="spellEnd"/>
      <w:r w:rsidRPr="00566C68">
        <w:rPr>
          <w:lang w:val="es-ES"/>
        </w:rPr>
        <w:t xml:space="preserve">. (2014). </w:t>
      </w:r>
      <w:proofErr w:type="spellStart"/>
      <w:r w:rsidRPr="00566C68">
        <w:rPr>
          <w:lang w:val="es-ES"/>
        </w:rPr>
        <w:t>Encants</w:t>
      </w:r>
      <w:proofErr w:type="spellEnd"/>
      <w:r w:rsidRPr="00566C68">
        <w:rPr>
          <w:lang w:val="es-ES"/>
        </w:rPr>
        <w:t xml:space="preserve"> Barcelona </w:t>
      </w:r>
      <w:proofErr w:type="spellStart"/>
      <w:r w:rsidRPr="00566C68">
        <w:rPr>
          <w:lang w:val="es-ES"/>
        </w:rPr>
        <w:t>Fira</w:t>
      </w:r>
      <w:proofErr w:type="spellEnd"/>
      <w:r w:rsidRPr="00566C68">
        <w:rPr>
          <w:lang w:val="es-ES"/>
        </w:rPr>
        <w:t xml:space="preserve"> de Bellcaire. </w:t>
      </w:r>
      <w:hyperlink r:id="rId165" w:history="1">
        <w:r w:rsidRPr="000072B5">
          <w:rPr>
            <w:rStyle w:val="Hyperlink"/>
            <w:lang w:val="es-ES"/>
          </w:rPr>
          <w:t>https://vimeo.com/75228258</w:t>
        </w:r>
      </w:hyperlink>
    </w:p>
    <w:p w14:paraId="25F5EF4D" w14:textId="7C44204E" w:rsidR="00566C68" w:rsidRDefault="00566C68" w:rsidP="00566C68">
      <w:pPr>
        <w:pStyle w:val="ListParagraph"/>
        <w:numPr>
          <w:ilvl w:val="0"/>
          <w:numId w:val="18"/>
        </w:numPr>
        <w:rPr>
          <w:lang w:val="es-ES"/>
        </w:rPr>
      </w:pPr>
      <w:proofErr w:type="spellStart"/>
      <w:r w:rsidRPr="00566C68">
        <w:rPr>
          <w:lang w:val="es-ES"/>
        </w:rPr>
        <w:t>prompt</w:t>
      </w:r>
      <w:proofErr w:type="spellEnd"/>
      <w:r w:rsidRPr="00566C68">
        <w:rPr>
          <w:lang w:val="es-ES"/>
        </w:rPr>
        <w:t xml:space="preserve">. (2014). </w:t>
      </w:r>
      <w:proofErr w:type="spellStart"/>
      <w:r w:rsidRPr="00566C68">
        <w:rPr>
          <w:lang w:val="es-ES"/>
        </w:rPr>
        <w:t>Encants</w:t>
      </w:r>
      <w:proofErr w:type="spellEnd"/>
      <w:r w:rsidRPr="00566C68">
        <w:rPr>
          <w:lang w:val="es-ES"/>
        </w:rPr>
        <w:t xml:space="preserve"> Barcelona obra completa. </w:t>
      </w:r>
      <w:hyperlink r:id="rId166" w:history="1">
        <w:r w:rsidR="00EE3B41" w:rsidRPr="00CA2CE7">
          <w:rPr>
            <w:rStyle w:val="Hyperlink"/>
            <w:lang w:val="es-ES"/>
          </w:rPr>
          <w:t>https://vimeo.com/76048712</w:t>
        </w:r>
      </w:hyperlink>
    </w:p>
    <w:p w14:paraId="17057D38" w14:textId="77777777" w:rsidR="00EE3B41" w:rsidRDefault="00EE3B41" w:rsidP="00EE3B41">
      <w:pPr>
        <w:pStyle w:val="Title"/>
      </w:pPr>
    </w:p>
    <w:p w14:paraId="6903118F" w14:textId="528294C8" w:rsidR="00EE3B41" w:rsidRDefault="00526842" w:rsidP="00D11CAD">
      <w:pPr>
        <w:pStyle w:val="Title"/>
      </w:pPr>
      <w:proofErr w:type="spellStart"/>
      <w:r>
        <w:t>Minalesh</w:t>
      </w:r>
      <w:proofErr w:type="spellEnd"/>
      <w:r>
        <w:t xml:space="preserve"> Tera</w:t>
      </w:r>
      <w:r w:rsidR="00EE3B41">
        <w:t xml:space="preserve"> (</w:t>
      </w:r>
      <w:r>
        <w:t>MT</w:t>
      </w:r>
      <w:r w:rsidR="00EE3B41">
        <w:t>)</w:t>
      </w:r>
    </w:p>
    <w:p w14:paraId="35C58280" w14:textId="77777777" w:rsidR="00EE3B41" w:rsidRPr="006E69C2" w:rsidRDefault="00EE3B41" w:rsidP="00EE3B41">
      <w:pPr>
        <w:pStyle w:val="Subtitle"/>
      </w:pPr>
      <w:r w:rsidRPr="006E69C2">
        <w:lastRenderedPageBreak/>
        <w:t>Articles, Book Chapters, Written Documents</w:t>
      </w:r>
    </w:p>
    <w:p w14:paraId="6C67BC39" w14:textId="77777777" w:rsidR="00007BA1" w:rsidRPr="00007BA1" w:rsidRDefault="00007BA1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6B042B">
        <w:t>Admassu</w:t>
      </w:r>
      <w:proofErr w:type="spellEnd"/>
      <w:r w:rsidRPr="006B042B">
        <w:t xml:space="preserve">, E. (2015). Menged Merkato, Addis Ababa. </w:t>
      </w:r>
      <w:r w:rsidRPr="00007BA1">
        <w:rPr>
          <w:lang w:val="es-ES"/>
        </w:rPr>
        <w:t xml:space="preserve">In P. </w:t>
      </w:r>
      <w:proofErr w:type="spellStart"/>
      <w:r w:rsidRPr="00007BA1">
        <w:rPr>
          <w:lang w:val="es-ES"/>
        </w:rPr>
        <w:t>Mörtenböck</w:t>
      </w:r>
      <w:proofErr w:type="spellEnd"/>
      <w:r w:rsidRPr="00007BA1">
        <w:rPr>
          <w:lang w:val="es-ES"/>
        </w:rPr>
        <w:t xml:space="preserve"> &amp; H. </w:t>
      </w:r>
      <w:proofErr w:type="spellStart"/>
      <w:r w:rsidRPr="00007BA1">
        <w:rPr>
          <w:lang w:val="es-ES"/>
        </w:rPr>
        <w:t>Mooshammer</w:t>
      </w:r>
      <w:proofErr w:type="spellEnd"/>
      <w:r w:rsidRPr="00007BA1">
        <w:rPr>
          <w:lang w:val="es-ES"/>
        </w:rPr>
        <w:t xml:space="preserve"> (Eds.), Informal Market Worlds. NAI010. </w:t>
      </w:r>
    </w:p>
    <w:p w14:paraId="62ACD57C" w14:textId="77777777" w:rsidR="00007BA1" w:rsidRPr="006B042B" w:rsidRDefault="00007BA1" w:rsidP="00007BA1">
      <w:pPr>
        <w:pStyle w:val="ListParagraph"/>
        <w:numPr>
          <w:ilvl w:val="0"/>
          <w:numId w:val="20"/>
        </w:numPr>
      </w:pPr>
      <w:r w:rsidRPr="006B042B">
        <w:t xml:space="preserve">Alemu, K. T. (2017). Formal and Informal Actors in Addis Ababa’s Solid Waste Management System. In S. Khan Mohmand &amp; M. Loureiro (Eds.), Interrogating </w:t>
      </w:r>
      <w:proofErr w:type="spellStart"/>
      <w:r w:rsidRPr="006B042B">
        <w:t>Decentralisation</w:t>
      </w:r>
      <w:proofErr w:type="spellEnd"/>
      <w:r w:rsidRPr="006B042B">
        <w:t xml:space="preserve"> in Africa. </w:t>
      </w:r>
    </w:p>
    <w:p w14:paraId="1B86DCC7" w14:textId="77777777" w:rsidR="00007BA1" w:rsidRPr="006B042B" w:rsidRDefault="00007BA1" w:rsidP="00007BA1">
      <w:pPr>
        <w:pStyle w:val="ListParagraph"/>
        <w:numPr>
          <w:ilvl w:val="0"/>
          <w:numId w:val="20"/>
        </w:numPr>
      </w:pPr>
      <w:proofErr w:type="spellStart"/>
      <w:r w:rsidRPr="006B042B">
        <w:t>Haileselassie</w:t>
      </w:r>
      <w:proofErr w:type="spellEnd"/>
      <w:r w:rsidRPr="006B042B">
        <w:t xml:space="preserve">, B. (2021). Resilient Spaces for Reuse and Recycling. Case of </w:t>
      </w:r>
      <w:proofErr w:type="spellStart"/>
      <w:r w:rsidRPr="006B042B">
        <w:t>minalesh</w:t>
      </w:r>
      <w:proofErr w:type="spellEnd"/>
      <w:r w:rsidRPr="006B042B">
        <w:t xml:space="preserve"> </w:t>
      </w:r>
      <w:proofErr w:type="spellStart"/>
      <w:r w:rsidRPr="006B042B">
        <w:t>ter</w:t>
      </w:r>
      <w:proofErr w:type="spellEnd"/>
      <w:r w:rsidRPr="006B042B">
        <w:t xml:space="preserve">: A Theatre of Production. In C. AMPS and City Tech (Ed.), Cities in a Changing World: Questions of Culture, Climate and Design (pp. 266). </w:t>
      </w:r>
    </w:p>
    <w:p w14:paraId="1FD072E5" w14:textId="0547BFA3" w:rsidR="00007BA1" w:rsidRPr="008B0788" w:rsidRDefault="00007BA1" w:rsidP="00007BA1">
      <w:pPr>
        <w:pStyle w:val="ListParagraph"/>
        <w:numPr>
          <w:ilvl w:val="0"/>
          <w:numId w:val="20"/>
        </w:numPr>
      </w:pPr>
      <w:proofErr w:type="spellStart"/>
      <w:r w:rsidRPr="006B042B">
        <w:t>Heisel</w:t>
      </w:r>
      <w:proofErr w:type="spellEnd"/>
      <w:r w:rsidRPr="006B042B">
        <w:t xml:space="preserve">, F., &amp; </w:t>
      </w:r>
      <w:proofErr w:type="spellStart"/>
      <w:r w:rsidRPr="006B042B">
        <w:t>Kifle</w:t>
      </w:r>
      <w:proofErr w:type="spellEnd"/>
      <w:r w:rsidRPr="006B042B">
        <w:t xml:space="preserve">, B. (2015). Spaces Movie Series. </w:t>
      </w:r>
      <w:r w:rsidRPr="008B0788">
        <w:t xml:space="preserve">From cinematic documentaries to implementation strategies. </w:t>
      </w:r>
      <w:hyperlink r:id="rId167" w:history="1">
        <w:r w:rsidR="008B0788" w:rsidRPr="00CA2CE7">
          <w:rPr>
            <w:rStyle w:val="Hyperlink"/>
          </w:rPr>
          <w:t>https://doi.org/10.3929/ethz-a-010638587</w:t>
        </w:r>
      </w:hyperlink>
      <w:r w:rsidR="008B0788">
        <w:t xml:space="preserve"> </w:t>
      </w:r>
    </w:p>
    <w:p w14:paraId="1AD4824D" w14:textId="7A674D10" w:rsidR="00007BA1" w:rsidRPr="00007BA1" w:rsidRDefault="00007BA1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6B042B">
        <w:t>Heisel</w:t>
      </w:r>
      <w:proofErr w:type="spellEnd"/>
      <w:r w:rsidRPr="006B042B">
        <w:t xml:space="preserve">, F., &amp; </w:t>
      </w:r>
      <w:proofErr w:type="spellStart"/>
      <w:r w:rsidRPr="006B042B">
        <w:t>Kifle</w:t>
      </w:r>
      <w:proofErr w:type="spellEnd"/>
      <w:r w:rsidRPr="006B042B">
        <w:t xml:space="preserve">, B. (2016). Lessons of informality: Architecture and urban planning for emerging territories - Concepts from Ethiopia. </w:t>
      </w:r>
      <w:proofErr w:type="spellStart"/>
      <w:r w:rsidRPr="00007BA1">
        <w:rPr>
          <w:lang w:val="es-ES"/>
        </w:rPr>
        <w:t>Birkhauser</w:t>
      </w:r>
      <w:proofErr w:type="spellEnd"/>
      <w:r w:rsidRPr="00007BA1">
        <w:rPr>
          <w:lang w:val="es-ES"/>
        </w:rPr>
        <w:t xml:space="preserve">. </w:t>
      </w:r>
      <w:hyperlink r:id="rId168" w:history="1">
        <w:r w:rsidR="008B0788" w:rsidRPr="00CA2CE7">
          <w:rPr>
            <w:rStyle w:val="Hyperlink"/>
            <w:lang w:val="es-ES"/>
          </w:rPr>
          <w:t>https://doi.org/10.13140/RG.2.1.4969.8164/1</w:t>
        </w:r>
      </w:hyperlink>
      <w:r w:rsidR="008B0788">
        <w:rPr>
          <w:lang w:val="es-ES"/>
        </w:rPr>
        <w:t xml:space="preserve"> </w:t>
      </w:r>
    </w:p>
    <w:p w14:paraId="659785E8" w14:textId="77777777" w:rsidR="00007BA1" w:rsidRPr="00007BA1" w:rsidRDefault="00007BA1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6B042B">
        <w:t>Heisel</w:t>
      </w:r>
      <w:proofErr w:type="spellEnd"/>
      <w:r w:rsidRPr="006B042B">
        <w:t xml:space="preserve">, F., &amp; </w:t>
      </w:r>
      <w:proofErr w:type="spellStart"/>
      <w:r w:rsidRPr="006B042B">
        <w:t>Kifle</w:t>
      </w:r>
      <w:proofErr w:type="spellEnd"/>
      <w:r w:rsidRPr="006B042B">
        <w:t xml:space="preserve">, B. (2016). The economic importance of recycling. In F. </w:t>
      </w:r>
      <w:proofErr w:type="spellStart"/>
      <w:r w:rsidRPr="006B042B">
        <w:t>Heisel</w:t>
      </w:r>
      <w:proofErr w:type="spellEnd"/>
      <w:r w:rsidRPr="006B042B">
        <w:t xml:space="preserve"> &amp; B. </w:t>
      </w:r>
      <w:proofErr w:type="spellStart"/>
      <w:r w:rsidRPr="006B042B">
        <w:t>Kifle</w:t>
      </w:r>
      <w:proofErr w:type="spellEnd"/>
      <w:r w:rsidRPr="006B042B">
        <w:t xml:space="preserve"> (Eds.), Lessons of Informality. Architecture and Urban Planning for Emerging Territories – Concepts from Ethiopia. </w:t>
      </w:r>
      <w:proofErr w:type="spellStart"/>
      <w:r w:rsidRPr="00007BA1">
        <w:rPr>
          <w:lang w:val="es-ES"/>
        </w:rPr>
        <w:t>Birkhäuser</w:t>
      </w:r>
      <w:proofErr w:type="spellEnd"/>
      <w:r w:rsidRPr="00007BA1">
        <w:rPr>
          <w:lang w:val="es-ES"/>
        </w:rPr>
        <w:t xml:space="preserve">. </w:t>
      </w:r>
    </w:p>
    <w:p w14:paraId="00F90F7E" w14:textId="77777777" w:rsidR="00007BA1" w:rsidRPr="006B042B" w:rsidRDefault="00007BA1" w:rsidP="00007BA1">
      <w:pPr>
        <w:pStyle w:val="ListParagraph"/>
        <w:numPr>
          <w:ilvl w:val="0"/>
          <w:numId w:val="20"/>
        </w:numPr>
      </w:pPr>
      <w:r w:rsidRPr="00007BA1">
        <w:rPr>
          <w:lang w:val="es-ES"/>
        </w:rPr>
        <w:t xml:space="preserve">Kramer </w:t>
      </w:r>
      <w:proofErr w:type="spellStart"/>
      <w:r w:rsidRPr="00007BA1">
        <w:rPr>
          <w:lang w:val="es-ES"/>
        </w:rPr>
        <w:t>Vrscaj</w:t>
      </w:r>
      <w:proofErr w:type="spellEnd"/>
      <w:r w:rsidRPr="00007BA1">
        <w:rPr>
          <w:lang w:val="es-ES"/>
        </w:rPr>
        <w:t xml:space="preserve">, S., &amp; Lincoln Landon, L. (2016). </w:t>
      </w:r>
      <w:r w:rsidRPr="006B042B">
        <w:t xml:space="preserve">Mercato. Densification without segregation. In Cities of Change - Addis Ababa. </w:t>
      </w:r>
    </w:p>
    <w:p w14:paraId="6DD41210" w14:textId="77777777" w:rsidR="00007BA1" w:rsidRPr="00007BA1" w:rsidRDefault="00007BA1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6B042B">
        <w:t>Maschal</w:t>
      </w:r>
      <w:proofErr w:type="spellEnd"/>
      <w:r w:rsidRPr="006B042B">
        <w:t xml:space="preserve"> </w:t>
      </w:r>
      <w:proofErr w:type="spellStart"/>
      <w:r w:rsidRPr="006B042B">
        <w:t>Tarekegn</w:t>
      </w:r>
      <w:proofErr w:type="spellEnd"/>
      <w:r w:rsidRPr="006B042B">
        <w:t xml:space="preserve">, M., </w:t>
      </w:r>
      <w:proofErr w:type="spellStart"/>
      <w:r w:rsidRPr="006B042B">
        <w:t>Fantahun</w:t>
      </w:r>
      <w:proofErr w:type="spellEnd"/>
      <w:r w:rsidRPr="006B042B">
        <w:t xml:space="preserve">, N., &amp; Tefera, S. (2016). Practices of informal resource recovery from a solid waste stream; case study: Addis Ababa, Ethiopia. </w:t>
      </w:r>
      <w:r w:rsidRPr="00007BA1">
        <w:rPr>
          <w:lang w:val="es-ES"/>
        </w:rPr>
        <w:t xml:space="preserve">International </w:t>
      </w:r>
      <w:proofErr w:type="spellStart"/>
      <w:r w:rsidRPr="00007BA1">
        <w:rPr>
          <w:lang w:val="es-ES"/>
        </w:rPr>
        <w:t>Journal</w:t>
      </w:r>
      <w:proofErr w:type="spellEnd"/>
      <w:r w:rsidRPr="00007BA1">
        <w:rPr>
          <w:lang w:val="es-ES"/>
        </w:rPr>
        <w:t xml:space="preserve"> </w:t>
      </w:r>
      <w:proofErr w:type="spellStart"/>
      <w:r w:rsidRPr="00007BA1">
        <w:rPr>
          <w:lang w:val="es-ES"/>
        </w:rPr>
        <w:t>of</w:t>
      </w:r>
      <w:proofErr w:type="spellEnd"/>
      <w:r w:rsidRPr="00007BA1">
        <w:rPr>
          <w:lang w:val="es-ES"/>
        </w:rPr>
        <w:t xml:space="preserve"> </w:t>
      </w:r>
      <w:proofErr w:type="spellStart"/>
      <w:r w:rsidRPr="00007BA1">
        <w:rPr>
          <w:lang w:val="es-ES"/>
        </w:rPr>
        <w:t>Scientific</w:t>
      </w:r>
      <w:proofErr w:type="spellEnd"/>
      <w:r w:rsidRPr="00007BA1">
        <w:rPr>
          <w:lang w:val="es-ES"/>
        </w:rPr>
        <w:t xml:space="preserve"> &amp; Engineering Research. </w:t>
      </w:r>
    </w:p>
    <w:p w14:paraId="7BC5DFFA" w14:textId="6D568CCE" w:rsidR="00007BA1" w:rsidRPr="006B042B" w:rsidRDefault="00007BA1" w:rsidP="00007BA1">
      <w:pPr>
        <w:pStyle w:val="ListParagraph"/>
        <w:numPr>
          <w:ilvl w:val="0"/>
          <w:numId w:val="20"/>
        </w:numPr>
        <w:rPr>
          <w:lang w:val="de-DE"/>
        </w:rPr>
      </w:pPr>
      <w:r w:rsidRPr="006B042B">
        <w:t xml:space="preserve">UNDP, &amp; Lab, E. A. (2020). </w:t>
      </w:r>
      <w:proofErr w:type="spellStart"/>
      <w:r w:rsidRPr="006B042B">
        <w:t>Minalesh</w:t>
      </w:r>
      <w:proofErr w:type="spellEnd"/>
      <w:r w:rsidRPr="006B042B">
        <w:t xml:space="preserve"> Tera: How Addis Ababa’s informal recycling and reusing market supports formal waste management. </w:t>
      </w:r>
      <w:r w:rsidRPr="006B042B">
        <w:rPr>
          <w:lang w:val="de-DE"/>
        </w:rPr>
        <w:t xml:space="preserve">UNDP. </w:t>
      </w:r>
      <w:hyperlink r:id="rId169" w:history="1">
        <w:r w:rsidR="008B0788" w:rsidRPr="006B042B">
          <w:rPr>
            <w:rStyle w:val="Hyperlink"/>
            <w:lang w:val="de-DE"/>
          </w:rPr>
          <w:t>https://www.undp.org/ethiopia/blog/minalesh-tera-how-addis-ababa’s-informal-recycling-and-reusing-market-supports-formal-waste-management</w:t>
        </w:r>
      </w:hyperlink>
      <w:r w:rsidR="008B0788" w:rsidRPr="006B042B">
        <w:rPr>
          <w:lang w:val="de-DE"/>
        </w:rPr>
        <w:t xml:space="preserve"> </w:t>
      </w:r>
    </w:p>
    <w:p w14:paraId="13533FE5" w14:textId="77777777" w:rsidR="00EE3B41" w:rsidRPr="006B042B" w:rsidRDefault="00EE3B41" w:rsidP="00EE3B41">
      <w:pPr>
        <w:rPr>
          <w:lang w:val="de-DE"/>
        </w:rPr>
      </w:pPr>
    </w:p>
    <w:p w14:paraId="7BC6EC3C" w14:textId="77777777" w:rsidR="00EE3B41" w:rsidRDefault="00EE3B41" w:rsidP="00EE3B41">
      <w:pPr>
        <w:pStyle w:val="Subtitle"/>
      </w:pPr>
      <w:r>
        <w:t>Webpages and Blogs</w:t>
      </w:r>
    </w:p>
    <w:p w14:paraId="4738E13E" w14:textId="50787F14" w:rsidR="0001193B" w:rsidRPr="008B0788" w:rsidRDefault="0001193B" w:rsidP="00007BA1">
      <w:pPr>
        <w:pStyle w:val="ListParagraph"/>
        <w:numPr>
          <w:ilvl w:val="0"/>
          <w:numId w:val="20"/>
        </w:numPr>
      </w:pPr>
      <w:r w:rsidRPr="008B0788">
        <w:t xml:space="preserve">Elias Sime Artwork from collected items from </w:t>
      </w:r>
      <w:proofErr w:type="spellStart"/>
      <w:r w:rsidRPr="008B0788">
        <w:t>Minalesh</w:t>
      </w:r>
      <w:proofErr w:type="spellEnd"/>
      <w:r w:rsidRPr="008B0788">
        <w:t xml:space="preserve"> Tera </w:t>
      </w:r>
      <w:hyperlink r:id="rId170" w:history="1">
        <w:r w:rsidRPr="008B0788">
          <w:rPr>
            <w:rStyle w:val="Hyperlink"/>
          </w:rPr>
          <w:t>https://www.slam.org/blog/elias-sime-walking-a-tightrope-between-nature-and-technology/</w:t>
        </w:r>
      </w:hyperlink>
      <w:r w:rsidR="008B0788" w:rsidRPr="008B0788">
        <w:t xml:space="preserve"> </w:t>
      </w:r>
    </w:p>
    <w:p w14:paraId="6807C7EC" w14:textId="6B958A55" w:rsidR="00ED1AB1" w:rsidRPr="00007BA1" w:rsidRDefault="00ED1AB1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007BA1">
        <w:rPr>
          <w:lang w:val="es-ES"/>
        </w:rPr>
        <w:t>Elias</w:t>
      </w:r>
      <w:proofErr w:type="spellEnd"/>
      <w:r w:rsidRPr="00007BA1">
        <w:rPr>
          <w:lang w:val="es-ES"/>
        </w:rPr>
        <w:t xml:space="preserve"> </w:t>
      </w:r>
      <w:proofErr w:type="spellStart"/>
      <w:r w:rsidRPr="00007BA1">
        <w:rPr>
          <w:lang w:val="es-ES"/>
        </w:rPr>
        <w:t>Sime</w:t>
      </w:r>
      <w:proofErr w:type="spellEnd"/>
      <w:r w:rsidRPr="00007BA1">
        <w:rPr>
          <w:lang w:val="es-ES"/>
        </w:rPr>
        <w:t xml:space="preserve">. E-flux. </w:t>
      </w:r>
      <w:hyperlink r:id="rId171" w:history="1">
        <w:r w:rsidR="008B0788" w:rsidRPr="00CA2CE7">
          <w:rPr>
            <w:rStyle w:val="Hyperlink"/>
            <w:lang w:val="es-ES"/>
          </w:rPr>
          <w:t>https://www.e-flux.com/announcements/185565/elias-sime/</w:t>
        </w:r>
      </w:hyperlink>
      <w:r w:rsidR="008B0788">
        <w:rPr>
          <w:lang w:val="es-ES"/>
        </w:rPr>
        <w:t xml:space="preserve"> </w:t>
      </w:r>
    </w:p>
    <w:p w14:paraId="48D9E923" w14:textId="77777777" w:rsidR="00007BA1" w:rsidRPr="006B042B" w:rsidRDefault="00007BA1" w:rsidP="00EE3B41">
      <w:pPr>
        <w:pStyle w:val="Subtitle"/>
        <w:rPr>
          <w:lang w:val="es-ES"/>
        </w:rPr>
      </w:pPr>
    </w:p>
    <w:p w14:paraId="6530562D" w14:textId="0EB82115" w:rsidR="00EE3B41" w:rsidRDefault="00EE3B41" w:rsidP="00EE3B41">
      <w:pPr>
        <w:pStyle w:val="Subtitle"/>
      </w:pPr>
      <w:r>
        <w:t xml:space="preserve">Presentations, </w:t>
      </w:r>
      <w:r w:rsidRPr="006E69C2">
        <w:t>Video and Audio Recordings</w:t>
      </w:r>
    </w:p>
    <w:p w14:paraId="52157BCB" w14:textId="73D57FCC" w:rsidR="005A63F5" w:rsidRPr="00007BA1" w:rsidRDefault="005A63F5" w:rsidP="00007BA1">
      <w:pPr>
        <w:pStyle w:val="ListParagraph"/>
        <w:numPr>
          <w:ilvl w:val="0"/>
          <w:numId w:val="20"/>
        </w:numPr>
        <w:rPr>
          <w:lang w:val="es-ES"/>
        </w:rPr>
      </w:pPr>
      <w:proofErr w:type="spellStart"/>
      <w:r w:rsidRPr="006B042B">
        <w:rPr>
          <w:lang w:val="de-DE"/>
        </w:rPr>
        <w:t>Heisel</w:t>
      </w:r>
      <w:proofErr w:type="spellEnd"/>
      <w:r w:rsidRPr="006B042B">
        <w:rPr>
          <w:lang w:val="de-DE"/>
        </w:rPr>
        <w:t xml:space="preserve">, F., &amp; </w:t>
      </w:r>
      <w:proofErr w:type="spellStart"/>
      <w:r w:rsidRPr="006B042B">
        <w:rPr>
          <w:lang w:val="de-DE"/>
        </w:rPr>
        <w:t>Kifle</w:t>
      </w:r>
      <w:proofErr w:type="spellEnd"/>
      <w:r w:rsidRPr="006B042B">
        <w:rPr>
          <w:lang w:val="de-DE"/>
        </w:rPr>
        <w:t xml:space="preserve">, B. (2012). </w:t>
      </w:r>
      <w:proofErr w:type="gramStart"/>
      <w:r w:rsidRPr="006B042B">
        <w:rPr>
          <w:lang w:val="de-DE"/>
        </w:rPr>
        <w:t>Recycling Spaces</w:t>
      </w:r>
      <w:proofErr w:type="gramEnd"/>
      <w:r w:rsidRPr="006B042B">
        <w:rPr>
          <w:lang w:val="de-DE"/>
        </w:rPr>
        <w:t xml:space="preserve">. </w:t>
      </w:r>
      <w:r w:rsidRPr="006B042B">
        <w:t xml:space="preserve">A day in Addis Ababa’s Merkato. </w:t>
      </w:r>
      <w:hyperlink r:id="rId172" w:history="1">
        <w:r w:rsidR="008B0788" w:rsidRPr="00CA2CE7">
          <w:rPr>
            <w:rStyle w:val="Hyperlink"/>
            <w:lang w:val="es-ES"/>
          </w:rPr>
          <w:t>https://vimeo.com/46602547</w:t>
        </w:r>
      </w:hyperlink>
      <w:r w:rsidR="008B0788">
        <w:rPr>
          <w:lang w:val="es-ES"/>
        </w:rPr>
        <w:t xml:space="preserve"> </w:t>
      </w:r>
    </w:p>
    <w:p w14:paraId="7258C069" w14:textId="26943FF8" w:rsidR="00BB3FFC" w:rsidRDefault="00BB3FFC" w:rsidP="00007BA1">
      <w:pPr>
        <w:pStyle w:val="ListParagraph"/>
        <w:numPr>
          <w:ilvl w:val="0"/>
          <w:numId w:val="20"/>
        </w:numPr>
        <w:rPr>
          <w:lang w:val="es-ES"/>
        </w:rPr>
      </w:pPr>
      <w:r w:rsidRPr="006B042B">
        <w:t xml:space="preserve">Ethiopia Walking Tour and Driving Downtown. (2022). </w:t>
      </w:r>
      <w:proofErr w:type="gramStart"/>
      <w:r w:rsidRPr="006B042B">
        <w:t>Merkato ,</w:t>
      </w:r>
      <w:proofErr w:type="gramEnd"/>
      <w:r w:rsidRPr="006B042B">
        <w:t xml:space="preserve"> </w:t>
      </w:r>
      <w:proofErr w:type="spellStart"/>
      <w:r w:rsidRPr="006B042B">
        <w:t>Minalesh</w:t>
      </w:r>
      <w:proofErr w:type="spellEnd"/>
      <w:r w:rsidRPr="006B042B">
        <w:t xml:space="preserve"> Tera , Addis Ababa walking tour 2022. </w:t>
      </w:r>
      <w:hyperlink r:id="rId173" w:history="1">
        <w:r w:rsidR="00D711D0" w:rsidRPr="00CA2CE7">
          <w:rPr>
            <w:rStyle w:val="Hyperlink"/>
            <w:lang w:val="es-ES"/>
          </w:rPr>
          <w:t>https://www.youtube.com/watch?v=YPBRHE0L100</w:t>
        </w:r>
      </w:hyperlink>
    </w:p>
    <w:p w14:paraId="715146ED" w14:textId="77777777" w:rsidR="00F565FE" w:rsidRDefault="00F565FE" w:rsidP="003D0E43">
      <w:pPr>
        <w:pStyle w:val="Title"/>
      </w:pPr>
    </w:p>
    <w:p w14:paraId="37DC45FC" w14:textId="154EA966" w:rsidR="003D0E43" w:rsidRDefault="003D0E43" w:rsidP="00D11CAD">
      <w:pPr>
        <w:pStyle w:val="Title"/>
      </w:pPr>
      <w:r>
        <w:t>RUS Lima (RL)</w:t>
      </w:r>
    </w:p>
    <w:p w14:paraId="187596C9" w14:textId="77777777" w:rsidR="003D0E43" w:rsidRPr="006E69C2" w:rsidRDefault="003D0E43" w:rsidP="003D0E43">
      <w:pPr>
        <w:pStyle w:val="Subtitle"/>
      </w:pPr>
      <w:r w:rsidRPr="006E69C2">
        <w:t>Articles, Book Chapters, Written Documents</w:t>
      </w:r>
    </w:p>
    <w:p w14:paraId="0ED8D018" w14:textId="157CAD4C" w:rsidR="008F0364" w:rsidRPr="00AE7E3E" w:rsidRDefault="008F0364" w:rsidP="003F1803">
      <w:pPr>
        <w:pStyle w:val="ListParagraph"/>
        <w:numPr>
          <w:ilvl w:val="0"/>
          <w:numId w:val="22"/>
        </w:numPr>
      </w:pPr>
      <w:proofErr w:type="spellStart"/>
      <w:r w:rsidRPr="006B042B">
        <w:t>a+t</w:t>
      </w:r>
      <w:proofErr w:type="spellEnd"/>
      <w:r w:rsidRPr="006B042B">
        <w:t xml:space="preserve">. (2012). </w:t>
      </w:r>
      <w:proofErr w:type="spellStart"/>
      <w:r w:rsidRPr="006B042B">
        <w:t>Basurama</w:t>
      </w:r>
      <w:proofErr w:type="spellEnd"/>
      <w:r w:rsidRPr="006B042B">
        <w:t xml:space="preserve">. Temporary Amusement Park. Lima. </w:t>
      </w:r>
      <w:r w:rsidRPr="00AE7E3E">
        <w:t xml:space="preserve">Peru. </w:t>
      </w:r>
      <w:proofErr w:type="spellStart"/>
      <w:r w:rsidRPr="00AE7E3E">
        <w:t>a+t</w:t>
      </w:r>
      <w:proofErr w:type="spellEnd"/>
      <w:r w:rsidRPr="00AE7E3E">
        <w:t xml:space="preserve">, Strategy </w:t>
      </w:r>
      <w:proofErr w:type="spellStart"/>
      <w:r w:rsidRPr="00AE7E3E">
        <w:t>amd</w:t>
      </w:r>
      <w:proofErr w:type="spellEnd"/>
      <w:r w:rsidRPr="00AE7E3E">
        <w:t xml:space="preserve"> Tactics in Public </w:t>
      </w:r>
      <w:proofErr w:type="gramStart"/>
      <w:r w:rsidRPr="00AE7E3E">
        <w:t>Space(</w:t>
      </w:r>
      <w:proofErr w:type="gramEnd"/>
      <w:r w:rsidRPr="00AE7E3E">
        <w:t xml:space="preserve">38). </w:t>
      </w:r>
      <w:hyperlink r:id="rId174" w:history="1">
        <w:r w:rsidR="00AE7E3E" w:rsidRPr="00CA2CE7">
          <w:rPr>
            <w:rStyle w:val="Hyperlink"/>
          </w:rPr>
          <w:t>https://aplust.net/blog/basurama_temporary_amusement_park_lima_peru/</w:t>
        </w:r>
      </w:hyperlink>
      <w:r w:rsidR="00AE7E3E">
        <w:t xml:space="preserve"> </w:t>
      </w:r>
    </w:p>
    <w:p w14:paraId="2E63DD67" w14:textId="56344140" w:rsidR="00F34189" w:rsidRPr="003F1803" w:rsidRDefault="00F34189" w:rsidP="003F1803">
      <w:pPr>
        <w:pStyle w:val="ListParagraph"/>
        <w:numPr>
          <w:ilvl w:val="0"/>
          <w:numId w:val="22"/>
        </w:numPr>
        <w:rPr>
          <w:lang w:val="es-ES"/>
        </w:rPr>
      </w:pPr>
      <w:proofErr w:type="spellStart"/>
      <w:r w:rsidRPr="003F1803">
        <w:rPr>
          <w:lang w:val="es-ES"/>
        </w:rPr>
        <w:t>Basurama</w:t>
      </w:r>
      <w:proofErr w:type="spellEnd"/>
      <w:r w:rsidRPr="003F1803">
        <w:rPr>
          <w:lang w:val="es-ES"/>
        </w:rPr>
        <w:t xml:space="preserve">. (2011). RUS. Residuos Urbanos Sólidos. Basura y Espacio público en Latinoamérica. Editorial Delirio. </w:t>
      </w:r>
      <w:hyperlink r:id="rId175" w:history="1">
        <w:r w:rsidR="00AE7E3E" w:rsidRPr="00CA2CE7">
          <w:rPr>
            <w:rStyle w:val="Hyperlink"/>
            <w:lang w:val="es-ES"/>
          </w:rPr>
          <w:t>https://issuu.com/basurama/docs/rus-libro</w:t>
        </w:r>
      </w:hyperlink>
      <w:r w:rsidR="00AE7E3E">
        <w:rPr>
          <w:lang w:val="es-ES"/>
        </w:rPr>
        <w:t xml:space="preserve"> </w:t>
      </w:r>
    </w:p>
    <w:p w14:paraId="4D2AC1A5" w14:textId="735C7397" w:rsidR="00786955" w:rsidRPr="00AE7E3E" w:rsidRDefault="00786955" w:rsidP="003F1803">
      <w:pPr>
        <w:pStyle w:val="ListParagraph"/>
        <w:numPr>
          <w:ilvl w:val="0"/>
          <w:numId w:val="22"/>
        </w:numPr>
      </w:pPr>
      <w:r w:rsidRPr="006B042B">
        <w:t xml:space="preserve">Monticelli, C., &amp; </w:t>
      </w:r>
      <w:proofErr w:type="spellStart"/>
      <w:r w:rsidRPr="006B042B">
        <w:t>Procaccini</w:t>
      </w:r>
      <w:proofErr w:type="spellEnd"/>
      <w:r w:rsidRPr="006B042B">
        <w:t xml:space="preserve">, G. (2023). Implementing urban infrastructures through </w:t>
      </w:r>
      <w:proofErr w:type="spellStart"/>
      <w:r w:rsidRPr="006B042B">
        <w:t>Themed</w:t>
      </w:r>
      <w:proofErr w:type="spellEnd"/>
      <w:r w:rsidRPr="006B042B">
        <w:t xml:space="preserve">-Design responses and Time-Based Design scenarios. In </w:t>
      </w:r>
      <w:proofErr w:type="spellStart"/>
      <w:r w:rsidRPr="006B042B">
        <w:t>Prosuming</w:t>
      </w:r>
      <w:proofErr w:type="spellEnd"/>
      <w:r w:rsidRPr="006B042B">
        <w:t xml:space="preserve"> Public Space: the </w:t>
      </w:r>
      <w:proofErr w:type="spellStart"/>
      <w:r w:rsidRPr="006B042B">
        <w:t>UNPark</w:t>
      </w:r>
      <w:proofErr w:type="spellEnd"/>
      <w:r w:rsidRPr="006B042B">
        <w:t xml:space="preserve"> project. </w:t>
      </w:r>
      <w:r w:rsidRPr="00AE7E3E">
        <w:t xml:space="preserve">The role of urban infrastructures in the regeneration of the in-between spaces. </w:t>
      </w:r>
      <w:hyperlink r:id="rId176" w:history="1">
        <w:r w:rsidR="00AE7E3E" w:rsidRPr="00CA2CE7">
          <w:rPr>
            <w:rStyle w:val="Hyperlink"/>
          </w:rPr>
          <w:t>https://www.researchgate.net/publication/372649465_Implementing_urban_infrastructures_through_Themed-Design_responses_and_Time-Based_Design_scenarios</w:t>
        </w:r>
      </w:hyperlink>
      <w:r w:rsidR="00AE7E3E">
        <w:t xml:space="preserve"> </w:t>
      </w:r>
    </w:p>
    <w:p w14:paraId="013B06AA" w14:textId="2B7FB936" w:rsidR="003F1803" w:rsidRPr="006B042B" w:rsidRDefault="003F1803" w:rsidP="003F1803">
      <w:pPr>
        <w:pStyle w:val="ListParagraph"/>
        <w:numPr>
          <w:ilvl w:val="0"/>
          <w:numId w:val="22"/>
        </w:numPr>
      </w:pPr>
      <w:r w:rsidRPr="006B042B">
        <w:t xml:space="preserve">Rey </w:t>
      </w:r>
      <w:proofErr w:type="spellStart"/>
      <w:r w:rsidRPr="006B042B">
        <w:t>Mazón</w:t>
      </w:r>
      <w:proofErr w:type="spellEnd"/>
      <w:r w:rsidRPr="006B042B">
        <w:t xml:space="preserve">, P. (2013). </w:t>
      </w:r>
      <w:proofErr w:type="spellStart"/>
      <w:r w:rsidRPr="00AE7E3E">
        <w:t>Basurama</w:t>
      </w:r>
      <w:proofErr w:type="spellEnd"/>
      <w:r w:rsidRPr="00AE7E3E">
        <w:t xml:space="preserve">: a framework for designing collectively with waste R+R 2013 Reclaim and Remake International Symposium, Washington D.C. </w:t>
      </w:r>
      <w:hyperlink r:id="rId177" w:history="1">
        <w:r w:rsidR="00AE7E3E" w:rsidRPr="006B042B">
          <w:rPr>
            <w:rStyle w:val="Hyperlink"/>
          </w:rPr>
          <w:t>https://basurama.org/wp-content/uploads/2013/04/130325_Pablo-Rey-Mazon_Basurama-a-framework-for-designing-collectively-with-waste_p.pdf</w:t>
        </w:r>
      </w:hyperlink>
      <w:r w:rsidR="00AE7E3E" w:rsidRPr="006B042B">
        <w:t xml:space="preserve"> </w:t>
      </w:r>
    </w:p>
    <w:p w14:paraId="62A7D934" w14:textId="77777777" w:rsidR="00284F2A" w:rsidRPr="00284F2A" w:rsidRDefault="00284F2A" w:rsidP="00284F2A">
      <w:pPr>
        <w:pStyle w:val="ListParagraph"/>
        <w:numPr>
          <w:ilvl w:val="0"/>
          <w:numId w:val="22"/>
        </w:numPr>
        <w:ind w:right="-720"/>
        <w:contextualSpacing w:val="0"/>
      </w:pPr>
      <w:r w:rsidRPr="00284F2A">
        <w:t xml:space="preserve">Shields, N. (2023). Playing with Garbage in Lima, Peru: Social Transformation through Participatory Public Art. Anarchist Developments in Cultural Studies. </w:t>
      </w:r>
    </w:p>
    <w:p w14:paraId="612569F3" w14:textId="77777777" w:rsidR="003F1803" w:rsidRPr="006B042B" w:rsidRDefault="003F1803" w:rsidP="003F1803">
      <w:pPr>
        <w:pStyle w:val="ListParagraph"/>
        <w:numPr>
          <w:ilvl w:val="0"/>
          <w:numId w:val="22"/>
        </w:numPr>
      </w:pPr>
      <w:r w:rsidRPr="00284F2A">
        <w:t xml:space="preserve">Social Transformation through Participatory Public Art. </w:t>
      </w:r>
      <w:r w:rsidRPr="006B042B">
        <w:t xml:space="preserve">Anarchist Developments in Cultural Studies. </w:t>
      </w:r>
    </w:p>
    <w:p w14:paraId="5F619AE8" w14:textId="77777777" w:rsidR="003D0E43" w:rsidRPr="006E69C2" w:rsidRDefault="003D0E43" w:rsidP="003D0E43"/>
    <w:p w14:paraId="3E80AFAA" w14:textId="77777777" w:rsidR="003D0E43" w:rsidRDefault="003D0E43" w:rsidP="003D0E43">
      <w:pPr>
        <w:pStyle w:val="Subtitle"/>
      </w:pPr>
      <w:r>
        <w:t>Webpages and Blogs</w:t>
      </w:r>
    </w:p>
    <w:p w14:paraId="0DA7FE3D" w14:textId="780A9C20" w:rsidR="00F34189" w:rsidRPr="006B042B" w:rsidRDefault="00F34189" w:rsidP="003F1803">
      <w:pPr>
        <w:pStyle w:val="ListParagraph"/>
        <w:numPr>
          <w:ilvl w:val="0"/>
          <w:numId w:val="22"/>
        </w:numPr>
      </w:pPr>
      <w:proofErr w:type="spellStart"/>
      <w:r w:rsidRPr="006B042B">
        <w:t>Basurama</w:t>
      </w:r>
      <w:proofErr w:type="spellEnd"/>
      <w:r w:rsidRPr="006B042B">
        <w:t xml:space="preserve">. (2010). RUS LIMA, SELF-MADE PLAYGROUND.  </w:t>
      </w:r>
      <w:hyperlink r:id="rId178" w:history="1">
        <w:r w:rsidR="00AE7E3E" w:rsidRPr="006B042B">
          <w:rPr>
            <w:rStyle w:val="Hyperlink"/>
          </w:rPr>
          <w:t>https://basurama.org/en/projects/rus-lima-autoparque-de-atracciones/</w:t>
        </w:r>
      </w:hyperlink>
      <w:r w:rsidR="00AE7E3E" w:rsidRPr="006B042B">
        <w:t xml:space="preserve"> </w:t>
      </w:r>
    </w:p>
    <w:p w14:paraId="45948CAA" w14:textId="5F3EFB22" w:rsidR="00786955" w:rsidRPr="003F1803" w:rsidRDefault="00786955" w:rsidP="003F1803">
      <w:pPr>
        <w:pStyle w:val="ListParagraph"/>
        <w:numPr>
          <w:ilvl w:val="0"/>
          <w:numId w:val="22"/>
        </w:numPr>
        <w:rPr>
          <w:lang w:val="es-ES"/>
        </w:rPr>
      </w:pPr>
      <w:r w:rsidRPr="006B042B">
        <w:t xml:space="preserve">Fleetwood. Rus Lima (Ghost Train Park). </w:t>
      </w:r>
      <w:hyperlink r:id="rId179" w:history="1">
        <w:r w:rsidR="00AE7E3E" w:rsidRPr="00CA2CE7">
          <w:rPr>
            <w:rStyle w:val="Hyperlink"/>
            <w:lang w:val="es-ES"/>
          </w:rPr>
          <w:t>https://www.fleetwoodurban.com.au/rus-lima-ghost-train-park</w:t>
        </w:r>
      </w:hyperlink>
      <w:r w:rsidR="00AE7E3E">
        <w:rPr>
          <w:lang w:val="es-ES"/>
        </w:rPr>
        <w:t xml:space="preserve"> </w:t>
      </w:r>
    </w:p>
    <w:p w14:paraId="7AEBDD75" w14:textId="3BF3E754" w:rsidR="003F1803" w:rsidRPr="003F1803" w:rsidRDefault="003F1803" w:rsidP="003F1803">
      <w:pPr>
        <w:pStyle w:val="ListParagraph"/>
        <w:numPr>
          <w:ilvl w:val="0"/>
          <w:numId w:val="22"/>
        </w:numPr>
        <w:rPr>
          <w:lang w:val="es-ES"/>
        </w:rPr>
      </w:pPr>
      <w:r w:rsidRPr="006B042B">
        <w:t xml:space="preserve">Project for Public Spaces. RUS PLAYGROUND. </w:t>
      </w:r>
      <w:r w:rsidRPr="003F1803">
        <w:rPr>
          <w:lang w:val="es-ES"/>
        </w:rPr>
        <w:t xml:space="preserve">LIMA, PERU. </w:t>
      </w:r>
      <w:hyperlink r:id="rId180" w:history="1">
        <w:r w:rsidR="00AE7E3E" w:rsidRPr="00CA2CE7">
          <w:rPr>
            <w:rStyle w:val="Hyperlink"/>
            <w:lang w:val="es-ES"/>
          </w:rPr>
          <w:t>https://www.pps.org/places/rus-playground</w:t>
        </w:r>
      </w:hyperlink>
      <w:r w:rsidR="00AE7E3E">
        <w:rPr>
          <w:lang w:val="es-ES"/>
        </w:rPr>
        <w:t xml:space="preserve"> </w:t>
      </w:r>
    </w:p>
    <w:p w14:paraId="4F19BC2F" w14:textId="77777777" w:rsidR="003D0E43" w:rsidRPr="003F1803" w:rsidRDefault="003D0E43" w:rsidP="003D0E43">
      <w:pPr>
        <w:rPr>
          <w:lang w:val="es-ES"/>
        </w:rPr>
      </w:pPr>
    </w:p>
    <w:p w14:paraId="1413656B" w14:textId="77777777" w:rsidR="00786955" w:rsidRPr="003F1803" w:rsidRDefault="00786955" w:rsidP="003D0E43">
      <w:pPr>
        <w:rPr>
          <w:lang w:val="es-ES"/>
        </w:rPr>
      </w:pPr>
    </w:p>
    <w:p w14:paraId="29552992" w14:textId="77777777" w:rsidR="003D0E43" w:rsidRDefault="003D0E43" w:rsidP="003D0E43">
      <w:pPr>
        <w:pStyle w:val="Subtitle"/>
      </w:pPr>
      <w:r>
        <w:t xml:space="preserve">Presentations, </w:t>
      </w:r>
      <w:r w:rsidRPr="006E69C2">
        <w:t>Video and Audio Recordings</w:t>
      </w:r>
    </w:p>
    <w:p w14:paraId="3E1A14D5" w14:textId="2EFEF41F" w:rsidR="00F34189" w:rsidRPr="003F1803" w:rsidRDefault="00F34189" w:rsidP="003F1803">
      <w:pPr>
        <w:pStyle w:val="ListParagraph"/>
        <w:numPr>
          <w:ilvl w:val="0"/>
          <w:numId w:val="22"/>
        </w:numPr>
        <w:rPr>
          <w:lang w:val="es-ES"/>
        </w:rPr>
      </w:pPr>
      <w:proofErr w:type="spellStart"/>
      <w:r w:rsidRPr="003F1803">
        <w:rPr>
          <w:lang w:val="es-ES"/>
        </w:rPr>
        <w:t>basurama</w:t>
      </w:r>
      <w:proofErr w:type="spellEnd"/>
      <w:r w:rsidRPr="003F1803">
        <w:rPr>
          <w:lang w:val="es-ES"/>
        </w:rPr>
        <w:t xml:space="preserve"> TV. (2011). RUS Lima. </w:t>
      </w:r>
      <w:hyperlink r:id="rId181" w:history="1">
        <w:r w:rsidRPr="00284F2A">
          <w:rPr>
            <w:rStyle w:val="Hyperlink"/>
            <w:lang w:val="es-ES"/>
          </w:rPr>
          <w:t>https://www.youtube.com/watch?v=owoMVi-S0OM</w:t>
        </w:r>
      </w:hyperlink>
      <w:r w:rsidR="00284F2A">
        <w:rPr>
          <w:lang w:val="es-ES"/>
        </w:rPr>
        <w:t xml:space="preserve"> </w:t>
      </w:r>
    </w:p>
    <w:p w14:paraId="00B6B614" w14:textId="5909D8B5" w:rsidR="00F34189" w:rsidRPr="003F1803" w:rsidRDefault="00F34189" w:rsidP="003F1803">
      <w:pPr>
        <w:pStyle w:val="ListParagraph"/>
        <w:numPr>
          <w:ilvl w:val="0"/>
          <w:numId w:val="22"/>
        </w:numPr>
        <w:rPr>
          <w:lang w:val="es-ES"/>
        </w:rPr>
      </w:pPr>
      <w:proofErr w:type="spellStart"/>
      <w:r w:rsidRPr="003F1803">
        <w:rPr>
          <w:lang w:val="es-ES"/>
        </w:rPr>
        <w:t>climadecambios</w:t>
      </w:r>
      <w:proofErr w:type="spellEnd"/>
      <w:r w:rsidRPr="003F1803">
        <w:rPr>
          <w:lang w:val="es-ES"/>
        </w:rPr>
        <w:t xml:space="preserve">. (2010). Intervención en el Tren Eléctrico. </w:t>
      </w:r>
      <w:hyperlink r:id="rId182" w:history="1">
        <w:r w:rsidR="00284F2A" w:rsidRPr="00CA2CE7">
          <w:rPr>
            <w:rStyle w:val="Hyperlink"/>
            <w:lang w:val="es-ES"/>
          </w:rPr>
          <w:t>https://videos.pucp.edu.pe/videos/ver/364cc853e7ad46f3e5a7b8b4530c7a9e</w:t>
        </w:r>
      </w:hyperlink>
      <w:r w:rsidR="00284F2A">
        <w:rPr>
          <w:lang w:val="es-ES"/>
        </w:rPr>
        <w:t xml:space="preserve"> </w:t>
      </w:r>
    </w:p>
    <w:p w14:paraId="3F8B64C7" w14:textId="71DCBDBE" w:rsidR="00786955" w:rsidRPr="003F1803" w:rsidRDefault="00786955" w:rsidP="003F1803">
      <w:pPr>
        <w:pStyle w:val="ListParagraph"/>
        <w:numPr>
          <w:ilvl w:val="0"/>
          <w:numId w:val="22"/>
        </w:numPr>
        <w:rPr>
          <w:lang w:val="es-ES"/>
        </w:rPr>
      </w:pPr>
      <w:proofErr w:type="spellStart"/>
      <w:r w:rsidRPr="003F1803">
        <w:rPr>
          <w:lang w:val="es-ES"/>
        </w:rPr>
        <w:t>EduCaixaTV</w:t>
      </w:r>
      <w:proofErr w:type="spellEnd"/>
      <w:r w:rsidRPr="003F1803">
        <w:rPr>
          <w:lang w:val="es-ES"/>
        </w:rPr>
        <w:t xml:space="preserve">. (2017). Hablamos con... Manuel Polanco, Colectivo </w:t>
      </w:r>
      <w:proofErr w:type="spellStart"/>
      <w:r w:rsidRPr="003F1803">
        <w:rPr>
          <w:lang w:val="es-ES"/>
        </w:rPr>
        <w:t>Basurama</w:t>
      </w:r>
      <w:proofErr w:type="spellEnd"/>
      <w:r w:rsidRPr="003F1803">
        <w:rPr>
          <w:lang w:val="es-ES"/>
        </w:rPr>
        <w:t xml:space="preserve">. </w:t>
      </w:r>
      <w:hyperlink r:id="rId183" w:history="1">
        <w:r w:rsidR="00284F2A" w:rsidRPr="00CA2CE7">
          <w:rPr>
            <w:rStyle w:val="Hyperlink"/>
            <w:lang w:val="es-ES"/>
          </w:rPr>
          <w:t>https://www.youtube.com/watch?v=ycKacBNLTEE</w:t>
        </w:r>
      </w:hyperlink>
      <w:r w:rsidR="00284F2A">
        <w:rPr>
          <w:lang w:val="es-ES"/>
        </w:rPr>
        <w:t xml:space="preserve"> </w:t>
      </w:r>
    </w:p>
    <w:p w14:paraId="3EB5B0DC" w14:textId="3168DDCB" w:rsidR="003F1803" w:rsidRPr="003F1803" w:rsidRDefault="003F1803" w:rsidP="003F1803">
      <w:pPr>
        <w:pStyle w:val="ListParagraph"/>
        <w:numPr>
          <w:ilvl w:val="0"/>
          <w:numId w:val="22"/>
        </w:numPr>
        <w:rPr>
          <w:lang w:val="es-ES"/>
        </w:rPr>
      </w:pPr>
      <w:r w:rsidRPr="003F1803">
        <w:rPr>
          <w:lang w:val="es-ES"/>
        </w:rPr>
        <w:t xml:space="preserve">Presencia Cultural. (2010). 29.1.10 Tren eléctrico </w:t>
      </w:r>
      <w:proofErr w:type="spellStart"/>
      <w:r w:rsidRPr="003F1803">
        <w:rPr>
          <w:lang w:val="es-ES"/>
        </w:rPr>
        <w:t>perú</w:t>
      </w:r>
      <w:proofErr w:type="spellEnd"/>
      <w:r w:rsidRPr="003F1803">
        <w:rPr>
          <w:lang w:val="es-ES"/>
        </w:rPr>
        <w:t xml:space="preserve"> se convierte en parque de diversiones - </w:t>
      </w:r>
      <w:proofErr w:type="spellStart"/>
      <w:r w:rsidRPr="003F1803">
        <w:rPr>
          <w:lang w:val="es-ES"/>
        </w:rPr>
        <w:t>basurama</w:t>
      </w:r>
      <w:proofErr w:type="spellEnd"/>
      <w:r w:rsidRPr="003F1803">
        <w:rPr>
          <w:lang w:val="es-ES"/>
        </w:rPr>
        <w:t xml:space="preserve">. </w:t>
      </w:r>
      <w:hyperlink r:id="rId184" w:history="1">
        <w:r w:rsidR="00284F2A" w:rsidRPr="00CA2CE7">
          <w:rPr>
            <w:rStyle w:val="Hyperlink"/>
            <w:lang w:val="es-ES"/>
          </w:rPr>
          <w:t>https://www.youtube.com/watch?v=VvDagBbn8ew</w:t>
        </w:r>
      </w:hyperlink>
      <w:r w:rsidR="00284F2A">
        <w:rPr>
          <w:lang w:val="es-ES"/>
        </w:rPr>
        <w:t xml:space="preserve"> </w:t>
      </w:r>
    </w:p>
    <w:p w14:paraId="77F13A4C" w14:textId="44153654" w:rsidR="00EA7AF1" w:rsidRPr="005419CF" w:rsidRDefault="003F1803" w:rsidP="00EA7AF1">
      <w:pPr>
        <w:pStyle w:val="ListParagraph"/>
        <w:numPr>
          <w:ilvl w:val="0"/>
          <w:numId w:val="22"/>
        </w:numPr>
        <w:rPr>
          <w:lang w:val="es-ES"/>
        </w:rPr>
      </w:pPr>
      <w:r w:rsidRPr="003F1803">
        <w:rPr>
          <w:lang w:val="es-ES"/>
        </w:rPr>
        <w:t xml:space="preserve">Presencia Cultural. (2010). </w:t>
      </w:r>
      <w:proofErr w:type="spellStart"/>
      <w:r w:rsidRPr="003F1803">
        <w:rPr>
          <w:lang w:val="es-ES"/>
        </w:rPr>
        <w:t>Basurama</w:t>
      </w:r>
      <w:proofErr w:type="spellEnd"/>
      <w:r w:rsidRPr="003F1803">
        <w:rPr>
          <w:lang w:val="es-ES"/>
        </w:rPr>
        <w:t xml:space="preserve"> - colectivo artístico que trabaja con el reciclaje. </w:t>
      </w:r>
      <w:hyperlink r:id="rId185" w:history="1">
        <w:r w:rsidR="00F565FE" w:rsidRPr="00CA2CE7">
          <w:rPr>
            <w:rStyle w:val="Hyperlink"/>
            <w:lang w:val="es-ES"/>
          </w:rPr>
          <w:t>https://www.youtube.com/watch?v=nAb6VMRf1r4</w:t>
        </w:r>
      </w:hyperlink>
    </w:p>
    <w:p w14:paraId="1EC02A4A" w14:textId="77777777" w:rsidR="005419CF" w:rsidRDefault="005419CF" w:rsidP="005431EE">
      <w:pPr>
        <w:pStyle w:val="Title"/>
      </w:pPr>
    </w:p>
    <w:p w14:paraId="56065077" w14:textId="18EE0400" w:rsidR="00B63683" w:rsidRPr="00D11CAD" w:rsidRDefault="00B63683" w:rsidP="00D11CAD">
      <w:pPr>
        <w:pStyle w:val="Title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6E69C2">
        <w:t>R-Urban (RU)</w:t>
      </w:r>
    </w:p>
    <w:p w14:paraId="4B49D15A" w14:textId="7DD35696" w:rsidR="00B63683" w:rsidRDefault="00D3421E" w:rsidP="00BB0FF0">
      <w:pPr>
        <w:pStyle w:val="Subtitle"/>
      </w:pPr>
      <w:r>
        <w:t>Articles, Book Chapters, Written Documents</w:t>
      </w:r>
    </w:p>
    <w:p w14:paraId="0FAD0234" w14:textId="77777777" w:rsidR="00AA4D5A" w:rsidRPr="00580836" w:rsidRDefault="00AA4D5A" w:rsidP="0069164C">
      <w:pPr>
        <w:numPr>
          <w:ilvl w:val="0"/>
          <w:numId w:val="2"/>
        </w:numPr>
      </w:pPr>
      <w:proofErr w:type="spellStart"/>
      <w:r w:rsidRPr="00580836">
        <w:rPr>
          <w:lang w:val="de-DE"/>
        </w:rPr>
        <w:t>Awan</w:t>
      </w:r>
      <w:proofErr w:type="spellEnd"/>
      <w:r w:rsidRPr="00580836">
        <w:rPr>
          <w:lang w:val="de-DE"/>
        </w:rPr>
        <w:t xml:space="preserve">, N., Schneider, T., &amp; Till, J. (2013). </w:t>
      </w:r>
      <w:r w:rsidRPr="00580836">
        <w:t xml:space="preserve">Spatial agency: Other ways of doing architecture. Routledge. </w:t>
      </w:r>
    </w:p>
    <w:p w14:paraId="7B3A47A6" w14:textId="77777777" w:rsidR="00AA4D5A" w:rsidRPr="00580836" w:rsidRDefault="00AA4D5A" w:rsidP="0069164C">
      <w:pPr>
        <w:pStyle w:val="ListParagraph"/>
        <w:numPr>
          <w:ilvl w:val="0"/>
          <w:numId w:val="2"/>
        </w:numPr>
        <w:ind w:right="-720"/>
        <w:contextualSpacing w:val="0"/>
      </w:pPr>
      <w:r w:rsidRPr="00580836">
        <w:t xml:space="preserve">Fitz, A., &amp; Krasny, E. (2019). R-Urban. In A. Fitz &amp; E. Krasny (Eds.), Critical Care. Architecture and Urbanism for a Broken Planet. MIT Press. </w:t>
      </w:r>
    </w:p>
    <w:p w14:paraId="05DBA571" w14:textId="77777777" w:rsidR="00AA4D5A" w:rsidRPr="00580836" w:rsidRDefault="00AA4D5A" w:rsidP="0069164C">
      <w:pPr>
        <w:numPr>
          <w:ilvl w:val="0"/>
          <w:numId w:val="2"/>
        </w:numPr>
      </w:pPr>
      <w:r w:rsidRPr="00580836">
        <w:t xml:space="preserve">Gibson, K. (2012). Report to atelier </w:t>
      </w:r>
      <w:proofErr w:type="spellStart"/>
      <w:r w:rsidRPr="00580836">
        <w:t>d'architecture</w:t>
      </w:r>
      <w:proofErr w:type="spellEnd"/>
      <w:r w:rsidRPr="00580836">
        <w:t xml:space="preserve"> </w:t>
      </w:r>
      <w:proofErr w:type="spellStart"/>
      <w:r w:rsidRPr="00580836">
        <w:t>autogérée</w:t>
      </w:r>
      <w:proofErr w:type="spellEnd"/>
      <w:r w:rsidRPr="00580836">
        <w:t xml:space="preserve">. </w:t>
      </w:r>
    </w:p>
    <w:p w14:paraId="56669686" w14:textId="77777777" w:rsidR="00AA4D5A" w:rsidRPr="00580836" w:rsidRDefault="00AA4D5A" w:rsidP="0069164C">
      <w:pPr>
        <w:numPr>
          <w:ilvl w:val="0"/>
          <w:numId w:val="2"/>
        </w:numPr>
      </w:pPr>
      <w:proofErr w:type="spellStart"/>
      <w:r w:rsidRPr="00580836">
        <w:t>Petcou</w:t>
      </w:r>
      <w:proofErr w:type="spellEnd"/>
      <w:r w:rsidRPr="00580836">
        <w:t xml:space="preserve">, C., &amp; Petrescu, D. (2011). R-URBAN Strategies and Tactics for Resilient Practices. </w:t>
      </w:r>
    </w:p>
    <w:p w14:paraId="38A96E8B" w14:textId="77777777" w:rsidR="00AA4D5A" w:rsidRPr="00580836" w:rsidRDefault="00AA4D5A" w:rsidP="0069164C">
      <w:pPr>
        <w:pStyle w:val="ListParagraph"/>
        <w:numPr>
          <w:ilvl w:val="0"/>
          <w:numId w:val="2"/>
        </w:numPr>
        <w:ind w:right="-720"/>
        <w:contextualSpacing w:val="0"/>
      </w:pPr>
      <w:proofErr w:type="spellStart"/>
      <w:r w:rsidRPr="00580836">
        <w:t>Petcou</w:t>
      </w:r>
      <w:proofErr w:type="spellEnd"/>
      <w:r w:rsidRPr="00580836">
        <w:t>, C., &amp; Petrescu, D. (2012). R-Urban Resilience. In Atlas: Geography, Architecture and Change in an Interdependent World (pp. 64-70).</w:t>
      </w:r>
    </w:p>
    <w:p w14:paraId="407872E5" w14:textId="77777777" w:rsidR="00873F34" w:rsidRPr="00580836" w:rsidRDefault="00873F34" w:rsidP="0069164C">
      <w:pPr>
        <w:pStyle w:val="ListParagraph"/>
        <w:numPr>
          <w:ilvl w:val="0"/>
          <w:numId w:val="2"/>
        </w:numPr>
        <w:ind w:right="-720"/>
        <w:contextualSpacing w:val="0"/>
      </w:pPr>
      <w:r w:rsidRPr="00580836">
        <w:t xml:space="preserve">Petrescu, D., &amp; </w:t>
      </w:r>
      <w:proofErr w:type="spellStart"/>
      <w:r w:rsidRPr="00580836">
        <w:t>Autogeree</w:t>
      </w:r>
      <w:proofErr w:type="spellEnd"/>
      <w:r w:rsidRPr="00580836">
        <w:t xml:space="preserve">, A. D. A. (2021). An alternative practice in times of crisis. In H. Harriet, H. Rory, &amp; M. Roberta (Eds.), Architects after Architecture (pp. 105 - 110). Routledge. </w:t>
      </w:r>
    </w:p>
    <w:p w14:paraId="54EFB7AC" w14:textId="777FAC0A" w:rsidR="00AA4D5A" w:rsidRPr="00580836" w:rsidRDefault="00AA4D5A" w:rsidP="0069164C">
      <w:pPr>
        <w:numPr>
          <w:ilvl w:val="0"/>
          <w:numId w:val="2"/>
        </w:numPr>
      </w:pPr>
      <w:proofErr w:type="spellStart"/>
      <w:r w:rsidRPr="00580836">
        <w:rPr>
          <w:lang w:val="es-ES"/>
        </w:rPr>
        <w:t>Petrescu</w:t>
      </w:r>
      <w:proofErr w:type="spellEnd"/>
      <w:r w:rsidRPr="00580836">
        <w:rPr>
          <w:lang w:val="es-ES"/>
        </w:rPr>
        <w:t xml:space="preserve">, D., </w:t>
      </w:r>
      <w:proofErr w:type="spellStart"/>
      <w:r w:rsidRPr="00580836">
        <w:rPr>
          <w:lang w:val="es-ES"/>
        </w:rPr>
        <w:t>Petcou</w:t>
      </w:r>
      <w:proofErr w:type="spellEnd"/>
      <w:r w:rsidRPr="00580836">
        <w:rPr>
          <w:lang w:val="es-ES"/>
        </w:rPr>
        <w:t xml:space="preserve">, C., &amp; </w:t>
      </w:r>
      <w:proofErr w:type="spellStart"/>
      <w:r w:rsidRPr="00580836">
        <w:rPr>
          <w:lang w:val="es-ES"/>
        </w:rPr>
        <w:t>Baibarac</w:t>
      </w:r>
      <w:proofErr w:type="spellEnd"/>
      <w:r w:rsidRPr="00580836">
        <w:rPr>
          <w:lang w:val="es-ES"/>
        </w:rPr>
        <w:t xml:space="preserve">, C. (2016). </w:t>
      </w:r>
      <w:r w:rsidRPr="00580836">
        <w:t xml:space="preserve">Co-producing commons-based resilience: lessons from R-Urban. Building Research and Information, 44(7), 717-736. </w:t>
      </w:r>
      <w:hyperlink r:id="rId186" w:history="1">
        <w:r w:rsidR="00284F2A" w:rsidRPr="00CA2CE7">
          <w:rPr>
            <w:rStyle w:val="Hyperlink"/>
          </w:rPr>
          <w:t>https://doi.org/10.1080/09613218.2016.1214891</w:t>
        </w:r>
      </w:hyperlink>
      <w:r w:rsidR="00284F2A">
        <w:t xml:space="preserve"> </w:t>
      </w:r>
    </w:p>
    <w:p w14:paraId="0B66213F" w14:textId="351B2368" w:rsidR="00AA4D5A" w:rsidRPr="00580836" w:rsidRDefault="00AA4D5A" w:rsidP="0069164C">
      <w:pPr>
        <w:numPr>
          <w:ilvl w:val="0"/>
          <w:numId w:val="2"/>
        </w:numPr>
      </w:pPr>
      <w:proofErr w:type="spellStart"/>
      <w:r w:rsidRPr="003A7DC3">
        <w:rPr>
          <w:lang w:val="es-ES"/>
        </w:rPr>
        <w:t>Petrescu</w:t>
      </w:r>
      <w:proofErr w:type="spellEnd"/>
      <w:r w:rsidRPr="003A7DC3">
        <w:rPr>
          <w:lang w:val="es-ES"/>
        </w:rPr>
        <w:t xml:space="preserve">, D., </w:t>
      </w:r>
      <w:proofErr w:type="spellStart"/>
      <w:r w:rsidRPr="003A7DC3">
        <w:rPr>
          <w:lang w:val="es-ES"/>
        </w:rPr>
        <w:t>Petcou</w:t>
      </w:r>
      <w:proofErr w:type="spellEnd"/>
      <w:r w:rsidRPr="003A7DC3">
        <w:rPr>
          <w:lang w:val="es-ES"/>
        </w:rPr>
        <w:t xml:space="preserve">, C., </w:t>
      </w:r>
      <w:proofErr w:type="spellStart"/>
      <w:r w:rsidRPr="003A7DC3">
        <w:rPr>
          <w:lang w:val="es-ES"/>
        </w:rPr>
        <w:t>Safri</w:t>
      </w:r>
      <w:proofErr w:type="spellEnd"/>
      <w:r w:rsidRPr="003A7DC3">
        <w:rPr>
          <w:lang w:val="es-ES"/>
        </w:rPr>
        <w:t xml:space="preserve">, M., &amp; Gibson, K. (2020). </w:t>
      </w:r>
      <w:r w:rsidRPr="00580836">
        <w:t>Calculating the value of the commons: Generating resilient</w:t>
      </w:r>
      <w:r w:rsidR="00E86F96" w:rsidRPr="00580836">
        <w:t xml:space="preserve"> </w:t>
      </w:r>
      <w:r w:rsidRPr="00580836">
        <w:t xml:space="preserve">urban futures. Wiley. </w:t>
      </w:r>
      <w:hyperlink r:id="rId187" w:history="1">
        <w:r w:rsidRPr="00284F2A">
          <w:rPr>
            <w:rStyle w:val="Hyperlink"/>
          </w:rPr>
          <w:t>https://doi.org/10.1002/eet.1890</w:t>
        </w:r>
      </w:hyperlink>
    </w:p>
    <w:p w14:paraId="6816269B" w14:textId="77777777" w:rsidR="00AA4D5A" w:rsidRPr="00580836" w:rsidRDefault="00AA4D5A" w:rsidP="0069164C">
      <w:pPr>
        <w:numPr>
          <w:ilvl w:val="0"/>
          <w:numId w:val="2"/>
        </w:numPr>
      </w:pPr>
      <w:r w:rsidRPr="00580836">
        <w:t xml:space="preserve">Stevenson, F. (2012). Building Closed Loops for Positive Regeneration. </w:t>
      </w:r>
    </w:p>
    <w:p w14:paraId="7366097D" w14:textId="77777777" w:rsidR="006E69C2" w:rsidRPr="00580836" w:rsidRDefault="006E69C2" w:rsidP="00BB0FF0">
      <w:pPr>
        <w:pStyle w:val="Subtitle"/>
      </w:pPr>
    </w:p>
    <w:p w14:paraId="3EC930F5" w14:textId="77777777" w:rsidR="006E69C2" w:rsidRPr="00580836" w:rsidRDefault="006E69C2" w:rsidP="00BB0FF0">
      <w:pPr>
        <w:pStyle w:val="Subtitle"/>
      </w:pPr>
      <w:r w:rsidRPr="00580836">
        <w:t>Newspaper Articles</w:t>
      </w:r>
    </w:p>
    <w:p w14:paraId="4767F395" w14:textId="53507462" w:rsidR="006E69C2" w:rsidRPr="00580836" w:rsidRDefault="006E69C2" w:rsidP="0069164C">
      <w:pPr>
        <w:numPr>
          <w:ilvl w:val="0"/>
          <w:numId w:val="2"/>
        </w:numPr>
      </w:pPr>
      <w:proofErr w:type="spellStart"/>
      <w:r w:rsidRPr="00580836">
        <w:t>Tribillon</w:t>
      </w:r>
      <w:proofErr w:type="spellEnd"/>
      <w:r w:rsidRPr="00580836">
        <w:t>, J. (2020, February 3). Why is a Paris suburb scrapping an urban farm to build a car park?</w:t>
      </w:r>
      <w:r w:rsidRPr="00580836">
        <w:rPr>
          <w:i/>
          <w:iCs/>
        </w:rPr>
        <w:t xml:space="preserve"> The Guardian</w:t>
      </w:r>
      <w:r w:rsidRPr="00580836">
        <w:t xml:space="preserve">. </w:t>
      </w:r>
      <w:hyperlink r:id="rId188" w:history="1">
        <w:r w:rsidR="00284F2A" w:rsidRPr="00CA2CE7">
          <w:rPr>
            <w:rStyle w:val="Hyperlink"/>
          </w:rPr>
          <w:t>https://www.theguardian.com/cities/2015/sep/11/paris-un-climate-conference-colombes-r-urban-urban-farm-car-park</w:t>
        </w:r>
      </w:hyperlink>
      <w:r w:rsidR="00284F2A">
        <w:t xml:space="preserve"> </w:t>
      </w:r>
    </w:p>
    <w:p w14:paraId="3EAE463C" w14:textId="77777777" w:rsidR="006E69C2" w:rsidRDefault="006E69C2" w:rsidP="00BB0FF0">
      <w:pPr>
        <w:pStyle w:val="Subtitle"/>
      </w:pPr>
    </w:p>
    <w:p w14:paraId="45C14857" w14:textId="45993A0B" w:rsidR="006E69C2" w:rsidRDefault="006E69C2" w:rsidP="00BB0FF0">
      <w:pPr>
        <w:pStyle w:val="Subtitle"/>
      </w:pPr>
      <w:r>
        <w:t>Webpages, Blogs, and Social Media</w:t>
      </w:r>
    </w:p>
    <w:p w14:paraId="6A18978A" w14:textId="15438E4E" w:rsidR="00480155" w:rsidRPr="00824A66" w:rsidRDefault="00480155" w:rsidP="0069164C">
      <w:pPr>
        <w:pStyle w:val="ListParagraph"/>
        <w:numPr>
          <w:ilvl w:val="0"/>
          <w:numId w:val="2"/>
        </w:numPr>
        <w:autoSpaceDE/>
        <w:autoSpaceDN/>
        <w:adjustRightInd/>
        <w:contextualSpacing w:val="0"/>
      </w:pPr>
      <w:r>
        <w:t>R-Urban.</w:t>
      </w:r>
      <w:r w:rsidR="00824A66">
        <w:t xml:space="preserve"> </w:t>
      </w:r>
      <w:hyperlink r:id="rId189" w:history="1">
        <w:r w:rsidR="00824A66" w:rsidRPr="00284F2A">
          <w:rPr>
            <w:rStyle w:val="Hyperlink"/>
          </w:rPr>
          <w:t>http://r-urban.net/en/</w:t>
        </w:r>
      </w:hyperlink>
      <w:r w:rsidR="00284F2A">
        <w:t xml:space="preserve"> </w:t>
      </w:r>
    </w:p>
    <w:p w14:paraId="02D0EB4A" w14:textId="3E8B8E06" w:rsidR="00824A66" w:rsidRPr="00824A66" w:rsidRDefault="00824A66" w:rsidP="0069164C">
      <w:pPr>
        <w:pStyle w:val="ListParagraph"/>
        <w:numPr>
          <w:ilvl w:val="0"/>
          <w:numId w:val="2"/>
        </w:numPr>
      </w:pPr>
      <w:r>
        <w:t>change</w:t>
      </w:r>
      <w:r w:rsidRPr="00B63683">
        <w:t>.</w:t>
      </w:r>
      <w:r>
        <w:t>org.</w:t>
      </w:r>
      <w:r w:rsidRPr="00B63683">
        <w:t xml:space="preserve"> </w:t>
      </w:r>
      <w:r w:rsidRPr="003B14F6">
        <w:t xml:space="preserve">YES to R-Urban in Colombes! </w:t>
      </w:r>
      <w:hyperlink r:id="rId190" w:history="1">
        <w:r w:rsidR="00284F2A" w:rsidRPr="00CA2CE7">
          <w:rPr>
            <w:rStyle w:val="Hyperlink"/>
          </w:rPr>
          <w:t>file:///Users/tegger/Library/CloudStorage/OneDrive-DelftUniversityofTechnology/04_Case%20Studies/R-Urban/06_Petition%20·%20YES%20to%20R-Urban%20in%20Colombes!%20NO%20to%20the%20temporary%20car%20park%20that%20is%20planed%20to%20replace%20it!%20%23s.html</w:t>
        </w:r>
      </w:hyperlink>
      <w:r w:rsidR="00284F2A">
        <w:t xml:space="preserve"> </w:t>
      </w:r>
    </w:p>
    <w:p w14:paraId="26290342" w14:textId="77777777" w:rsidR="00371EC8" w:rsidRPr="003B14F6" w:rsidRDefault="00371EC8" w:rsidP="00371EC8">
      <w:pPr>
        <w:rPr>
          <w:lang w:val="en-001"/>
        </w:rPr>
      </w:pPr>
    </w:p>
    <w:p w14:paraId="355F1A89" w14:textId="0FD8958F" w:rsidR="006E69C2" w:rsidRDefault="00870746" w:rsidP="00371EC8">
      <w:pPr>
        <w:pStyle w:val="Subtitle"/>
      </w:pPr>
      <w:r>
        <w:t xml:space="preserve">Presentations, </w:t>
      </w:r>
      <w:r w:rsidR="006E69C2">
        <w:t>Audio and Video Recordings</w:t>
      </w:r>
    </w:p>
    <w:p w14:paraId="395421A7" w14:textId="5EA20718" w:rsidR="00B63683" w:rsidRDefault="00890483" w:rsidP="0069164C">
      <w:pPr>
        <w:numPr>
          <w:ilvl w:val="0"/>
          <w:numId w:val="2"/>
        </w:numPr>
      </w:pPr>
      <w:r w:rsidRPr="00890483">
        <w:t xml:space="preserve">VUT, F. (2020). No More Architecture — atelier </w:t>
      </w:r>
      <w:proofErr w:type="spellStart"/>
      <w:r w:rsidRPr="00890483">
        <w:t>d’architecture</w:t>
      </w:r>
      <w:proofErr w:type="spellEnd"/>
      <w:r w:rsidRPr="00890483">
        <w:t xml:space="preserve"> </w:t>
      </w:r>
      <w:proofErr w:type="spellStart"/>
      <w:r w:rsidRPr="00890483">
        <w:t>autogérée</w:t>
      </w:r>
      <w:proofErr w:type="spellEnd"/>
      <w:r w:rsidRPr="00890483">
        <w:t xml:space="preserve">: R FOR R-URBAN. </w:t>
      </w:r>
      <w:hyperlink r:id="rId191" w:history="1">
        <w:r w:rsidR="008D04C9" w:rsidRPr="001F681E">
          <w:rPr>
            <w:rStyle w:val="Hyperlink"/>
          </w:rPr>
          <w:t>https://www.youtube.com/watch?v=-nENZ19n0I0</w:t>
        </w:r>
      </w:hyperlink>
    </w:p>
    <w:p w14:paraId="0F0B3678" w14:textId="7DEBA03D" w:rsidR="008D04C9" w:rsidRDefault="00B65BB5" w:rsidP="00B65BB5">
      <w:pPr>
        <w:numPr>
          <w:ilvl w:val="0"/>
          <w:numId w:val="2"/>
        </w:numPr>
      </w:pPr>
      <w:r>
        <w:t xml:space="preserve">Petrescu, D. (2022). Keynote Lecture. RAPS Conference Eindhoven. </w:t>
      </w:r>
      <w:hyperlink r:id="rId192" w:history="1">
        <w:r w:rsidR="003B4164" w:rsidRPr="001F681E">
          <w:rPr>
            <w:rStyle w:val="Hyperlink"/>
          </w:rPr>
          <w:t>https://www.rapsresearch.com/eindhoven2022</w:t>
        </w:r>
      </w:hyperlink>
    </w:p>
    <w:p w14:paraId="600CA931" w14:textId="77777777" w:rsidR="005419CF" w:rsidRDefault="005419CF" w:rsidP="005419CF">
      <w:pPr>
        <w:pStyle w:val="Title"/>
      </w:pPr>
    </w:p>
    <w:p w14:paraId="2D8A0CBF" w14:textId="2FB3E092" w:rsidR="005419CF" w:rsidRDefault="004A19EB" w:rsidP="00D11CAD">
      <w:pPr>
        <w:pStyle w:val="Title"/>
      </w:pPr>
      <w:proofErr w:type="spellStart"/>
      <w:r w:rsidRPr="004A19EB">
        <w:t>Volontariat</w:t>
      </w:r>
      <w:proofErr w:type="spellEnd"/>
      <w:r w:rsidRPr="004A19EB">
        <w:t xml:space="preserve"> Home</w:t>
      </w:r>
      <w:r w:rsidR="005419CF">
        <w:t xml:space="preserve"> (</w:t>
      </w:r>
      <w:r>
        <w:t>VH</w:t>
      </w:r>
      <w:r w:rsidR="005419CF">
        <w:t>)</w:t>
      </w:r>
    </w:p>
    <w:p w14:paraId="2417BBD4" w14:textId="77777777" w:rsidR="005419CF" w:rsidRPr="006E69C2" w:rsidRDefault="005419CF" w:rsidP="005419CF">
      <w:pPr>
        <w:pStyle w:val="Subtitle"/>
      </w:pPr>
      <w:r w:rsidRPr="006E69C2">
        <w:t>Articles, Book Chapters, Written Documents</w:t>
      </w:r>
    </w:p>
    <w:p w14:paraId="704A47AD" w14:textId="77777777" w:rsidR="001566B4" w:rsidRPr="0014000D" w:rsidRDefault="001566B4" w:rsidP="00E435E3">
      <w:pPr>
        <w:numPr>
          <w:ilvl w:val="0"/>
          <w:numId w:val="24"/>
        </w:numPr>
      </w:pPr>
      <w:proofErr w:type="spellStart"/>
      <w:r w:rsidRPr="0014000D">
        <w:lastRenderedPageBreak/>
        <w:t>Kundoo</w:t>
      </w:r>
      <w:proofErr w:type="spellEnd"/>
      <w:r w:rsidRPr="0014000D">
        <w:t xml:space="preserve">, A. (2014). Affordable Housing. Rethinking Affordability in Economic and Environmental Terms in India. In H. O. Krishna Shrestha, Phil McManus, Anna </w:t>
      </w:r>
      <w:proofErr w:type="spellStart"/>
      <w:r w:rsidRPr="0014000D">
        <w:t>Rubbo</w:t>
      </w:r>
      <w:proofErr w:type="spellEnd"/>
      <w:r w:rsidRPr="0014000D">
        <w:t xml:space="preserve">, Krishna Kumar </w:t>
      </w:r>
      <w:proofErr w:type="spellStart"/>
      <w:r w:rsidRPr="0014000D">
        <w:t>Dhote</w:t>
      </w:r>
      <w:proofErr w:type="spellEnd"/>
      <w:r w:rsidRPr="0014000D">
        <w:t xml:space="preserve"> (Ed.), Inclusive Urbanization. Routledge. </w:t>
      </w:r>
    </w:p>
    <w:p w14:paraId="7A5207FD" w14:textId="0971EE1F" w:rsidR="001566B4" w:rsidRPr="0014000D" w:rsidRDefault="001566B4" w:rsidP="00E435E3">
      <w:pPr>
        <w:numPr>
          <w:ilvl w:val="0"/>
          <w:numId w:val="24"/>
        </w:numPr>
      </w:pPr>
      <w:proofErr w:type="spellStart"/>
      <w:r w:rsidRPr="0014000D">
        <w:t>Kundoo</w:t>
      </w:r>
      <w:proofErr w:type="spellEnd"/>
      <w:r w:rsidRPr="0014000D">
        <w:t xml:space="preserve">, A. (2018). Freedom from the Known: Imagining the Future Without the Baggage of the Past. Architectural Design, 88(3), 54-61. </w:t>
      </w:r>
      <w:hyperlink r:id="rId193" w:history="1">
        <w:r w:rsidR="00284F2A" w:rsidRPr="00CA2CE7">
          <w:rPr>
            <w:rStyle w:val="Hyperlink"/>
          </w:rPr>
          <w:t>https://doi.org/10.1002/ad.2301</w:t>
        </w:r>
      </w:hyperlink>
      <w:r w:rsidR="00284F2A">
        <w:t xml:space="preserve"> </w:t>
      </w:r>
    </w:p>
    <w:p w14:paraId="75FE907A" w14:textId="77777777" w:rsidR="005419CF" w:rsidRPr="006E69C2" w:rsidRDefault="005419CF" w:rsidP="001566B4">
      <w:pPr>
        <w:ind w:firstLine="720"/>
      </w:pPr>
    </w:p>
    <w:p w14:paraId="41F980FF" w14:textId="77777777" w:rsidR="005419CF" w:rsidRDefault="005419CF" w:rsidP="005419CF">
      <w:pPr>
        <w:pStyle w:val="Subtitle"/>
      </w:pPr>
      <w:r>
        <w:t>Newspaper Articles</w:t>
      </w:r>
    </w:p>
    <w:p w14:paraId="09F1A360" w14:textId="700BDB6B" w:rsidR="005347B6" w:rsidRPr="00E435E3" w:rsidRDefault="005347B6" w:rsidP="00E435E3">
      <w:pPr>
        <w:numPr>
          <w:ilvl w:val="0"/>
          <w:numId w:val="24"/>
        </w:numPr>
      </w:pPr>
      <w:r w:rsidRPr="00E435E3">
        <w:t xml:space="preserve">Bose, S. (2022). Anupama </w:t>
      </w:r>
      <w:proofErr w:type="spellStart"/>
      <w:r w:rsidRPr="00E435E3">
        <w:t>Kundoo</w:t>
      </w:r>
      <w:proofErr w:type="spellEnd"/>
      <w:r w:rsidRPr="00E435E3">
        <w:t xml:space="preserve"> and the architecture of happiness. wallpaper. </w:t>
      </w:r>
      <w:hyperlink r:id="rId194" w:history="1">
        <w:r w:rsidR="00284F2A" w:rsidRPr="00CA2CE7">
          <w:rPr>
            <w:rStyle w:val="Hyperlink"/>
          </w:rPr>
          <w:t>https://www.wallpaper.com/architecture/anupama-kundoo-profile</w:t>
        </w:r>
      </w:hyperlink>
      <w:r w:rsidR="00284F2A">
        <w:t xml:space="preserve"> </w:t>
      </w:r>
    </w:p>
    <w:p w14:paraId="612365FD" w14:textId="22622C4F" w:rsidR="001566B4" w:rsidRPr="00E435E3" w:rsidRDefault="001566B4" w:rsidP="00E435E3">
      <w:pPr>
        <w:numPr>
          <w:ilvl w:val="0"/>
          <w:numId w:val="24"/>
        </w:numPr>
      </w:pPr>
      <w:proofErr w:type="spellStart"/>
      <w:r w:rsidRPr="00E435E3">
        <w:t>Kucharek</w:t>
      </w:r>
      <w:proofErr w:type="spellEnd"/>
      <w:r w:rsidRPr="00E435E3">
        <w:t xml:space="preserve">, J.-C. (2021). Beyond the iron triangle: Anupama </w:t>
      </w:r>
      <w:proofErr w:type="spellStart"/>
      <w:r w:rsidRPr="00E435E3">
        <w:t>Kundoo</w:t>
      </w:r>
      <w:proofErr w:type="spellEnd"/>
      <w:r w:rsidRPr="00E435E3">
        <w:t xml:space="preserve"> asks how, who and why. The </w:t>
      </w:r>
      <w:proofErr w:type="spellStart"/>
      <w:r w:rsidRPr="00E435E3">
        <w:t>Riba</w:t>
      </w:r>
      <w:proofErr w:type="spellEnd"/>
      <w:r w:rsidRPr="00E435E3">
        <w:t xml:space="preserve"> Journal. </w:t>
      </w:r>
      <w:hyperlink r:id="rId195" w:history="1">
        <w:r w:rsidR="00284F2A" w:rsidRPr="00CA2CE7">
          <w:rPr>
            <w:rStyle w:val="Hyperlink"/>
          </w:rPr>
          <w:t>https://www.ribaj.com/culture/anupam-kundoo-profile-philosophy-of-architecture</w:t>
        </w:r>
      </w:hyperlink>
      <w:r w:rsidR="00284F2A">
        <w:t xml:space="preserve"> </w:t>
      </w:r>
    </w:p>
    <w:p w14:paraId="10073A4A" w14:textId="77777777" w:rsidR="005419CF" w:rsidRDefault="005419CF" w:rsidP="005419CF"/>
    <w:p w14:paraId="76840568" w14:textId="77777777" w:rsidR="001566B4" w:rsidRPr="006E69C2" w:rsidRDefault="001566B4" w:rsidP="005419CF"/>
    <w:p w14:paraId="0053F072" w14:textId="77777777" w:rsidR="005419CF" w:rsidRDefault="005419CF" w:rsidP="005419CF">
      <w:pPr>
        <w:pStyle w:val="Subtitle"/>
      </w:pPr>
      <w:r>
        <w:t>Webpages and Blogs</w:t>
      </w:r>
    </w:p>
    <w:p w14:paraId="0DF8B9CF" w14:textId="779DC0EB" w:rsidR="00C94522" w:rsidRPr="00E435E3" w:rsidRDefault="00C94522" w:rsidP="00E435E3">
      <w:pPr>
        <w:numPr>
          <w:ilvl w:val="0"/>
          <w:numId w:val="24"/>
        </w:numPr>
      </w:pPr>
      <w:proofErr w:type="spellStart"/>
      <w:r w:rsidRPr="00E435E3">
        <w:t>Volontariat</w:t>
      </w:r>
      <w:proofErr w:type="spellEnd"/>
      <w:r w:rsidRPr="00E435E3">
        <w:t xml:space="preserve"> Homes for Homeless Children. Anupama </w:t>
      </w:r>
      <w:proofErr w:type="spellStart"/>
      <w:r w:rsidRPr="00E435E3">
        <w:t>Kundoo</w:t>
      </w:r>
      <w:proofErr w:type="spellEnd"/>
      <w:r w:rsidRPr="00E435E3">
        <w:t xml:space="preserve"> Architects. </w:t>
      </w:r>
      <w:hyperlink r:id="rId196" w:history="1">
        <w:r w:rsidRPr="00284F2A">
          <w:rPr>
            <w:rStyle w:val="Hyperlink"/>
          </w:rPr>
          <w:t>https://anupamakundoo.com/portfolio-item/volontariat/</w:t>
        </w:r>
      </w:hyperlink>
      <w:r w:rsidR="00284F2A">
        <w:t xml:space="preserve"> </w:t>
      </w:r>
    </w:p>
    <w:p w14:paraId="19619E90" w14:textId="79FEEA62" w:rsidR="00C94522" w:rsidRPr="00E435E3" w:rsidRDefault="00C94522" w:rsidP="00E435E3">
      <w:pPr>
        <w:numPr>
          <w:ilvl w:val="0"/>
          <w:numId w:val="24"/>
        </w:numPr>
      </w:pPr>
      <w:proofErr w:type="spellStart"/>
      <w:r w:rsidRPr="00E435E3">
        <w:t>Volontariat</w:t>
      </w:r>
      <w:proofErr w:type="spellEnd"/>
      <w:r w:rsidRPr="00E435E3">
        <w:t xml:space="preserve"> Homes for Homeless Children. </w:t>
      </w:r>
      <w:proofErr w:type="spellStart"/>
      <w:r w:rsidRPr="00E435E3">
        <w:t>Archello</w:t>
      </w:r>
      <w:proofErr w:type="spellEnd"/>
      <w:r w:rsidRPr="00E435E3">
        <w:t xml:space="preserve">. </w:t>
      </w:r>
      <w:hyperlink r:id="rId197" w:history="1">
        <w:r w:rsidRPr="00284F2A">
          <w:rPr>
            <w:rStyle w:val="Hyperlink"/>
          </w:rPr>
          <w:t>https://archello.com/project/volontariat-homes-for-homeless-children</w:t>
        </w:r>
      </w:hyperlink>
      <w:r w:rsidR="00284F2A">
        <w:t xml:space="preserve"> </w:t>
      </w:r>
    </w:p>
    <w:p w14:paraId="6FEC7F1C" w14:textId="4372AAE9" w:rsidR="00C94522" w:rsidRPr="00E435E3" w:rsidRDefault="00C94522" w:rsidP="00E435E3">
      <w:pPr>
        <w:numPr>
          <w:ilvl w:val="0"/>
          <w:numId w:val="24"/>
        </w:numPr>
      </w:pPr>
      <w:proofErr w:type="spellStart"/>
      <w:r w:rsidRPr="00E435E3">
        <w:t>Volontariat</w:t>
      </w:r>
      <w:proofErr w:type="spellEnd"/>
      <w:r w:rsidRPr="00E435E3">
        <w:t xml:space="preserve">: Home for Homeless Children. </w:t>
      </w:r>
      <w:proofErr w:type="spellStart"/>
      <w:r w:rsidRPr="00E435E3">
        <w:t>urbanNext</w:t>
      </w:r>
      <w:proofErr w:type="spellEnd"/>
      <w:r w:rsidRPr="00E435E3">
        <w:t xml:space="preserve"> Lexicon. </w:t>
      </w:r>
      <w:hyperlink r:id="rId198" w:history="1">
        <w:r w:rsidRPr="00284F2A">
          <w:rPr>
            <w:rStyle w:val="Hyperlink"/>
          </w:rPr>
          <w:t>https://urbannext.net/volontariat-homes-homeless-children/</w:t>
        </w:r>
      </w:hyperlink>
      <w:r w:rsidR="00284F2A" w:rsidRPr="00284F2A">
        <w:rPr>
          <w:rStyle w:val="Hyperlink"/>
        </w:rPr>
        <w:t xml:space="preserve"> </w:t>
      </w:r>
    </w:p>
    <w:p w14:paraId="27B757CF" w14:textId="5ED55227" w:rsidR="005419CF" w:rsidRPr="006B042B" w:rsidRDefault="00C94522" w:rsidP="00E435E3">
      <w:pPr>
        <w:numPr>
          <w:ilvl w:val="0"/>
          <w:numId w:val="24"/>
        </w:numPr>
        <w:rPr>
          <w:lang w:val="de-DE"/>
        </w:rPr>
      </w:pPr>
      <w:proofErr w:type="spellStart"/>
      <w:r w:rsidRPr="00E435E3">
        <w:t>Volontariat</w:t>
      </w:r>
      <w:proofErr w:type="spellEnd"/>
      <w:r w:rsidRPr="00E435E3">
        <w:t xml:space="preserve"> Home for Homeless Children. </w:t>
      </w:r>
      <w:proofErr w:type="spellStart"/>
      <w:r w:rsidRPr="006B042B">
        <w:rPr>
          <w:lang w:val="de-DE"/>
        </w:rPr>
        <w:t>Archnet</w:t>
      </w:r>
      <w:proofErr w:type="spellEnd"/>
      <w:r w:rsidRPr="006B042B">
        <w:rPr>
          <w:lang w:val="de-DE"/>
        </w:rPr>
        <w:t xml:space="preserve">. </w:t>
      </w:r>
      <w:hyperlink r:id="rId199" w:history="1">
        <w:r w:rsidRPr="006B042B">
          <w:rPr>
            <w:rStyle w:val="Hyperlink"/>
            <w:lang w:val="de-DE"/>
          </w:rPr>
          <w:t>https://www.archnet.org/sites/15691</w:t>
        </w:r>
      </w:hyperlink>
    </w:p>
    <w:p w14:paraId="6DDADCEA" w14:textId="77777777" w:rsidR="00C94522" w:rsidRPr="00C94522" w:rsidRDefault="00C94522" w:rsidP="00C94522">
      <w:pPr>
        <w:rPr>
          <w:lang w:val="de-DE"/>
        </w:rPr>
      </w:pPr>
    </w:p>
    <w:p w14:paraId="3FB06E20" w14:textId="77777777" w:rsidR="005419CF" w:rsidRDefault="005419CF" w:rsidP="005419CF">
      <w:pPr>
        <w:pStyle w:val="Subtitle"/>
      </w:pPr>
      <w:r>
        <w:t xml:space="preserve">Presentations, </w:t>
      </w:r>
      <w:r w:rsidRPr="006E69C2">
        <w:t>Video and Audio Recordings</w:t>
      </w:r>
    </w:p>
    <w:p w14:paraId="368D02F1" w14:textId="13F5EFD1" w:rsidR="001566B4" w:rsidRPr="00E435E3" w:rsidRDefault="001566B4" w:rsidP="00E435E3">
      <w:pPr>
        <w:numPr>
          <w:ilvl w:val="0"/>
          <w:numId w:val="24"/>
        </w:numPr>
      </w:pPr>
      <w:r w:rsidRPr="00E435E3">
        <w:t xml:space="preserve">SCI-Arc Media Archive. (2022). Anupama </w:t>
      </w:r>
      <w:proofErr w:type="spellStart"/>
      <w:proofErr w:type="gramStart"/>
      <w:r w:rsidRPr="00E435E3">
        <w:t>Kundoo</w:t>
      </w:r>
      <w:proofErr w:type="spellEnd"/>
      <w:r w:rsidRPr="00E435E3">
        <w:t xml:space="preserve"> :</w:t>
      </w:r>
      <w:proofErr w:type="gramEnd"/>
      <w:r w:rsidRPr="00E435E3">
        <w:t xml:space="preserve"> Rethinking urban materiality : Time as a resource (March 9, 2022). </w:t>
      </w:r>
      <w:hyperlink r:id="rId200" w:history="1">
        <w:r w:rsidR="00284F2A" w:rsidRPr="00CA2CE7">
          <w:rPr>
            <w:rStyle w:val="Hyperlink"/>
          </w:rPr>
          <w:t>https://www.youtube.com/watch?v=pZo0gIG63cw</w:t>
        </w:r>
      </w:hyperlink>
      <w:r w:rsidR="00284F2A">
        <w:t xml:space="preserve"> </w:t>
      </w:r>
    </w:p>
    <w:p w14:paraId="6337FC1C" w14:textId="77777777" w:rsidR="005419CF" w:rsidRDefault="005419CF" w:rsidP="005419CF"/>
    <w:p w14:paraId="10EFF171" w14:textId="77777777" w:rsidR="005419CF" w:rsidRPr="00B63683" w:rsidRDefault="005419CF" w:rsidP="005419CF"/>
    <w:sectPr w:rsidR="005419CF" w:rsidRPr="00B63683" w:rsidSect="003F1C69">
      <w:headerReference w:type="default" r:id="rId201"/>
      <w:footerReference w:type="even" r:id="rId202"/>
      <w:footerReference w:type="default" r:id="rId203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2B80" w14:textId="77777777" w:rsidR="003F1C69" w:rsidRDefault="003F1C69" w:rsidP="003F1C69">
      <w:r>
        <w:separator/>
      </w:r>
    </w:p>
  </w:endnote>
  <w:endnote w:type="continuationSeparator" w:id="0">
    <w:p w14:paraId="65E0A17F" w14:textId="77777777" w:rsidR="003F1C69" w:rsidRDefault="003F1C69" w:rsidP="003F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858104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6C1AEC" w14:textId="15E0B53A" w:rsidR="003F1C69" w:rsidRDefault="003F1C69" w:rsidP="00CA2C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590D54" w14:textId="77777777" w:rsidR="003F1C69" w:rsidRDefault="003F1C69" w:rsidP="003F1C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33036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A34DA9" w14:textId="0BBF8EED" w:rsidR="003F1C69" w:rsidRDefault="003F1C69" w:rsidP="00CA2C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5407EF9" w14:textId="77777777" w:rsidR="003F1C69" w:rsidRDefault="003F1C69" w:rsidP="003F1C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886EC" w14:textId="77777777" w:rsidR="003F1C69" w:rsidRDefault="003F1C69" w:rsidP="003F1C69">
      <w:r>
        <w:separator/>
      </w:r>
    </w:p>
  </w:footnote>
  <w:footnote w:type="continuationSeparator" w:id="0">
    <w:p w14:paraId="0504E94C" w14:textId="77777777" w:rsidR="003F1C69" w:rsidRDefault="003F1C69" w:rsidP="003F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7933" w14:textId="5658AED3" w:rsidR="00EF5611" w:rsidRPr="00EF5611" w:rsidRDefault="00EF5611" w:rsidP="00EF5611">
    <w:pPr>
      <w:pStyle w:val="Header"/>
      <w:jc w:val="center"/>
      <w:rPr>
        <w:b/>
        <w:bCs/>
      </w:rPr>
    </w:pPr>
    <w:r w:rsidRPr="00EF5611">
      <w:rPr>
        <w:b/>
        <w:bCs/>
      </w:rPr>
      <w:t>Appendix</w:t>
    </w:r>
    <w:r w:rsidR="000F0173" w:rsidRPr="00EF5611">
      <w:rPr>
        <w:b/>
        <w:bCs/>
      </w:rPr>
      <w:t xml:space="preserve"> </w:t>
    </w:r>
    <w:r w:rsidRPr="00EF5611">
      <w:rPr>
        <w:b/>
        <w:bCs/>
      </w:rPr>
      <w:t>B</w:t>
    </w:r>
    <w:r w:rsidR="006B042B">
      <w:rPr>
        <w:b/>
        <w:bCs/>
      </w:rPr>
      <w:t>: Sources</w:t>
    </w:r>
  </w:p>
  <w:p w14:paraId="121B2867" w14:textId="253BD491" w:rsidR="003F1C69" w:rsidRPr="00EF5611" w:rsidRDefault="000F0173" w:rsidP="00EF5611">
    <w:pPr>
      <w:pStyle w:val="Header"/>
      <w:jc w:val="center"/>
    </w:pPr>
    <w:r w:rsidRPr="00EF5611">
      <w:t>Circular Commons: Exploring Innate Spatial Tactics as Pathways Toward a Circular Built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3087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90F78"/>
    <w:multiLevelType w:val="hybridMultilevel"/>
    <w:tmpl w:val="54CC68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C7F8D"/>
    <w:multiLevelType w:val="hybridMultilevel"/>
    <w:tmpl w:val="A4A82E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64D0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D3B27"/>
    <w:multiLevelType w:val="hybridMultilevel"/>
    <w:tmpl w:val="1054B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91021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A7447"/>
    <w:multiLevelType w:val="hybridMultilevel"/>
    <w:tmpl w:val="C66CD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4D66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52CE8"/>
    <w:multiLevelType w:val="hybridMultilevel"/>
    <w:tmpl w:val="FB2443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03D5"/>
    <w:multiLevelType w:val="hybridMultilevel"/>
    <w:tmpl w:val="A3FA575C"/>
    <w:lvl w:ilvl="0" w:tplc="F412EFB8">
      <w:start w:val="1"/>
      <w:numFmt w:val="decimal"/>
      <w:pStyle w:val="Heading1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F005A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609C7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E4316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A3079"/>
    <w:multiLevelType w:val="hybridMultilevel"/>
    <w:tmpl w:val="FC92350C"/>
    <w:lvl w:ilvl="0" w:tplc="08C6F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E03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AA5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E40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801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27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06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C2F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25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357A3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74917"/>
    <w:multiLevelType w:val="hybridMultilevel"/>
    <w:tmpl w:val="57EA2D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31619"/>
    <w:multiLevelType w:val="hybridMultilevel"/>
    <w:tmpl w:val="57EA2D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F1B93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A7517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61E8F"/>
    <w:multiLevelType w:val="hybridMultilevel"/>
    <w:tmpl w:val="54CC68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D0250"/>
    <w:multiLevelType w:val="hybridMultilevel"/>
    <w:tmpl w:val="FB2443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02CD4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67A0D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27B66"/>
    <w:multiLevelType w:val="hybridMultilevel"/>
    <w:tmpl w:val="3D682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EBA"/>
    <w:multiLevelType w:val="hybridMultilevel"/>
    <w:tmpl w:val="9CC6BE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D159FB"/>
    <w:multiLevelType w:val="hybridMultilevel"/>
    <w:tmpl w:val="25CA2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669437">
    <w:abstractNumId w:val="9"/>
  </w:num>
  <w:num w:numId="2" w16cid:durableId="1876774745">
    <w:abstractNumId w:val="20"/>
  </w:num>
  <w:num w:numId="3" w16cid:durableId="675495681">
    <w:abstractNumId w:val="25"/>
  </w:num>
  <w:num w:numId="4" w16cid:durableId="515658556">
    <w:abstractNumId w:val="24"/>
  </w:num>
  <w:num w:numId="5" w16cid:durableId="1749227111">
    <w:abstractNumId w:val="6"/>
  </w:num>
  <w:num w:numId="6" w16cid:durableId="535049734">
    <w:abstractNumId w:val="2"/>
  </w:num>
  <w:num w:numId="7" w16cid:durableId="1846751468">
    <w:abstractNumId w:val="1"/>
  </w:num>
  <w:num w:numId="8" w16cid:durableId="380401584">
    <w:abstractNumId w:val="19"/>
  </w:num>
  <w:num w:numId="9" w16cid:durableId="995915914">
    <w:abstractNumId w:val="15"/>
  </w:num>
  <w:num w:numId="10" w16cid:durableId="26297571">
    <w:abstractNumId w:val="16"/>
  </w:num>
  <w:num w:numId="11" w16cid:durableId="814876648">
    <w:abstractNumId w:val="10"/>
  </w:num>
  <w:num w:numId="12" w16cid:durableId="10379779">
    <w:abstractNumId w:val="7"/>
  </w:num>
  <w:num w:numId="13" w16cid:durableId="1995714849">
    <w:abstractNumId w:val="21"/>
  </w:num>
  <w:num w:numId="14" w16cid:durableId="1482384913">
    <w:abstractNumId w:val="3"/>
  </w:num>
  <w:num w:numId="15" w16cid:durableId="596836931">
    <w:abstractNumId w:val="22"/>
  </w:num>
  <w:num w:numId="16" w16cid:durableId="91824096">
    <w:abstractNumId w:val="5"/>
  </w:num>
  <w:num w:numId="17" w16cid:durableId="1434666213">
    <w:abstractNumId w:val="0"/>
  </w:num>
  <w:num w:numId="18" w16cid:durableId="1237979456">
    <w:abstractNumId w:val="23"/>
  </w:num>
  <w:num w:numId="19" w16cid:durableId="473252648">
    <w:abstractNumId w:val="17"/>
  </w:num>
  <w:num w:numId="20" w16cid:durableId="1210220368">
    <w:abstractNumId w:val="14"/>
  </w:num>
  <w:num w:numId="21" w16cid:durableId="1585608882">
    <w:abstractNumId w:val="12"/>
  </w:num>
  <w:num w:numId="22" w16cid:durableId="1463112483">
    <w:abstractNumId w:val="18"/>
  </w:num>
  <w:num w:numId="23" w16cid:durableId="1508785526">
    <w:abstractNumId w:val="11"/>
  </w:num>
  <w:num w:numId="24" w16cid:durableId="2046516126">
    <w:abstractNumId w:val="8"/>
  </w:num>
  <w:num w:numId="25" w16cid:durableId="1919903057">
    <w:abstractNumId w:val="4"/>
  </w:num>
  <w:num w:numId="26" w16cid:durableId="129567270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83"/>
    <w:rsid w:val="000072B5"/>
    <w:rsid w:val="00007BA1"/>
    <w:rsid w:val="00010436"/>
    <w:rsid w:val="0001193B"/>
    <w:rsid w:val="00013737"/>
    <w:rsid w:val="00035F5A"/>
    <w:rsid w:val="00037455"/>
    <w:rsid w:val="00060F3B"/>
    <w:rsid w:val="0007124C"/>
    <w:rsid w:val="000747CB"/>
    <w:rsid w:val="00080DE1"/>
    <w:rsid w:val="00081BD8"/>
    <w:rsid w:val="000848BB"/>
    <w:rsid w:val="000925DD"/>
    <w:rsid w:val="00097FC7"/>
    <w:rsid w:val="000C6F9F"/>
    <w:rsid w:val="000D3482"/>
    <w:rsid w:val="000D6F64"/>
    <w:rsid w:val="000F0173"/>
    <w:rsid w:val="00104EC7"/>
    <w:rsid w:val="00136155"/>
    <w:rsid w:val="0014000D"/>
    <w:rsid w:val="00150013"/>
    <w:rsid w:val="001566B4"/>
    <w:rsid w:val="00157DD5"/>
    <w:rsid w:val="001656E6"/>
    <w:rsid w:val="0017568D"/>
    <w:rsid w:val="00176CF7"/>
    <w:rsid w:val="00177F25"/>
    <w:rsid w:val="0019127F"/>
    <w:rsid w:val="00193F54"/>
    <w:rsid w:val="00195A71"/>
    <w:rsid w:val="001A1714"/>
    <w:rsid w:val="001A5BAC"/>
    <w:rsid w:val="001E6881"/>
    <w:rsid w:val="001E7792"/>
    <w:rsid w:val="001F1AD2"/>
    <w:rsid w:val="00231514"/>
    <w:rsid w:val="00236753"/>
    <w:rsid w:val="00252D6C"/>
    <w:rsid w:val="00263999"/>
    <w:rsid w:val="00267307"/>
    <w:rsid w:val="00284A0E"/>
    <w:rsid w:val="00284F2A"/>
    <w:rsid w:val="002A135D"/>
    <w:rsid w:val="002A46CD"/>
    <w:rsid w:val="002B056F"/>
    <w:rsid w:val="002B674F"/>
    <w:rsid w:val="002B79E1"/>
    <w:rsid w:val="002C7E36"/>
    <w:rsid w:val="002E4B88"/>
    <w:rsid w:val="002E787E"/>
    <w:rsid w:val="003110FD"/>
    <w:rsid w:val="00325D3E"/>
    <w:rsid w:val="003321B3"/>
    <w:rsid w:val="003645F2"/>
    <w:rsid w:val="00364EE2"/>
    <w:rsid w:val="003717FC"/>
    <w:rsid w:val="00371EC8"/>
    <w:rsid w:val="00375D7F"/>
    <w:rsid w:val="00391B22"/>
    <w:rsid w:val="003A25CD"/>
    <w:rsid w:val="003A56E7"/>
    <w:rsid w:val="003A7DC3"/>
    <w:rsid w:val="003B14F6"/>
    <w:rsid w:val="003B4164"/>
    <w:rsid w:val="003B6AE4"/>
    <w:rsid w:val="003C4BDC"/>
    <w:rsid w:val="003D0E43"/>
    <w:rsid w:val="003D2CF9"/>
    <w:rsid w:val="003E1178"/>
    <w:rsid w:val="003F0FE7"/>
    <w:rsid w:val="003F1803"/>
    <w:rsid w:val="003F1C69"/>
    <w:rsid w:val="003F6065"/>
    <w:rsid w:val="00400C78"/>
    <w:rsid w:val="004051EC"/>
    <w:rsid w:val="0040770A"/>
    <w:rsid w:val="00431343"/>
    <w:rsid w:val="0044157E"/>
    <w:rsid w:val="00443845"/>
    <w:rsid w:val="00480155"/>
    <w:rsid w:val="004A19EB"/>
    <w:rsid w:val="004A6D0C"/>
    <w:rsid w:val="004A7B64"/>
    <w:rsid w:val="004B684C"/>
    <w:rsid w:val="004C18B7"/>
    <w:rsid w:val="004C253C"/>
    <w:rsid w:val="004C5639"/>
    <w:rsid w:val="004D5CF9"/>
    <w:rsid w:val="00521F4C"/>
    <w:rsid w:val="00522C9E"/>
    <w:rsid w:val="00524ADE"/>
    <w:rsid w:val="0052551B"/>
    <w:rsid w:val="0052662C"/>
    <w:rsid w:val="00526842"/>
    <w:rsid w:val="005347B6"/>
    <w:rsid w:val="00535E6C"/>
    <w:rsid w:val="005419CF"/>
    <w:rsid w:val="005431EE"/>
    <w:rsid w:val="00566C68"/>
    <w:rsid w:val="005758AF"/>
    <w:rsid w:val="00580836"/>
    <w:rsid w:val="0058119B"/>
    <w:rsid w:val="00587C54"/>
    <w:rsid w:val="00592E02"/>
    <w:rsid w:val="005A63F5"/>
    <w:rsid w:val="005A757C"/>
    <w:rsid w:val="005C17F4"/>
    <w:rsid w:val="005C4461"/>
    <w:rsid w:val="005C69C1"/>
    <w:rsid w:val="005D0B7D"/>
    <w:rsid w:val="005E001D"/>
    <w:rsid w:val="005E06B8"/>
    <w:rsid w:val="006037F8"/>
    <w:rsid w:val="006139CC"/>
    <w:rsid w:val="00627B47"/>
    <w:rsid w:val="00640249"/>
    <w:rsid w:val="00643132"/>
    <w:rsid w:val="00644F5E"/>
    <w:rsid w:val="00664DB3"/>
    <w:rsid w:val="006666A6"/>
    <w:rsid w:val="00677B0F"/>
    <w:rsid w:val="00683663"/>
    <w:rsid w:val="00683CEA"/>
    <w:rsid w:val="0069164C"/>
    <w:rsid w:val="00691C0E"/>
    <w:rsid w:val="00691DB6"/>
    <w:rsid w:val="00692975"/>
    <w:rsid w:val="00693FF5"/>
    <w:rsid w:val="006A59C2"/>
    <w:rsid w:val="006A7A1C"/>
    <w:rsid w:val="006B042B"/>
    <w:rsid w:val="006B2A69"/>
    <w:rsid w:val="006C4C8D"/>
    <w:rsid w:val="006C78C5"/>
    <w:rsid w:val="006D3075"/>
    <w:rsid w:val="006D772A"/>
    <w:rsid w:val="006E69C2"/>
    <w:rsid w:val="006F08A6"/>
    <w:rsid w:val="006F0BA7"/>
    <w:rsid w:val="00704D3E"/>
    <w:rsid w:val="00707245"/>
    <w:rsid w:val="007128C1"/>
    <w:rsid w:val="00712CAC"/>
    <w:rsid w:val="00713799"/>
    <w:rsid w:val="0072188D"/>
    <w:rsid w:val="00722D01"/>
    <w:rsid w:val="00732A4A"/>
    <w:rsid w:val="0075351E"/>
    <w:rsid w:val="00757BCC"/>
    <w:rsid w:val="00765BB0"/>
    <w:rsid w:val="00777E4F"/>
    <w:rsid w:val="00786955"/>
    <w:rsid w:val="0078737C"/>
    <w:rsid w:val="00790BC5"/>
    <w:rsid w:val="007A50D3"/>
    <w:rsid w:val="007D54E1"/>
    <w:rsid w:val="007E5EA5"/>
    <w:rsid w:val="007F11EB"/>
    <w:rsid w:val="007F7343"/>
    <w:rsid w:val="00815A38"/>
    <w:rsid w:val="00824A66"/>
    <w:rsid w:val="00827EB9"/>
    <w:rsid w:val="00842A3F"/>
    <w:rsid w:val="0084547B"/>
    <w:rsid w:val="00862AE5"/>
    <w:rsid w:val="00870746"/>
    <w:rsid w:val="00873F34"/>
    <w:rsid w:val="00883E3B"/>
    <w:rsid w:val="00890483"/>
    <w:rsid w:val="008B0788"/>
    <w:rsid w:val="008B123E"/>
    <w:rsid w:val="008B2B31"/>
    <w:rsid w:val="008C73B6"/>
    <w:rsid w:val="008D04C9"/>
    <w:rsid w:val="008F0364"/>
    <w:rsid w:val="00903C30"/>
    <w:rsid w:val="00912C5A"/>
    <w:rsid w:val="0091424B"/>
    <w:rsid w:val="009148D5"/>
    <w:rsid w:val="00926164"/>
    <w:rsid w:val="00936E5C"/>
    <w:rsid w:val="0094262E"/>
    <w:rsid w:val="00954793"/>
    <w:rsid w:val="00964936"/>
    <w:rsid w:val="00975E49"/>
    <w:rsid w:val="00975EEB"/>
    <w:rsid w:val="009A33D1"/>
    <w:rsid w:val="009A36F5"/>
    <w:rsid w:val="009B4731"/>
    <w:rsid w:val="009B6EC4"/>
    <w:rsid w:val="009C53FA"/>
    <w:rsid w:val="009C6DCE"/>
    <w:rsid w:val="009C6FF9"/>
    <w:rsid w:val="009C78DD"/>
    <w:rsid w:val="009D7E63"/>
    <w:rsid w:val="009F5F24"/>
    <w:rsid w:val="00A11C80"/>
    <w:rsid w:val="00A15118"/>
    <w:rsid w:val="00A501DC"/>
    <w:rsid w:val="00A52F80"/>
    <w:rsid w:val="00A53007"/>
    <w:rsid w:val="00A710A5"/>
    <w:rsid w:val="00A755A3"/>
    <w:rsid w:val="00A8145A"/>
    <w:rsid w:val="00A82F7E"/>
    <w:rsid w:val="00A9730F"/>
    <w:rsid w:val="00AA3D22"/>
    <w:rsid w:val="00AA4D5A"/>
    <w:rsid w:val="00AA5048"/>
    <w:rsid w:val="00AB6AE4"/>
    <w:rsid w:val="00AB7291"/>
    <w:rsid w:val="00AC5227"/>
    <w:rsid w:val="00AD5FC9"/>
    <w:rsid w:val="00AE2E19"/>
    <w:rsid w:val="00AE7E3E"/>
    <w:rsid w:val="00AF4452"/>
    <w:rsid w:val="00B06EC3"/>
    <w:rsid w:val="00B07F7D"/>
    <w:rsid w:val="00B10774"/>
    <w:rsid w:val="00B1507B"/>
    <w:rsid w:val="00B15701"/>
    <w:rsid w:val="00B235CA"/>
    <w:rsid w:val="00B439A7"/>
    <w:rsid w:val="00B452F8"/>
    <w:rsid w:val="00B46772"/>
    <w:rsid w:val="00B54B08"/>
    <w:rsid w:val="00B63683"/>
    <w:rsid w:val="00B65BB5"/>
    <w:rsid w:val="00B720F3"/>
    <w:rsid w:val="00B75AC1"/>
    <w:rsid w:val="00B83CC0"/>
    <w:rsid w:val="00B90622"/>
    <w:rsid w:val="00BB0FF0"/>
    <w:rsid w:val="00BB3FFC"/>
    <w:rsid w:val="00BE6B5B"/>
    <w:rsid w:val="00C24F99"/>
    <w:rsid w:val="00C25D08"/>
    <w:rsid w:val="00C26C98"/>
    <w:rsid w:val="00C271D5"/>
    <w:rsid w:val="00C44A8E"/>
    <w:rsid w:val="00C51866"/>
    <w:rsid w:val="00C520B7"/>
    <w:rsid w:val="00C60DA3"/>
    <w:rsid w:val="00C6147F"/>
    <w:rsid w:val="00C7713D"/>
    <w:rsid w:val="00C8071E"/>
    <w:rsid w:val="00C82C64"/>
    <w:rsid w:val="00C84E7E"/>
    <w:rsid w:val="00C90681"/>
    <w:rsid w:val="00C94522"/>
    <w:rsid w:val="00CB048E"/>
    <w:rsid w:val="00CB0C36"/>
    <w:rsid w:val="00CB1A1E"/>
    <w:rsid w:val="00CC2522"/>
    <w:rsid w:val="00CC4A55"/>
    <w:rsid w:val="00CC7D9D"/>
    <w:rsid w:val="00CD21E5"/>
    <w:rsid w:val="00CD4CC1"/>
    <w:rsid w:val="00CE762F"/>
    <w:rsid w:val="00CF1B89"/>
    <w:rsid w:val="00D03282"/>
    <w:rsid w:val="00D07558"/>
    <w:rsid w:val="00D10A18"/>
    <w:rsid w:val="00D11CAD"/>
    <w:rsid w:val="00D3421E"/>
    <w:rsid w:val="00D375CE"/>
    <w:rsid w:val="00D45004"/>
    <w:rsid w:val="00D5109D"/>
    <w:rsid w:val="00D62A97"/>
    <w:rsid w:val="00D711D0"/>
    <w:rsid w:val="00D73C96"/>
    <w:rsid w:val="00D74926"/>
    <w:rsid w:val="00D869E9"/>
    <w:rsid w:val="00DE4EA5"/>
    <w:rsid w:val="00DF751A"/>
    <w:rsid w:val="00E00923"/>
    <w:rsid w:val="00E25BD6"/>
    <w:rsid w:val="00E274EF"/>
    <w:rsid w:val="00E353EB"/>
    <w:rsid w:val="00E37573"/>
    <w:rsid w:val="00E435E3"/>
    <w:rsid w:val="00E50CE2"/>
    <w:rsid w:val="00E63CAE"/>
    <w:rsid w:val="00E65B32"/>
    <w:rsid w:val="00E679AB"/>
    <w:rsid w:val="00E86F96"/>
    <w:rsid w:val="00E875CD"/>
    <w:rsid w:val="00E96767"/>
    <w:rsid w:val="00EA7AF1"/>
    <w:rsid w:val="00EB190F"/>
    <w:rsid w:val="00EB4A55"/>
    <w:rsid w:val="00EB543E"/>
    <w:rsid w:val="00EC0A3C"/>
    <w:rsid w:val="00EC3BA7"/>
    <w:rsid w:val="00EC5A6B"/>
    <w:rsid w:val="00ED1AB1"/>
    <w:rsid w:val="00ED39E3"/>
    <w:rsid w:val="00ED4BAD"/>
    <w:rsid w:val="00EE19C2"/>
    <w:rsid w:val="00EE3B41"/>
    <w:rsid w:val="00EF0A66"/>
    <w:rsid w:val="00EF3A2E"/>
    <w:rsid w:val="00EF5611"/>
    <w:rsid w:val="00EF6461"/>
    <w:rsid w:val="00EF6475"/>
    <w:rsid w:val="00EF6984"/>
    <w:rsid w:val="00F12C77"/>
    <w:rsid w:val="00F1317B"/>
    <w:rsid w:val="00F1677F"/>
    <w:rsid w:val="00F16D4C"/>
    <w:rsid w:val="00F25395"/>
    <w:rsid w:val="00F311F0"/>
    <w:rsid w:val="00F334D2"/>
    <w:rsid w:val="00F34189"/>
    <w:rsid w:val="00F565FE"/>
    <w:rsid w:val="00F62637"/>
    <w:rsid w:val="00F67F0D"/>
    <w:rsid w:val="00F722B3"/>
    <w:rsid w:val="00F7406F"/>
    <w:rsid w:val="00F92592"/>
    <w:rsid w:val="00F92E9B"/>
    <w:rsid w:val="00FA336C"/>
    <w:rsid w:val="00FB1CE8"/>
    <w:rsid w:val="00FC035C"/>
    <w:rsid w:val="00FC5F76"/>
    <w:rsid w:val="00FD0C13"/>
    <w:rsid w:val="00FF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781DDF"/>
  <w15:chartTrackingRefBased/>
  <w15:docId w15:val="{6F854757-62DC-D346-A60E-9B65C28A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001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803"/>
    <w:pPr>
      <w:autoSpaceDE w:val="0"/>
      <w:autoSpaceDN w:val="0"/>
      <w:adjustRightInd w:val="0"/>
      <w:contextualSpacing/>
    </w:pPr>
    <w:rPr>
      <w:rFonts w:ascii="Calibri" w:hAnsi="Calibri" w:cs="Calibri"/>
      <w:kern w:val="0"/>
      <w:sz w:val="18"/>
      <w:szCs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3683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683"/>
    <w:pPr>
      <w:keepNext/>
      <w:keepLines/>
      <w:spacing w:before="160" w:after="80"/>
      <w:ind w:left="720" w:hanging="3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3683"/>
    <w:pPr>
      <w:keepNext/>
      <w:keepLines/>
      <w:spacing w:before="160" w:after="80"/>
      <w:ind w:left="720" w:hanging="3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3683"/>
    <w:pPr>
      <w:keepNext/>
      <w:keepLines/>
      <w:spacing w:before="80" w:after="40"/>
      <w:ind w:left="720" w:hanging="36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3683"/>
    <w:pPr>
      <w:keepNext/>
      <w:keepLines/>
      <w:spacing w:before="80" w:after="40"/>
      <w:ind w:left="720" w:hanging="36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3683"/>
    <w:pPr>
      <w:keepNext/>
      <w:keepLines/>
      <w:spacing w:before="40"/>
      <w:ind w:left="720" w:hanging="36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3683"/>
    <w:pPr>
      <w:keepNext/>
      <w:keepLines/>
      <w:spacing w:before="40"/>
      <w:ind w:left="720" w:hanging="36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3683"/>
    <w:pPr>
      <w:keepNext/>
      <w:keepLines/>
      <w:ind w:left="720" w:hanging="36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3683"/>
    <w:pPr>
      <w:keepNext/>
      <w:keepLines/>
      <w:ind w:left="720" w:hanging="36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368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6368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3683"/>
    <w:rPr>
      <w:rFonts w:ascii="Calibri" w:eastAsiaTheme="majorEastAsia" w:hAnsi="Calibri" w:cstheme="majorBidi"/>
      <w:color w:val="0F4761" w:themeColor="accent1" w:themeShade="BF"/>
      <w:kern w:val="0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3683"/>
    <w:rPr>
      <w:rFonts w:ascii="Calibri" w:eastAsiaTheme="majorEastAsia" w:hAnsi="Calibri" w:cstheme="majorBidi"/>
      <w:i/>
      <w:iCs/>
      <w:color w:val="0F4761" w:themeColor="accent1" w:themeShade="BF"/>
      <w:kern w:val="0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3683"/>
    <w:rPr>
      <w:rFonts w:ascii="Calibri" w:eastAsiaTheme="majorEastAsia" w:hAnsi="Calibri" w:cstheme="majorBidi"/>
      <w:color w:val="0F4761" w:themeColor="accent1" w:themeShade="BF"/>
      <w:kern w:val="0"/>
      <w:sz w:val="18"/>
      <w:szCs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3683"/>
    <w:rPr>
      <w:rFonts w:ascii="Calibri" w:eastAsiaTheme="majorEastAsia" w:hAnsi="Calibri" w:cstheme="majorBidi"/>
      <w:i/>
      <w:iCs/>
      <w:color w:val="595959" w:themeColor="text1" w:themeTint="A6"/>
      <w:kern w:val="0"/>
      <w:sz w:val="18"/>
      <w:szCs w:val="1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3683"/>
    <w:rPr>
      <w:rFonts w:ascii="Calibri" w:eastAsiaTheme="majorEastAsia" w:hAnsi="Calibri" w:cstheme="majorBidi"/>
      <w:color w:val="595959" w:themeColor="text1" w:themeTint="A6"/>
      <w:kern w:val="0"/>
      <w:sz w:val="18"/>
      <w:szCs w:val="18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3683"/>
    <w:rPr>
      <w:rFonts w:ascii="Calibri" w:eastAsiaTheme="majorEastAsia" w:hAnsi="Calibri" w:cstheme="majorBidi"/>
      <w:i/>
      <w:iCs/>
      <w:color w:val="272727" w:themeColor="text1" w:themeTint="D8"/>
      <w:kern w:val="0"/>
      <w:sz w:val="18"/>
      <w:szCs w:val="1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3683"/>
    <w:rPr>
      <w:rFonts w:ascii="Calibri" w:eastAsiaTheme="majorEastAsia" w:hAnsi="Calibri" w:cstheme="majorBidi"/>
      <w:color w:val="272727" w:themeColor="text1" w:themeTint="D8"/>
      <w:kern w:val="0"/>
      <w:sz w:val="18"/>
      <w:szCs w:val="18"/>
      <w:lang w:val="en-US"/>
    </w:rPr>
  </w:style>
  <w:style w:type="paragraph" w:styleId="Title">
    <w:name w:val="Title"/>
    <w:basedOn w:val="Subtitle"/>
    <w:next w:val="Normal"/>
    <w:link w:val="TitleChar"/>
    <w:uiPriority w:val="10"/>
    <w:qFormat/>
    <w:rsid w:val="005431EE"/>
    <w:rPr>
      <w:sz w:val="44"/>
      <w:szCs w:val="4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5431EE"/>
    <w:rPr>
      <w:rFonts w:ascii="Calibri" w:hAnsi="Calibri" w:cs="Calibri"/>
      <w:b/>
      <w:bCs/>
      <w:kern w:val="0"/>
      <w:sz w:val="44"/>
      <w:szCs w:val="44"/>
      <w:u w:val="single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9C2"/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E69C2"/>
    <w:rPr>
      <w:rFonts w:ascii="Calibri" w:hAnsi="Calibri" w:cs="Calibri"/>
      <w:b/>
      <w:bCs/>
      <w:kern w:val="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63683"/>
    <w:pPr>
      <w:spacing w:before="160" w:after="160"/>
      <w:ind w:left="720" w:hanging="3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3683"/>
    <w:rPr>
      <w:rFonts w:ascii="Calibri" w:hAnsi="Calibri" w:cs="Calibri"/>
      <w:i/>
      <w:iCs/>
      <w:color w:val="404040" w:themeColor="text1" w:themeTint="BF"/>
      <w:kern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63683"/>
    <w:pPr>
      <w:ind w:left="720" w:hanging="360"/>
    </w:pPr>
  </w:style>
  <w:style w:type="character" w:styleId="IntenseEmphasis">
    <w:name w:val="Intense Emphasis"/>
    <w:basedOn w:val="DefaultParagraphFont"/>
    <w:uiPriority w:val="21"/>
    <w:qFormat/>
    <w:rsid w:val="00B636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3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 w:hanging="360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3683"/>
    <w:rPr>
      <w:rFonts w:ascii="Calibri" w:hAnsi="Calibri" w:cs="Calibri"/>
      <w:i/>
      <w:iCs/>
      <w:color w:val="0F4761" w:themeColor="accent1" w:themeShade="BF"/>
      <w:kern w:val="0"/>
      <w:sz w:val="18"/>
      <w:szCs w:val="18"/>
      <w:lang w:val="en-US"/>
    </w:rPr>
  </w:style>
  <w:style w:type="character" w:styleId="IntenseReference">
    <w:name w:val="Intense Reference"/>
    <w:basedOn w:val="DefaultParagraphFont"/>
    <w:uiPriority w:val="32"/>
    <w:qFormat/>
    <w:rsid w:val="00B6368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63683"/>
  </w:style>
  <w:style w:type="character" w:styleId="Hyperlink">
    <w:name w:val="Hyperlink"/>
    <w:basedOn w:val="DefaultParagraphFont"/>
    <w:uiPriority w:val="99"/>
    <w:unhideWhenUsed/>
    <w:rsid w:val="00236753"/>
    <w:rPr>
      <w:color w:val="4EA72E" w:themeColor="accent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D9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52F8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F0FE7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3F1C69"/>
    <w:rPr>
      <w:rFonts w:ascii="Calibri" w:hAnsi="Calibri" w:cs="Calibri"/>
      <w:kern w:val="0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F1C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C69"/>
    <w:rPr>
      <w:rFonts w:ascii="Calibri" w:hAnsi="Calibri" w:cs="Calibri"/>
      <w:kern w:val="0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1C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C69"/>
    <w:rPr>
      <w:rFonts w:ascii="Calibri" w:hAnsi="Calibri" w:cs="Calibri"/>
      <w:kern w:val="0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F1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ostuemkollektiv.de/willkommen/" TargetMode="External"/><Relationship Id="rId21" Type="http://schemas.openxmlformats.org/officeDocument/2006/relationships/hyperlink" Target="https://www.bluecity.nl/blog/torenhoge-ambities-en-trouw-bij-transformatie-interview-met-yvette-govaart/" TargetMode="External"/><Relationship Id="rId42" Type="http://schemas.openxmlformats.org/officeDocument/2006/relationships/hyperlink" Target="https://www.youtube.com/watch?v=OB3o8iPEO_A" TargetMode="External"/><Relationship Id="rId63" Type="http://schemas.openxmlformats.org/officeDocument/2006/relationships/hyperlink" Target="https://www.parool.nl/nieuws/bij-duurzame-proeftuin-de-ceuvel-betaal-je-met-bitcoin-voor-energie~b2b4c84d2/" TargetMode="External"/><Relationship Id="rId84" Type="http://schemas.openxmlformats.org/officeDocument/2006/relationships/hyperlink" Target="https://www.liverpoolecho.co.uk/whats-on/whats-on-news/meet-people-granby-four-streets-14990920" TargetMode="External"/><Relationship Id="rId138" Type="http://schemas.openxmlformats.org/officeDocument/2006/relationships/hyperlink" Target="https://www.facebook.com/LudotkMerced/" TargetMode="External"/><Relationship Id="rId159" Type="http://schemas.openxmlformats.org/officeDocument/2006/relationships/hyperlink" Target="https://www.youtube.com/watch?v=lnkNlFBNvsI" TargetMode="External"/><Relationship Id="rId170" Type="http://schemas.openxmlformats.org/officeDocument/2006/relationships/hyperlink" Target="https://www.slam.org/blog/elias-sime-walking-a-tightrope-between-nature-and-technology/" TargetMode="External"/><Relationship Id="rId191" Type="http://schemas.openxmlformats.org/officeDocument/2006/relationships/hyperlink" Target="https://www.youtube.com/watch?v=-nENZ19n0I0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www.nd-aktuell.de/artikel/1166701.rohstoffwende-ein-positiver-handabdruck.html" TargetMode="External"/><Relationship Id="rId11" Type="http://schemas.openxmlformats.org/officeDocument/2006/relationships/hyperlink" Target="https://www.bluecity.nl/circulaire-bouw/" TargetMode="External"/><Relationship Id="rId32" Type="http://schemas.openxmlformats.org/officeDocument/2006/relationships/hyperlink" Target="https://www.gebiedsontwikkeling.nu/artikelen/maakbedrijven-brengen-creativiteit-en-circulariteit-naar-de-stad-maar-hoelang-nog/" TargetMode="External"/><Relationship Id="rId53" Type="http://schemas.openxmlformats.org/officeDocument/2006/relationships/hyperlink" Target="https://www.youtube.com/watch?v=CtcrscAXdGo" TargetMode="External"/><Relationship Id="rId74" Type="http://schemas.openxmlformats.org/officeDocument/2006/relationships/hyperlink" Target="https://blogs.iadb.org/ciudades-sostenibles/es/workshop-internacional-b31-soluciones-de-habitabilidad-en-barrios-informales/" TargetMode="External"/><Relationship Id="rId128" Type="http://schemas.openxmlformats.org/officeDocument/2006/relationships/hyperlink" Target="https://www.jstor.org/stable/10.2307/48514247" TargetMode="External"/><Relationship Id="rId149" Type="http://schemas.openxmlformats.org/officeDocument/2006/relationships/hyperlink" Target="https://www.22network.net/districte-22/?lang=en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vimeo.com/236916960" TargetMode="External"/><Relationship Id="rId160" Type="http://schemas.openxmlformats.org/officeDocument/2006/relationships/hyperlink" Target="https://www.youtube.com/watch?v=9lhTHUyaWDQ" TargetMode="External"/><Relationship Id="rId181" Type="http://schemas.openxmlformats.org/officeDocument/2006/relationships/hyperlink" Target="https://www.youtube.com/watch?v=owoMVi-S0OM" TargetMode="External"/><Relationship Id="rId22" Type="http://schemas.openxmlformats.org/officeDocument/2006/relationships/hyperlink" Target="https://www.youtube.com/watch?v=4NPgaHlda_o&amp;t=287s" TargetMode="External"/><Relationship Id="rId43" Type="http://schemas.openxmlformats.org/officeDocument/2006/relationships/hyperlink" Target="https://www.youtube.com/watch?v=m4V5UkmFJWA" TargetMode="External"/><Relationship Id="rId64" Type="http://schemas.openxmlformats.org/officeDocument/2006/relationships/hyperlink" Target="https://zoop.earth" TargetMode="External"/><Relationship Id="rId118" Type="http://schemas.openxmlformats.org/officeDocument/2006/relationships/hyperlink" Target="https://kunst-stoffe-berlin.de" TargetMode="External"/><Relationship Id="rId139" Type="http://schemas.openxmlformats.org/officeDocument/2006/relationships/hyperlink" Target="https://www.instagram.com/LudotkMerced_valpo/?fbclid=IwZXh0bgNhZW0CMTAAAR2jaAY9dzMKaJ2OsozLiG0h0FhmWSgvYgV8PdpDszdcbIjCZzww1_JZBVo_aem_ZmFrZWR1bW15MTZieXRlcw" TargetMode="External"/><Relationship Id="rId85" Type="http://schemas.openxmlformats.org/officeDocument/2006/relationships/hyperlink" Target="https://www.theguardian.com/commentisfree/2013/feb/20/selling-homes-liverpool" TargetMode="External"/><Relationship Id="rId150" Type="http://schemas.openxmlformats.org/officeDocument/2006/relationships/hyperlink" Target="https://www.archdaily.com/453829/mercat-encants-b720-fermin-vazquez-arquitectos" TargetMode="External"/><Relationship Id="rId171" Type="http://schemas.openxmlformats.org/officeDocument/2006/relationships/hyperlink" Target="https://www.e-flux.com/announcements/185565/elias-sime/" TargetMode="External"/><Relationship Id="rId192" Type="http://schemas.openxmlformats.org/officeDocument/2006/relationships/hyperlink" Target="https://www.rapsresearch.com/eindhoven2022" TargetMode="External"/><Relationship Id="rId12" Type="http://schemas.openxmlformats.org/officeDocument/2006/relationships/hyperlink" Target="https://www.bluecity.nl/blog/beton-en-boorslib-in-kelder-bluecity/" TargetMode="External"/><Relationship Id="rId33" Type="http://schemas.openxmlformats.org/officeDocument/2006/relationships/hyperlink" Target="https://www.demorgen.be/beter-leven/bij-buurman-is-hout-nooit-afval-maar-altijd-grondstof-bedrijven-onderdompelen-in-circulaire-economie~b712945f/?referrer=https%3A%2F%2Fwww.google.com%2F" TargetMode="External"/><Relationship Id="rId108" Type="http://schemas.openxmlformats.org/officeDocument/2006/relationships/hyperlink" Target="https://salto.bz/de/article/03032022/haus-der-materialisierung" TargetMode="External"/><Relationship Id="rId129" Type="http://schemas.openxmlformats.org/officeDocument/2006/relationships/hyperlink" Target="https://www.kounkuey.org/projects/kibera_public_space_project_network" TargetMode="External"/><Relationship Id="rId54" Type="http://schemas.openxmlformats.org/officeDocument/2006/relationships/hyperlink" Target="https://www.youtube.com/watch?v=RIiJC8S_y3U" TargetMode="External"/><Relationship Id="rId75" Type="http://schemas.openxmlformats.org/officeDocument/2006/relationships/hyperlink" Target="https://issuu.com/crepudmed/docs/eleonas_214-279" TargetMode="External"/><Relationship Id="rId96" Type="http://schemas.openxmlformats.org/officeDocument/2006/relationships/hyperlink" Target="https://vimeo.com/236916960" TargetMode="External"/><Relationship Id="rId140" Type="http://schemas.openxmlformats.org/officeDocument/2006/relationships/hyperlink" Target="https://mingavalpo.cl/2018/04/12/ludoteca-merced/" TargetMode="External"/><Relationship Id="rId161" Type="http://schemas.openxmlformats.org/officeDocument/2006/relationships/hyperlink" Target="https://www.youtube.com/watch?v=kcR50jtB8xg" TargetMode="External"/><Relationship Id="rId182" Type="http://schemas.openxmlformats.org/officeDocument/2006/relationships/hyperlink" Target="https://videos.pucp.edu.pe/videos/ver/364cc853e7ad46f3e5a7b8b4530c7a9e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www.youtube.com/watch?v=JhFyr4lQZd0&amp;t=16s" TargetMode="External"/><Relationship Id="rId119" Type="http://schemas.openxmlformats.org/officeDocument/2006/relationships/hyperlink" Target="https://www.youtube.com/watch?v=gB9TDQ3y1_c" TargetMode="External"/><Relationship Id="rId44" Type="http://schemas.openxmlformats.org/officeDocument/2006/relationships/hyperlink" Target="https://doi.org/https://doi.org/10.1080/19428200.2011.11869132" TargetMode="External"/><Relationship Id="rId65" Type="http://schemas.openxmlformats.org/officeDocument/2006/relationships/hyperlink" Target="https://deceuvel.nl/en/" TargetMode="External"/><Relationship Id="rId86" Type="http://schemas.openxmlformats.org/officeDocument/2006/relationships/hyperlink" Target="https://www.theguardian.com/artanddesign/2019/jul/08/assemble-guerrilla-gardeners-of-granby-liverpool-terrace-turner-prize" TargetMode="External"/><Relationship Id="rId130" Type="http://schemas.openxmlformats.org/officeDocument/2006/relationships/hyperlink" Target="https://www.youtube.com/watch?v=bzcErp2xiR8" TargetMode="External"/><Relationship Id="rId151" Type="http://schemas.openxmlformats.org/officeDocument/2006/relationships/hyperlink" Target="https://archello.com/project/mercat-dels-encants" TargetMode="External"/><Relationship Id="rId172" Type="http://schemas.openxmlformats.org/officeDocument/2006/relationships/hyperlink" Target="https://vimeo.com/46602547" TargetMode="External"/><Relationship Id="rId193" Type="http://schemas.openxmlformats.org/officeDocument/2006/relationships/hyperlink" Target="https://doi.org/10.1002/ad.2301" TargetMode="External"/><Relationship Id="rId13" Type="http://schemas.openxmlformats.org/officeDocument/2006/relationships/hyperlink" Target="https://open.spotify.com/show/2hgQyfEQ1aPgb0bDmoKqDT" TargetMode="External"/><Relationship Id="rId109" Type="http://schemas.openxmlformats.org/officeDocument/2006/relationships/hyperlink" Target="https://web.archive.org/web/20220525200707/https://www.baunetzwissen.de/nachhaltig-bauen/tipps/news-produkte/haus-der-materialisierung-7633830" TargetMode="External"/><Relationship Id="rId34" Type="http://schemas.openxmlformats.org/officeDocument/2006/relationships/hyperlink" Target="https://fd.nl/ondernemen/1204522/afgedankt-hout-gaat-nu-eens-niet-met-subsidie-de-versnipperaar-in" TargetMode="External"/><Relationship Id="rId55" Type="http://schemas.openxmlformats.org/officeDocument/2006/relationships/hyperlink" Target="https://www.metabolic.nl/publications/cleantech-playground/" TargetMode="External"/><Relationship Id="rId76" Type="http://schemas.openxmlformats.org/officeDocument/2006/relationships/hyperlink" Target="https://somateio-rakosyllekton-ermis.webnode.gr/?fbclid=IwAR35R3CiPg2myJ9ij2D6lrckRBeTDQMRTYV1ofrXDqotmz0bij0A9GIxZSM" TargetMode="External"/><Relationship Id="rId97" Type="http://schemas.openxmlformats.org/officeDocument/2006/relationships/hyperlink" Target="https://www.youtube.com/watch?v=M49h5vsX3go" TargetMode="External"/><Relationship Id="rId120" Type="http://schemas.openxmlformats.org/officeDocument/2006/relationships/hyperlink" Target="https://www.youtube.com/watch?v=z2t9imzf03Y&amp;t=11s" TargetMode="External"/><Relationship Id="rId141" Type="http://schemas.openxmlformats.org/officeDocument/2006/relationships/hyperlink" Target="https://www.youtube.com/watch?v=MLvj1UAYk3Y" TargetMode="External"/><Relationship Id="rId7" Type="http://schemas.openxmlformats.org/officeDocument/2006/relationships/hyperlink" Target="https://doi.org/10.3390/su10061893" TargetMode="External"/><Relationship Id="rId162" Type="http://schemas.openxmlformats.org/officeDocument/2006/relationships/hyperlink" Target="https://www.youtube.com/watch?v=J1usCfr5xXY" TargetMode="External"/><Relationship Id="rId183" Type="http://schemas.openxmlformats.org/officeDocument/2006/relationships/hyperlink" Target="https://www.youtube.com/watch?v=ycKacBNLTEE" TargetMode="External"/><Relationship Id="rId24" Type="http://schemas.openxmlformats.org/officeDocument/2006/relationships/hyperlink" Target="https://doi.org/10.1007/s00506-020-00741-1" TargetMode="External"/><Relationship Id="rId40" Type="http://schemas.openxmlformats.org/officeDocument/2006/relationships/hyperlink" Target="https://www.youtube.com/watch?v=WOx8sjUYah4" TargetMode="External"/><Relationship Id="rId45" Type="http://schemas.openxmlformats.org/officeDocument/2006/relationships/hyperlink" Target="https://doi.org/10.1016/j.geoforum.2013.04.029" TargetMode="External"/><Relationship Id="rId66" Type="http://schemas.openxmlformats.org/officeDocument/2006/relationships/hyperlink" Target="https://www.metabolic.nl/projects/de-ceuvel/" TargetMode="External"/><Relationship Id="rId87" Type="http://schemas.openxmlformats.org/officeDocument/2006/relationships/hyperlink" Target="https://assemblestudio.co.uk/projects/granby-four-streets-2" TargetMode="External"/><Relationship Id="rId110" Type="http://schemas.openxmlformats.org/officeDocument/2006/relationships/hyperlink" Target="https://mitvergnuegen.com/2022/workshops-haus-der-materialisierung/" TargetMode="External"/><Relationship Id="rId115" Type="http://schemas.openxmlformats.org/officeDocument/2006/relationships/hyperlink" Target="https://berlin.cosum.de/register" TargetMode="External"/><Relationship Id="rId131" Type="http://schemas.openxmlformats.org/officeDocument/2006/relationships/hyperlink" Target="https://vimeo.com/33779128" TargetMode="External"/><Relationship Id="rId136" Type="http://schemas.openxmlformats.org/officeDocument/2006/relationships/hyperlink" Target="https://www.elmartutino.cl/noticia/listado/instalaran-moderna-ludoteca-en-cerro-merced-de-valparaiso" TargetMode="External"/><Relationship Id="rId157" Type="http://schemas.openxmlformats.org/officeDocument/2006/relationships/hyperlink" Target="https://use.metropolis.org/case-studies/22-barcelona" TargetMode="External"/><Relationship Id="rId178" Type="http://schemas.openxmlformats.org/officeDocument/2006/relationships/hyperlink" Target="https://basurama.org/en/projects/rus-lima-autoparque-de-atracciones/" TargetMode="External"/><Relationship Id="rId61" Type="http://schemas.openxmlformats.org/officeDocument/2006/relationships/hyperlink" Target="https://www.lemonde.fr/smart-cities/article/2018/01/25/a-amsterdam-le-quartier-qui-veut-pirater-la-ville_5247071_4811534.html" TargetMode="External"/><Relationship Id="rId82" Type="http://schemas.openxmlformats.org/officeDocument/2006/relationships/hyperlink" Target="https://doi.org/10.1080/02697459.2020.1740416" TargetMode="External"/><Relationship Id="rId152" Type="http://schemas.openxmlformats.org/officeDocument/2006/relationships/hyperlink" Target="https://arquitecturaviva.com/works/encants-market" TargetMode="External"/><Relationship Id="rId173" Type="http://schemas.openxmlformats.org/officeDocument/2006/relationships/hyperlink" Target="https://www.youtube.com/watch?v=YPBRHE0L100" TargetMode="External"/><Relationship Id="rId194" Type="http://schemas.openxmlformats.org/officeDocument/2006/relationships/hyperlink" Target="https://www.wallpaper.com/architecture/anupama-kundoo-profile" TargetMode="External"/><Relationship Id="rId199" Type="http://schemas.openxmlformats.org/officeDocument/2006/relationships/hyperlink" Target="https://www.archnet.org/sites/15691" TargetMode="External"/><Relationship Id="rId203" Type="http://schemas.openxmlformats.org/officeDocument/2006/relationships/footer" Target="footer2.xml"/><Relationship Id="rId19" Type="http://schemas.openxmlformats.org/officeDocument/2006/relationships/hyperlink" Target="https://www.bluecity.nl/blog/airco-als-klimatologisch-geheim-interview-met-lennard-mooyman/" TargetMode="External"/><Relationship Id="rId14" Type="http://schemas.openxmlformats.org/officeDocument/2006/relationships/hyperlink" Target="https://www.youtube.com/watch?v=e12l4LmvXT4" TargetMode="External"/><Relationship Id="rId30" Type="http://schemas.openxmlformats.org/officeDocument/2006/relationships/hyperlink" Target="https://www.youtube.com/watch?v=SNJ8SOvc3Ac" TargetMode="External"/><Relationship Id="rId35" Type="http://schemas.openxmlformats.org/officeDocument/2006/relationships/hyperlink" Target="https://www.buurman.in/" TargetMode="External"/><Relationship Id="rId56" Type="http://schemas.openxmlformats.org/officeDocument/2006/relationships/hyperlink" Target="https://doi.org/10.17645/up.v5i4.3226" TargetMode="External"/><Relationship Id="rId77" Type="http://schemas.openxmlformats.org/officeDocument/2006/relationships/hyperlink" Target="https://www.youtube.com/watch?v=mj8ZELDDkMc&amp;t=1s" TargetMode="External"/><Relationship Id="rId100" Type="http://schemas.openxmlformats.org/officeDocument/2006/relationships/hyperlink" Target="https://www.youtube.com/watch?v=PBgdU2i-S30" TargetMode="External"/><Relationship Id="rId105" Type="http://schemas.openxmlformats.org/officeDocument/2006/relationships/hyperlink" Target="https://drive.google.com/file/d/1F7oiKnu4l114zgo2RHmiIDMIyCyEJzD-/view" TargetMode="External"/><Relationship Id="rId126" Type="http://schemas.openxmlformats.org/officeDocument/2006/relationships/hyperlink" Target="https://doi.org/10.1680/jensu.15.00060" TargetMode="External"/><Relationship Id="rId147" Type="http://schemas.openxmlformats.org/officeDocument/2006/relationships/hyperlink" Target="https://beteve.cat/politica/nou-pla-22-arroba-duplica-habitatge-assequible/" TargetMode="External"/><Relationship Id="rId168" Type="http://schemas.openxmlformats.org/officeDocument/2006/relationships/hyperlink" Target="https://doi.org/10.13140/RG.2.1.4969.8164/1" TargetMode="External"/><Relationship Id="rId8" Type="http://schemas.openxmlformats.org/officeDocument/2006/relationships/hyperlink" Target="https://doi.org/10.1080/09654313.2018.1504895" TargetMode="External"/><Relationship Id="rId51" Type="http://schemas.openxmlformats.org/officeDocument/2006/relationships/hyperlink" Target="https://mteargentina.org.ar/ramas-cartoneros-cartoneras/" TargetMode="External"/><Relationship Id="rId72" Type="http://schemas.openxmlformats.org/officeDocument/2006/relationships/hyperlink" Target="https://blogs.iadb.org/ciudades-sostenibles/es/procesos-de-co-creacion-para-la-innovacion-y-experimentacion-urbana/" TargetMode="External"/><Relationship Id="rId93" Type="http://schemas.openxmlformats.org/officeDocument/2006/relationships/hyperlink" Target="https://en.wikipedia.org/wiki/Granby_Four_Streets" TargetMode="External"/><Relationship Id="rId98" Type="http://schemas.openxmlformats.org/officeDocument/2006/relationships/hyperlink" Target="https://www.youtube.com/watch?v=2wkgsJZdRqs" TargetMode="External"/><Relationship Id="rId121" Type="http://schemas.openxmlformats.org/officeDocument/2006/relationships/hyperlink" Target="https://rbbmediapmdp-a.akamaihd.net/content/38/47/3847e82c-05e5-4d05-865c-9e89f3b1e5da/1e5f3135-b9b9-49bb-9a52-0f69a13ff444_1d673682-ef71-438c-8c4f-0c259083e258.mp3" TargetMode="External"/><Relationship Id="rId142" Type="http://schemas.openxmlformats.org/officeDocument/2006/relationships/hyperlink" Target="https://scalae.net/obras-y-proyectos/b720-encants-barcelona" TargetMode="External"/><Relationship Id="rId163" Type="http://schemas.openxmlformats.org/officeDocument/2006/relationships/hyperlink" Target="https://www.youtube.com/watch?v=cwTwwWjX9_w" TargetMode="External"/><Relationship Id="rId184" Type="http://schemas.openxmlformats.org/officeDocument/2006/relationships/hyperlink" Target="https://www.youtube.com/watch?v=VvDagBbn8ew" TargetMode="External"/><Relationship Id="rId189" Type="http://schemas.openxmlformats.org/officeDocument/2006/relationships/hyperlink" Target="http://r-urban.net/en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doi.org/http://dx.doi.org/10.2139/ssrn.4292443" TargetMode="External"/><Relationship Id="rId46" Type="http://schemas.openxmlformats.org/officeDocument/2006/relationships/hyperlink" Target="https://www.theguardian.com/environment/2016/jan/20/buenos-aires-litter-pickers-cartoneros-recycling-argentina-environment" TargetMode="External"/><Relationship Id="rId67" Type="http://schemas.openxmlformats.org/officeDocument/2006/relationships/hyperlink" Target="https://www.youtube.com/watch?v=7o0qpe0vDwk&amp;t=1401s" TargetMode="External"/><Relationship Id="rId116" Type="http://schemas.openxmlformats.org/officeDocument/2006/relationships/hyperlink" Target="https://hausdermaterialisierung.org" TargetMode="External"/><Relationship Id="rId137" Type="http://schemas.openxmlformats.org/officeDocument/2006/relationships/hyperlink" Target="https://www.elmartutino.cl/noticia/sociedad/vecinos-indignados-con-la-pucv-por-desmantelamiento-de-la-ludoteca-merced-en-valpar" TargetMode="External"/><Relationship Id="rId158" Type="http://schemas.openxmlformats.org/officeDocument/2006/relationships/hyperlink" Target="https://www.youtube.com/watch?v=O8fkUzrHmhw" TargetMode="External"/><Relationship Id="rId20" Type="http://schemas.openxmlformats.org/officeDocument/2006/relationships/hyperlink" Target="https://www.bluecity.nl/blog/circulaire-bouw-interview-maarten-elsen/" TargetMode="External"/><Relationship Id="rId41" Type="http://schemas.openxmlformats.org/officeDocument/2006/relationships/hyperlink" Target="https://www.keilewerf.nl/keilewerver/buurman/" TargetMode="External"/><Relationship Id="rId62" Type="http://schemas.openxmlformats.org/officeDocument/2006/relationships/hyperlink" Target="https://68.media.tumblr.com/tumblr_m5tu0hhh2C1rwi1ito1_1280.jpg" TargetMode="External"/><Relationship Id="rId83" Type="http://schemas.openxmlformats.org/officeDocument/2006/relationships/hyperlink" Target="https://doi.org/10.1111/anti.12154" TargetMode="External"/><Relationship Id="rId88" Type="http://schemas.openxmlformats.org/officeDocument/2006/relationships/hyperlink" Target="https://assemblestudio.co.uk/projects/granby-winter-gardens" TargetMode="External"/><Relationship Id="rId111" Type="http://schemas.openxmlformats.org/officeDocument/2006/relationships/hyperlink" Target="https://www.berliner-zeitung.de/mensch-metropole/berlins-neues-re-use-zentrum-oder-wenn-sie-mal-eine-saege-brauchen-li.162964?pid=true" TargetMode="External"/><Relationship Id="rId132" Type="http://schemas.openxmlformats.org/officeDocument/2006/relationships/hyperlink" Target="https://www.youtube.com/watch?v=ujpcvgxXYRI" TargetMode="External"/><Relationship Id="rId153" Type="http://schemas.openxmlformats.org/officeDocument/2006/relationships/hyperlink" Target="https://b720.com/es/b720-projects/mercat-dels-encants/" TargetMode="External"/><Relationship Id="rId174" Type="http://schemas.openxmlformats.org/officeDocument/2006/relationships/hyperlink" Target="https://aplust.net/blog/basurama_temporary_amusement_park_lima_peru/" TargetMode="External"/><Relationship Id="rId179" Type="http://schemas.openxmlformats.org/officeDocument/2006/relationships/hyperlink" Target="https://www.fleetwoodurban.com.au/rus-lima-ghost-train-park" TargetMode="External"/><Relationship Id="rId195" Type="http://schemas.openxmlformats.org/officeDocument/2006/relationships/hyperlink" Target="https://www.ribaj.com/culture/anupam-kundoo-profile-philosophy-of-architecture" TargetMode="External"/><Relationship Id="rId190" Type="http://schemas.openxmlformats.org/officeDocument/2006/relationships/hyperlink" Target="file:///Users/tegger/Library/CloudStorage/OneDrive-DelftUniversityofTechnology/04_Case%20Studies/R-Urban/06_Petition%20&#183;%20YES%20to%20R-Urban%20in%20Colombes!%20NO%20to%20the%20temporary%20car%20park%20that%20is%20planed%20to%20replace%20it!%20%23s.html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www.bluecity.nl/blog/dromen-van-de-ultieme-dome-interview-met-floris-schiferli/" TargetMode="External"/><Relationship Id="rId36" Type="http://schemas.openxmlformats.org/officeDocument/2006/relationships/hyperlink" Target="https://www.buurmanrotterdam.nl/" TargetMode="External"/><Relationship Id="rId57" Type="http://schemas.openxmlformats.org/officeDocument/2006/relationships/hyperlink" Target="https://www.nytimes.com/2014/11/20/business/energy-environment/ex-shipyard-in-amsterdam-houses-shops-and-offices.html" TargetMode="External"/><Relationship Id="rId106" Type="http://schemas.openxmlformats.org/officeDocument/2006/relationships/hyperlink" Target="https://doi.org/10.1088/1755-1315/1078/1/012003" TargetMode="External"/><Relationship Id="rId127" Type="http://schemas.openxmlformats.org/officeDocument/2006/relationships/hyperlink" Target="https://www.architectural-review.com/buildings/gardens-of-kibera-the-kibera-public-space-project-by-kounkey-design-initiative" TargetMode="External"/><Relationship Id="rId10" Type="http://schemas.openxmlformats.org/officeDocument/2006/relationships/hyperlink" Target="https://medium.com/@we_share_ventures/bluecity-from-a-swimming-pool-to-the-circular-entrepreneurs-workspace-b0be9f20e9da" TargetMode="External"/><Relationship Id="rId31" Type="http://schemas.openxmlformats.org/officeDocument/2006/relationships/hyperlink" Target="https://www.youtube.com/watch?v=ibAicNYBcPI" TargetMode="External"/><Relationship Id="rId52" Type="http://schemas.openxmlformats.org/officeDocument/2006/relationships/hyperlink" Target="https://www.youtube.com/watch?v=7wbXB63snbY" TargetMode="External"/><Relationship Id="rId73" Type="http://schemas.openxmlformats.org/officeDocument/2006/relationships/hyperlink" Target="https://blogs.iadb.org/ciudades-sostenibles/es/estrategias-de-habitabilidad-en-barrios-populares-prototipos-de-co-diseno-informal/" TargetMode="External"/><Relationship Id="rId78" Type="http://schemas.openxmlformats.org/officeDocument/2006/relationships/hyperlink" Target="https://www.youtube.com/watch?v=zbRZXTyuo1w" TargetMode="External"/><Relationship Id="rId94" Type="http://schemas.openxmlformats.org/officeDocument/2006/relationships/hyperlink" Target="https://world-habitat.org/world-habitat-awards/winners-and-finalists/granby-four-streets-community-land-trust/" TargetMode="External"/><Relationship Id="rId99" Type="http://schemas.openxmlformats.org/officeDocument/2006/relationships/hyperlink" Target="https://www.youtube.com/watch?v=RytIf9XNuMk" TargetMode="External"/><Relationship Id="rId101" Type="http://schemas.openxmlformats.org/officeDocument/2006/relationships/hyperlink" Target="https://www.youtube.com/watch?v=CmyTLSOyqCA" TargetMode="External"/><Relationship Id="rId122" Type="http://schemas.openxmlformats.org/officeDocument/2006/relationships/hyperlink" Target="https://www.tagesspiegel.de/berlin/das-anti-kaufhaus-vom-alexanderplatz-im-haus-der-statistik-wird-jetzt-okologische-marktwirtschaft-erprobt-451083.html" TargetMode="External"/><Relationship Id="rId143" Type="http://schemas.openxmlformats.org/officeDocument/2006/relationships/hyperlink" Target="https://doi.org/10.1108/arch-03-2019-0058" TargetMode="External"/><Relationship Id="rId148" Type="http://schemas.openxmlformats.org/officeDocument/2006/relationships/hyperlink" Target="https://ajuntament.barcelona.cat/ecologiaurbana/mpgm22@/en/" TargetMode="External"/><Relationship Id="rId164" Type="http://schemas.openxmlformats.org/officeDocument/2006/relationships/hyperlink" Target="https://vimeo.com/40261532" TargetMode="External"/><Relationship Id="rId169" Type="http://schemas.openxmlformats.org/officeDocument/2006/relationships/hyperlink" Target="https://www.undp.org/ethiopia/blog/minalesh-tera-how-addis-ababa&#8217;s-informal-recycling-and-reusing-market-supports-formal-waste-management" TargetMode="External"/><Relationship Id="rId185" Type="http://schemas.openxmlformats.org/officeDocument/2006/relationships/hyperlink" Target="https://www.youtube.com/watch?v=nAb6VMRf1r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luecity.nl/blog/bluecity-krijgt-een-groene-sjaal/" TargetMode="External"/><Relationship Id="rId180" Type="http://schemas.openxmlformats.org/officeDocument/2006/relationships/hyperlink" Target="https://www.pps.org/places/rus-playground" TargetMode="External"/><Relationship Id="rId26" Type="http://schemas.openxmlformats.org/officeDocument/2006/relationships/hyperlink" Target="https://www.baukarussell.at" TargetMode="External"/><Relationship Id="rId47" Type="http://schemas.openxmlformats.org/officeDocument/2006/relationships/hyperlink" Target="https://www.eldebate.com/internacional/20231021/como-buscarse-vida-argentina-crisis-regreso-eternos-cartoneros_147724.html" TargetMode="External"/><Relationship Id="rId68" Type="http://schemas.openxmlformats.org/officeDocument/2006/relationships/hyperlink" Target="https://www.youtube.com/watch?v=xaK452BF3Cw" TargetMode="External"/><Relationship Id="rId89" Type="http://schemas.openxmlformats.org/officeDocument/2006/relationships/hyperlink" Target="https://assemblestudio.co.uk/projects/granby-workshop" TargetMode="External"/><Relationship Id="rId112" Type="http://schemas.openxmlformats.org/officeDocument/2006/relationships/hyperlink" Target="https://www.tagesspiegel.de/berlin/was-wir-haben-fliegt-normalerweise-in-den-mull-5079970.html" TargetMode="External"/><Relationship Id="rId133" Type="http://schemas.openxmlformats.org/officeDocument/2006/relationships/hyperlink" Target="https://doi.org/http://dx.doi.org/10.5027/psicoperspectivas-vol20-issue1-fulltext-1955" TargetMode="External"/><Relationship Id="rId154" Type="http://schemas.openxmlformats.org/officeDocument/2006/relationships/hyperlink" Target="https://ajuntament.barcelona.cat/mercats/en" TargetMode="External"/><Relationship Id="rId175" Type="http://schemas.openxmlformats.org/officeDocument/2006/relationships/hyperlink" Target="https://issuu.com/basurama/docs/rus-libro" TargetMode="External"/><Relationship Id="rId196" Type="http://schemas.openxmlformats.org/officeDocument/2006/relationships/hyperlink" Target="https://anupamakundoo.com/portfolio-item/volontariat/" TargetMode="External"/><Relationship Id="rId200" Type="http://schemas.openxmlformats.org/officeDocument/2006/relationships/hyperlink" Target="https://www.youtube.com/watch?v=pZo0gIG63cw" TargetMode="External"/><Relationship Id="rId16" Type="http://schemas.openxmlformats.org/officeDocument/2006/relationships/hyperlink" Target="https://www.bluecity.nl/blog/interiew-jan-jongert-superuse/" TargetMode="External"/><Relationship Id="rId37" Type="http://schemas.openxmlformats.org/officeDocument/2006/relationships/hyperlink" Target="https://www.buurvrouw.org" TargetMode="External"/><Relationship Id="rId58" Type="http://schemas.openxmlformats.org/officeDocument/2006/relationships/hyperlink" Target="https://taz.de/Alternative-Stadtplanung/!5218419/" TargetMode="External"/><Relationship Id="rId79" Type="http://schemas.openxmlformats.org/officeDocument/2006/relationships/hyperlink" Target="https://www.youtube.com/watch?v=fZLycYvB21Y" TargetMode="External"/><Relationship Id="rId102" Type="http://schemas.openxmlformats.org/officeDocument/2006/relationships/hyperlink" Target="https://www.youtube.com/watch?v=n4YCrf4_QUU" TargetMode="External"/><Relationship Id="rId123" Type="http://schemas.openxmlformats.org/officeDocument/2006/relationships/hyperlink" Target="https://www.iied.org/21766g" TargetMode="External"/><Relationship Id="rId144" Type="http://schemas.openxmlformats.org/officeDocument/2006/relationships/hyperlink" Target="https://catalunyaplural.cat/es/venta-vuelve-calle-las-glories-mercado-segunda-mano-se-expande-plaza/" TargetMode="External"/><Relationship Id="rId90" Type="http://schemas.openxmlformats.org/officeDocument/2006/relationships/hyperlink" Target="https://www.britishcouncil.org/arts/city-arts-tour/liverpool/assemble-granby-four-streets" TargetMode="External"/><Relationship Id="rId165" Type="http://schemas.openxmlformats.org/officeDocument/2006/relationships/hyperlink" Target="https://vimeo.com/75228258" TargetMode="External"/><Relationship Id="rId186" Type="http://schemas.openxmlformats.org/officeDocument/2006/relationships/hyperlink" Target="https://doi.org/10.1080/09613218.2016.1214891" TargetMode="External"/><Relationship Id="rId27" Type="http://schemas.openxmlformats.org/officeDocument/2006/relationships/hyperlink" Target="https://www.climateactionstories.com/circular-economy/baukarussell" TargetMode="External"/><Relationship Id="rId48" Type="http://schemas.openxmlformats.org/officeDocument/2006/relationships/hyperlink" Target="https://www.eldiario.es/desalambre/viaje-elias-vivir-tiran_1_1341019.html" TargetMode="External"/><Relationship Id="rId69" Type="http://schemas.openxmlformats.org/officeDocument/2006/relationships/hyperlink" Target="https://issuu.com/cristianrobertson/docs/b31-c1-original-completo-pag" TargetMode="External"/><Relationship Id="rId113" Type="http://schemas.openxmlformats.org/officeDocument/2006/relationships/hyperlink" Target="https://www.theguardian.com/world/2014/mar/17/berlin-borrowing-shop-benefits-share-leila" TargetMode="External"/><Relationship Id="rId134" Type="http://schemas.openxmlformats.org/officeDocument/2006/relationships/hyperlink" Target="https://digitalcollections.sit.edu/isp_collection/3243" TargetMode="External"/><Relationship Id="rId80" Type="http://schemas.openxmlformats.org/officeDocument/2006/relationships/hyperlink" Target="https://www.youtube.com/watch?v=xB3Nopdfl0A" TargetMode="External"/><Relationship Id="rId155" Type="http://schemas.openxmlformats.org/officeDocument/2006/relationships/hyperlink" Target="https://www.decidim.barcelona/processes/Repensem22a" TargetMode="External"/><Relationship Id="rId176" Type="http://schemas.openxmlformats.org/officeDocument/2006/relationships/hyperlink" Target="https://www.researchgate.net/publication/372649465_Implementing_urban_infrastructures_through_Themed-Design_responses_and_Time-Based_Design_scenarios" TargetMode="External"/><Relationship Id="rId197" Type="http://schemas.openxmlformats.org/officeDocument/2006/relationships/hyperlink" Target="https://archello.com/project/volontariat-homes-for-homeless-children" TargetMode="External"/><Relationship Id="rId201" Type="http://schemas.openxmlformats.org/officeDocument/2006/relationships/header" Target="header1.xml"/><Relationship Id="rId17" Type="http://schemas.openxmlformats.org/officeDocument/2006/relationships/hyperlink" Target="https://www.bluecity.nl/blog/circulair-bouwen-in-een-flow-interview-met-jasper-sluimer-bik-bouw/" TargetMode="External"/><Relationship Id="rId38" Type="http://schemas.openxmlformats.org/officeDocument/2006/relationships/hyperlink" Target="https://www.keilewerf.nl/" TargetMode="External"/><Relationship Id="rId59" Type="http://schemas.openxmlformats.org/officeDocument/2006/relationships/hyperlink" Target="https://metropolismag.com/projects/netherlands-adaptive-reuse/" TargetMode="External"/><Relationship Id="rId103" Type="http://schemas.openxmlformats.org/officeDocument/2006/relationships/hyperlink" Target="https://www.youtube.com/watch?v=u4ab0hzTyDQ" TargetMode="External"/><Relationship Id="rId124" Type="http://schemas.openxmlformats.org/officeDocument/2006/relationships/hyperlink" Target="https://doi.org/10.1016/j.habitatint.2018.07.009" TargetMode="External"/><Relationship Id="rId70" Type="http://schemas.openxmlformats.org/officeDocument/2006/relationships/hyperlink" Target="https://issuu.com/cristianrobertson/docs/b31-c2-completo-pag" TargetMode="External"/><Relationship Id="rId91" Type="http://schemas.openxmlformats.org/officeDocument/2006/relationships/hyperlink" Target="https://www.granby4streetsclt.co.uk/read-me" TargetMode="External"/><Relationship Id="rId145" Type="http://schemas.openxmlformats.org/officeDocument/2006/relationships/hyperlink" Target="https://cronicaglobal.elespanol.com/vida/encants-rebelan-contra-mercado-miseria_150578_102.html" TargetMode="External"/><Relationship Id="rId166" Type="http://schemas.openxmlformats.org/officeDocument/2006/relationships/hyperlink" Target="https://vimeo.com/76048712" TargetMode="External"/><Relationship Id="rId187" Type="http://schemas.openxmlformats.org/officeDocument/2006/relationships/hyperlink" Target="https://doi.org/10.1002/eet.189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viecycle.wien.gv.at/ferry-dusika-stadion" TargetMode="External"/><Relationship Id="rId49" Type="http://schemas.openxmlformats.org/officeDocument/2006/relationships/hyperlink" Target="https://globalrec.org/es/" TargetMode="External"/><Relationship Id="rId114" Type="http://schemas.openxmlformats.org/officeDocument/2006/relationships/hyperlink" Target="https://circular.berlin/de/portfolio-item/making-secondary-materials-usage-a-common-practice-haus-der-materialisierung/" TargetMode="External"/><Relationship Id="rId60" Type="http://schemas.openxmlformats.org/officeDocument/2006/relationships/hyperlink" Target="https://www.independent.co.uk/travel/europe/amsterdam-travel-noord-city-break-netherlands-a8828221.html" TargetMode="External"/><Relationship Id="rId81" Type="http://schemas.openxmlformats.org/officeDocument/2006/relationships/hyperlink" Target="https://www.lars-mueller-publishers.com/social-design" TargetMode="External"/><Relationship Id="rId135" Type="http://schemas.openxmlformats.org/officeDocument/2006/relationships/hyperlink" Target="https://www.archdaily.com/542948/minga-valpo-architects-and-sustainable-reconstruction-in-valparaiso-chile" TargetMode="External"/><Relationship Id="rId156" Type="http://schemas.openxmlformats.org/officeDocument/2006/relationships/hyperlink" Target="https://encantsbarcelona.com/en/" TargetMode="External"/><Relationship Id="rId177" Type="http://schemas.openxmlformats.org/officeDocument/2006/relationships/hyperlink" Target="https://basurama.org/wp-content/uploads/2013/04/130325_Pablo-Rey-Mazon_Basurama-a-framework-for-designing-collectively-with-waste_p.pdf" TargetMode="External"/><Relationship Id="rId198" Type="http://schemas.openxmlformats.org/officeDocument/2006/relationships/hyperlink" Target="https://urbannext.net/volontariat-homes-homeless-children/" TargetMode="External"/><Relationship Id="rId202" Type="http://schemas.openxmlformats.org/officeDocument/2006/relationships/footer" Target="footer1.xml"/><Relationship Id="rId18" Type="http://schemas.openxmlformats.org/officeDocument/2006/relationships/hyperlink" Target="https://www.bluecity.nl/blog/bouwen-met-een-verhaal-interview-met-karola-van-rooyen-oogstkaart/" TargetMode="External"/><Relationship Id="rId39" Type="http://schemas.openxmlformats.org/officeDocument/2006/relationships/hyperlink" Target="https://m4hrotterdam.nl/over-m4h/" TargetMode="External"/><Relationship Id="rId50" Type="http://schemas.openxmlformats.org/officeDocument/2006/relationships/hyperlink" Target="https://buenosaires.gob.ar/noticias/la-ciudad-junto-las-cooperativas-de-recicladores-urbanos" TargetMode="External"/><Relationship Id="rId104" Type="http://schemas.openxmlformats.org/officeDocument/2006/relationships/hyperlink" Target="https://www.youtube.com/watch?v=ajLZfC5Ezps" TargetMode="External"/><Relationship Id="rId125" Type="http://schemas.openxmlformats.org/officeDocument/2006/relationships/hyperlink" Target="https://doi.org/10.1016/j.ancene.2019.100227" TargetMode="External"/><Relationship Id="rId146" Type="http://schemas.openxmlformats.org/officeDocument/2006/relationships/hyperlink" Target="https://cronicaglobal.elespanol.com/politica/mercado-miseria-barcelona-glories-glorias_149864_102.html" TargetMode="External"/><Relationship Id="rId167" Type="http://schemas.openxmlformats.org/officeDocument/2006/relationships/hyperlink" Target="https://doi.org/10.3929/ethz-a-010638587" TargetMode="External"/><Relationship Id="rId188" Type="http://schemas.openxmlformats.org/officeDocument/2006/relationships/hyperlink" Target="https://www.theguardian.com/cities/2015/sep/11/paris-un-climate-conference-colombes-r-urban-urban-farm-car-park" TargetMode="External"/><Relationship Id="rId71" Type="http://schemas.openxmlformats.org/officeDocument/2006/relationships/hyperlink" Target="https://issuu.com/cristianrobertson/docs/b31-c3-original-completo-pag-" TargetMode="External"/><Relationship Id="rId92" Type="http://schemas.openxmlformats.org/officeDocument/2006/relationships/hyperlink" Target="https://granbyworkshop.co.uk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repanet.at/social-urban-mining-erfolg-im-ferry-dusika-stad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.~WRD0003</Template>
  <TotalTime>181</TotalTime>
  <Pages>12</Pages>
  <Words>8146</Words>
  <Characters>46435</Characters>
  <Application>Microsoft Office Word</Application>
  <DocSecurity>0</DocSecurity>
  <Lines>386</Lines>
  <Paragraphs>108</Paragraphs>
  <ScaleCrop>false</ScaleCrop>
  <Company/>
  <LinksUpToDate>false</LinksUpToDate>
  <CharactersWithSpaces>54473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Egger</dc:creator>
  <cp:keywords/>
  <dc:description/>
  <cp:lastModifiedBy>Tamara Egger</cp:lastModifiedBy>
  <cp:revision>238</cp:revision>
  <dcterms:created xsi:type="dcterms:W3CDTF">2024-04-29T18:58:00Z</dcterms:created>
  <dcterms:modified xsi:type="dcterms:W3CDTF">2024-06-09T11:14:00Z</dcterms:modified>
</cp:coreProperties>
</file>